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44E0A" w14:textId="77777777" w:rsidR="00421038" w:rsidRDefault="00421038" w:rsidP="00D2605B">
      <w:pPr>
        <w:spacing w:after="0"/>
        <w:jc w:val="right"/>
        <w:rPr>
          <w:rFonts w:ascii="Times New Roman" w:hAnsi="Times New Roman" w:cs="Times New Roman"/>
          <w:sz w:val="24"/>
          <w:szCs w:val="24"/>
        </w:rPr>
      </w:pPr>
    </w:p>
    <w:p w14:paraId="494DD646" w14:textId="20BC84ED" w:rsidR="00506A55" w:rsidRPr="00D2605B" w:rsidRDefault="00506A55" w:rsidP="00D2605B">
      <w:pPr>
        <w:spacing w:after="0"/>
        <w:jc w:val="right"/>
        <w:rPr>
          <w:rFonts w:ascii="Times New Roman" w:hAnsi="Times New Roman" w:cs="Times New Roman"/>
          <w:sz w:val="24"/>
          <w:szCs w:val="24"/>
        </w:rPr>
      </w:pPr>
      <w:r w:rsidRPr="00D2605B">
        <w:rPr>
          <w:rFonts w:ascii="Times New Roman" w:hAnsi="Times New Roman" w:cs="Times New Roman"/>
          <w:sz w:val="24"/>
          <w:szCs w:val="24"/>
        </w:rPr>
        <w:t>Załączn</w:t>
      </w:r>
      <w:r w:rsidR="00E71EF4" w:rsidRPr="00D2605B">
        <w:rPr>
          <w:rFonts w:ascii="Times New Roman" w:hAnsi="Times New Roman" w:cs="Times New Roman"/>
          <w:sz w:val="24"/>
          <w:szCs w:val="24"/>
        </w:rPr>
        <w:t>ik nr 1 do umowy nr     /ZP/2022</w:t>
      </w:r>
      <w:r w:rsidRPr="00D2605B">
        <w:rPr>
          <w:rFonts w:ascii="Times New Roman" w:hAnsi="Times New Roman" w:cs="Times New Roman"/>
          <w:sz w:val="24"/>
          <w:szCs w:val="24"/>
        </w:rPr>
        <w:t xml:space="preserve"> z dnia    </w:t>
      </w:r>
      <w:r w:rsidR="000A1F1A" w:rsidRPr="00D2605B">
        <w:rPr>
          <w:rFonts w:ascii="Times New Roman" w:hAnsi="Times New Roman" w:cs="Times New Roman"/>
          <w:sz w:val="24"/>
          <w:szCs w:val="24"/>
        </w:rPr>
        <w:t xml:space="preserve">             </w:t>
      </w:r>
      <w:r w:rsidR="00E71EF4" w:rsidRPr="00D2605B">
        <w:rPr>
          <w:rFonts w:ascii="Times New Roman" w:hAnsi="Times New Roman" w:cs="Times New Roman"/>
          <w:sz w:val="24"/>
          <w:szCs w:val="24"/>
        </w:rPr>
        <w:t xml:space="preserve">   2022</w:t>
      </w:r>
      <w:r w:rsidRPr="00D2605B">
        <w:rPr>
          <w:rFonts w:ascii="Times New Roman" w:hAnsi="Times New Roman" w:cs="Times New Roman"/>
          <w:sz w:val="24"/>
          <w:szCs w:val="24"/>
        </w:rPr>
        <w:t xml:space="preserve"> r.</w:t>
      </w:r>
    </w:p>
    <w:p w14:paraId="4A221066" w14:textId="77777777" w:rsidR="00506A55" w:rsidRPr="00D2605B" w:rsidRDefault="00506A55" w:rsidP="00D2605B">
      <w:pPr>
        <w:spacing w:after="0"/>
        <w:jc w:val="center"/>
        <w:outlineLvl w:val="0"/>
        <w:rPr>
          <w:rFonts w:ascii="Times New Roman" w:hAnsi="Times New Roman" w:cs="Times New Roman"/>
          <w:b/>
          <w:bCs/>
          <w:smallCaps/>
          <w:sz w:val="24"/>
          <w:szCs w:val="24"/>
        </w:rPr>
      </w:pPr>
    </w:p>
    <w:p w14:paraId="17DBF226" w14:textId="77777777" w:rsidR="00BE0F93" w:rsidRPr="00D2605B" w:rsidRDefault="00BE0F93" w:rsidP="00D2605B">
      <w:pPr>
        <w:spacing w:after="0"/>
        <w:jc w:val="center"/>
        <w:outlineLvl w:val="0"/>
        <w:rPr>
          <w:rFonts w:ascii="Times New Roman" w:hAnsi="Times New Roman" w:cs="Times New Roman"/>
          <w:b/>
          <w:bCs/>
          <w:smallCaps/>
          <w:sz w:val="24"/>
          <w:szCs w:val="24"/>
        </w:rPr>
      </w:pPr>
      <w:r w:rsidRPr="00D2605B">
        <w:rPr>
          <w:rFonts w:ascii="Times New Roman" w:hAnsi="Times New Roman" w:cs="Times New Roman"/>
          <w:b/>
          <w:bCs/>
          <w:smallCaps/>
          <w:sz w:val="24"/>
          <w:szCs w:val="24"/>
        </w:rPr>
        <w:t xml:space="preserve">Opis przedmiotu zamówienia </w:t>
      </w:r>
    </w:p>
    <w:p w14:paraId="6BE54E27" w14:textId="77777777" w:rsidR="00BE0F93" w:rsidRPr="00D2605B" w:rsidRDefault="0040683B" w:rsidP="00D2605B">
      <w:pPr>
        <w:spacing w:after="0"/>
        <w:jc w:val="center"/>
        <w:outlineLvl w:val="0"/>
        <w:rPr>
          <w:rFonts w:ascii="Times New Roman" w:hAnsi="Times New Roman" w:cs="Times New Roman"/>
          <w:b/>
          <w:bCs/>
          <w:smallCaps/>
          <w:sz w:val="24"/>
          <w:szCs w:val="24"/>
        </w:rPr>
      </w:pPr>
      <w:r w:rsidRPr="00D2605B">
        <w:rPr>
          <w:rFonts w:ascii="Times New Roman" w:hAnsi="Times New Roman" w:cs="Times New Roman"/>
          <w:b/>
          <w:i/>
          <w:sz w:val="24"/>
          <w:szCs w:val="24"/>
        </w:rPr>
        <w:t>„</w:t>
      </w:r>
      <w:r w:rsidR="00881933" w:rsidRPr="00D2605B">
        <w:rPr>
          <w:rFonts w:ascii="Times New Roman" w:hAnsi="Times New Roman" w:cs="Times New Roman"/>
          <w:b/>
          <w:i/>
          <w:sz w:val="24"/>
          <w:szCs w:val="24"/>
        </w:rPr>
        <w:t xml:space="preserve">Budowa ścianki </w:t>
      </w:r>
      <w:proofErr w:type="spellStart"/>
      <w:r w:rsidR="00881933" w:rsidRPr="00D2605B">
        <w:rPr>
          <w:rFonts w:ascii="Times New Roman" w:hAnsi="Times New Roman" w:cs="Times New Roman"/>
          <w:b/>
          <w:i/>
          <w:sz w:val="24"/>
          <w:szCs w:val="24"/>
        </w:rPr>
        <w:t>przeciwfiltracyjnej</w:t>
      </w:r>
      <w:proofErr w:type="spellEnd"/>
      <w:r w:rsidR="00881933" w:rsidRPr="00D2605B">
        <w:rPr>
          <w:rFonts w:ascii="Times New Roman" w:hAnsi="Times New Roman" w:cs="Times New Roman"/>
          <w:b/>
          <w:i/>
          <w:sz w:val="24"/>
          <w:szCs w:val="24"/>
        </w:rPr>
        <w:t xml:space="preserve"> w rezerwacie przyrody Bagno Mostki</w:t>
      </w:r>
      <w:r w:rsidRPr="00D2605B">
        <w:rPr>
          <w:rFonts w:ascii="Times New Roman" w:hAnsi="Times New Roman" w:cs="Times New Roman"/>
          <w:b/>
          <w:i/>
          <w:sz w:val="24"/>
          <w:szCs w:val="24"/>
        </w:rPr>
        <w:t>”</w:t>
      </w:r>
    </w:p>
    <w:p w14:paraId="56F430C4" w14:textId="77777777" w:rsidR="00BE0F93" w:rsidRPr="00D2605B" w:rsidRDefault="00BE0F93" w:rsidP="00D2605B">
      <w:pPr>
        <w:spacing w:after="0"/>
        <w:jc w:val="center"/>
        <w:outlineLvl w:val="0"/>
        <w:rPr>
          <w:rFonts w:ascii="Times New Roman" w:hAnsi="Times New Roman" w:cs="Times New Roman"/>
          <w:b/>
          <w:bCs/>
          <w:smallCaps/>
          <w:sz w:val="24"/>
          <w:szCs w:val="24"/>
        </w:rPr>
      </w:pPr>
    </w:p>
    <w:p w14:paraId="70FFC01E" w14:textId="77777777" w:rsidR="00BE0F93" w:rsidRPr="00D2605B" w:rsidRDefault="00BE0F93" w:rsidP="00D2605B">
      <w:pPr>
        <w:spacing w:after="0"/>
        <w:jc w:val="both"/>
        <w:rPr>
          <w:rFonts w:ascii="Times New Roman" w:eastAsia="TimesNewRomanPSMT" w:hAnsi="Times New Roman" w:cs="Times New Roman"/>
          <w:b/>
          <w:bCs/>
          <w:sz w:val="24"/>
          <w:szCs w:val="24"/>
        </w:rPr>
      </w:pPr>
      <w:r w:rsidRPr="00D2605B">
        <w:rPr>
          <w:rFonts w:ascii="Times New Roman" w:eastAsia="TimesNewRomanPSMT" w:hAnsi="Times New Roman" w:cs="Times New Roman"/>
          <w:b/>
          <w:bCs/>
          <w:sz w:val="24"/>
          <w:szCs w:val="24"/>
        </w:rPr>
        <w:t xml:space="preserve">I. Podstawa prowadzenia </w:t>
      </w:r>
      <w:r w:rsidR="0040683B" w:rsidRPr="00D2605B">
        <w:rPr>
          <w:rFonts w:ascii="Times New Roman" w:eastAsia="TimesNewRomanPSMT" w:hAnsi="Times New Roman" w:cs="Times New Roman"/>
          <w:b/>
          <w:bCs/>
          <w:sz w:val="24"/>
          <w:szCs w:val="24"/>
        </w:rPr>
        <w:t>działań ochronnych</w:t>
      </w:r>
      <w:r w:rsidRPr="00D2605B">
        <w:rPr>
          <w:rFonts w:ascii="Times New Roman" w:eastAsia="TimesNewRomanPSMT" w:hAnsi="Times New Roman" w:cs="Times New Roman"/>
          <w:b/>
          <w:bCs/>
          <w:sz w:val="24"/>
          <w:szCs w:val="24"/>
        </w:rPr>
        <w:t>:</w:t>
      </w:r>
    </w:p>
    <w:p w14:paraId="1E7A34D7" w14:textId="7D572FF1" w:rsidR="0066184E" w:rsidRPr="00D2605B" w:rsidRDefault="00BE0F93" w:rsidP="00D2605B">
      <w:p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ab/>
      </w:r>
      <w:r w:rsidR="004679AD" w:rsidRPr="00D2605B">
        <w:rPr>
          <w:rFonts w:ascii="Times New Roman" w:eastAsia="TimesNewRomanPSMT" w:hAnsi="Times New Roman" w:cs="Times New Roman"/>
          <w:bCs/>
          <w:sz w:val="24"/>
          <w:szCs w:val="24"/>
        </w:rPr>
        <w:t xml:space="preserve">Działania ochronne będące przedmiotem zamówienia są zgodne z zapisami </w:t>
      </w:r>
      <w:r w:rsidR="0066184E" w:rsidRPr="00D2605B">
        <w:rPr>
          <w:rFonts w:ascii="Times New Roman" w:hAnsi="Times New Roman" w:cs="Times New Roman"/>
          <w:sz w:val="24"/>
          <w:szCs w:val="24"/>
        </w:rPr>
        <w:t>zarządzenia z dnia 3 grudnia 2018 r. Regionalnego Dyrektora Ochrony Środowiska w Bydgoszczy w</w:t>
      </w:r>
      <w:r w:rsidR="00F56B63">
        <w:rPr>
          <w:rFonts w:ascii="Times New Roman" w:hAnsi="Times New Roman" w:cs="Times New Roman"/>
          <w:sz w:val="24"/>
          <w:szCs w:val="24"/>
        </w:rPr>
        <w:t xml:space="preserve"> </w:t>
      </w:r>
      <w:r w:rsidR="0066184E" w:rsidRPr="00D2605B">
        <w:rPr>
          <w:rFonts w:ascii="Times New Roman" w:hAnsi="Times New Roman" w:cs="Times New Roman"/>
          <w:sz w:val="24"/>
          <w:szCs w:val="24"/>
        </w:rPr>
        <w:t xml:space="preserve">sprawie ustanowienia planu ochrony dla rezerwatu przyrody „Bagno Mostki”. (Dz. Urz. Woj. Kuj-Pom. poz. 6149). </w:t>
      </w:r>
      <w:r w:rsidR="004679AD" w:rsidRPr="00D2605B">
        <w:rPr>
          <w:rFonts w:ascii="Times New Roman" w:eastAsia="TimesNewRomanPSMT" w:hAnsi="Times New Roman" w:cs="Times New Roman"/>
          <w:bCs/>
          <w:sz w:val="24"/>
          <w:szCs w:val="24"/>
        </w:rPr>
        <w:t xml:space="preserve">Działania te mają na celu </w:t>
      </w:r>
      <w:r w:rsidR="00D14E26" w:rsidRPr="00D2605B">
        <w:rPr>
          <w:rFonts w:ascii="Times New Roman" w:hAnsi="Times New Roman" w:cs="Times New Roman"/>
          <w:sz w:val="24"/>
          <w:szCs w:val="24"/>
        </w:rPr>
        <w:t>przeciwdziałać</w:t>
      </w:r>
      <w:r w:rsidR="0066184E" w:rsidRPr="00D2605B">
        <w:rPr>
          <w:rFonts w:ascii="Times New Roman" w:hAnsi="Times New Roman" w:cs="Times New Roman"/>
          <w:sz w:val="24"/>
          <w:szCs w:val="24"/>
        </w:rPr>
        <w:t xml:space="preserve"> niekorzystnym zmianom hydrologicznym w obrębie torfowisk, rokujących szanse zachowania jako przedmiotów ochrony rezerwatu „Bagno Mostki” </w:t>
      </w:r>
      <w:r w:rsidR="003A5FA3">
        <w:rPr>
          <w:rFonts w:ascii="Times New Roman" w:hAnsi="Times New Roman" w:cs="Times New Roman"/>
          <w:sz w:val="24"/>
          <w:szCs w:val="24"/>
        </w:rPr>
        <w:t>oraz</w:t>
      </w:r>
      <w:r w:rsidR="003A5FA3" w:rsidRPr="00D2605B">
        <w:rPr>
          <w:rFonts w:ascii="Times New Roman" w:hAnsi="Times New Roman" w:cs="Times New Roman"/>
          <w:sz w:val="24"/>
          <w:szCs w:val="24"/>
        </w:rPr>
        <w:t xml:space="preserve"> ograniczeni</w:t>
      </w:r>
      <w:r w:rsidR="003A5FA3">
        <w:rPr>
          <w:rFonts w:ascii="Times New Roman" w:hAnsi="Times New Roman" w:cs="Times New Roman"/>
          <w:sz w:val="24"/>
          <w:szCs w:val="24"/>
        </w:rPr>
        <w:t>u</w:t>
      </w:r>
      <w:r w:rsidR="003A5FA3" w:rsidRPr="00D2605B">
        <w:rPr>
          <w:rFonts w:ascii="Times New Roman" w:hAnsi="Times New Roman" w:cs="Times New Roman"/>
          <w:sz w:val="24"/>
          <w:szCs w:val="24"/>
        </w:rPr>
        <w:t xml:space="preserve"> </w:t>
      </w:r>
      <w:r w:rsidR="0066184E" w:rsidRPr="00D2605B">
        <w:rPr>
          <w:rFonts w:ascii="Times New Roman" w:hAnsi="Times New Roman" w:cs="Times New Roman"/>
          <w:sz w:val="24"/>
          <w:szCs w:val="24"/>
        </w:rPr>
        <w:t>odpływu wód (w tym przesiąkania) z torfowiska nr II do torfowiska nr III</w:t>
      </w:r>
      <w:r w:rsidR="00836244" w:rsidRPr="00D2605B">
        <w:rPr>
          <w:rFonts w:ascii="Times New Roman" w:hAnsi="Times New Roman" w:cs="Times New Roman"/>
          <w:sz w:val="24"/>
          <w:szCs w:val="24"/>
        </w:rPr>
        <w:t xml:space="preserve"> w południowej części rezerwatu,</w:t>
      </w:r>
      <w:r w:rsidR="0066184E" w:rsidRPr="00D2605B">
        <w:rPr>
          <w:rFonts w:ascii="Times New Roman" w:hAnsi="Times New Roman" w:cs="Times New Roman"/>
          <w:sz w:val="24"/>
          <w:szCs w:val="24"/>
        </w:rPr>
        <w:t xml:space="preserve"> poprzez budowę szczelnej ścianki wzdłuż sztucznej </w:t>
      </w:r>
      <w:r w:rsidR="00836244" w:rsidRPr="00D2605B">
        <w:rPr>
          <w:rFonts w:ascii="Times New Roman" w:hAnsi="Times New Roman" w:cs="Times New Roman"/>
          <w:sz w:val="24"/>
          <w:szCs w:val="24"/>
        </w:rPr>
        <w:t>grobli rozdzielającej oba</w:t>
      </w:r>
      <w:r w:rsidR="0066184E" w:rsidRPr="00D2605B">
        <w:rPr>
          <w:rFonts w:ascii="Times New Roman" w:hAnsi="Times New Roman" w:cs="Times New Roman"/>
          <w:sz w:val="24"/>
          <w:szCs w:val="24"/>
        </w:rPr>
        <w:t xml:space="preserve"> kompleksy. Oddziaływanie szczelnej ścianki będzie miało istotne znaczenie na oczekiwany wzrost poziom</w:t>
      </w:r>
      <w:r w:rsidR="009F02F7">
        <w:rPr>
          <w:rFonts w:ascii="Times New Roman" w:hAnsi="Times New Roman" w:cs="Times New Roman"/>
          <w:sz w:val="24"/>
          <w:szCs w:val="24"/>
        </w:rPr>
        <w:t>u zwierciadła wód gruntowych, a </w:t>
      </w:r>
      <w:r w:rsidR="0066184E" w:rsidRPr="00D2605B">
        <w:rPr>
          <w:rFonts w:ascii="Times New Roman" w:hAnsi="Times New Roman" w:cs="Times New Roman"/>
          <w:sz w:val="24"/>
          <w:szCs w:val="24"/>
        </w:rPr>
        <w:t xml:space="preserve">co za tym idzie zapobieżenie utraty wody z oczek wodnych i utrzymanie właściwego poziomu wód na obszarze torfowisk, co obecnie jest zakłócone przez straty wód spowodowane przesiąkaniem przez nieszczelną groblę.  </w:t>
      </w:r>
    </w:p>
    <w:p w14:paraId="5149CBFC" w14:textId="77777777" w:rsidR="00767EF1" w:rsidRPr="00D2605B" w:rsidRDefault="00836244" w:rsidP="00D2605B">
      <w:pPr>
        <w:spacing w:after="0"/>
        <w:jc w:val="both"/>
        <w:rPr>
          <w:rFonts w:ascii="Times New Roman" w:hAnsi="Times New Roman" w:cs="Times New Roman"/>
          <w:sz w:val="24"/>
          <w:szCs w:val="24"/>
        </w:rPr>
      </w:pPr>
      <w:r w:rsidRPr="00D2605B">
        <w:rPr>
          <w:rFonts w:ascii="Times New Roman" w:hAnsi="Times New Roman" w:cs="Times New Roman"/>
          <w:sz w:val="24"/>
          <w:szCs w:val="24"/>
        </w:rPr>
        <w:t>Z</w:t>
      </w:r>
      <w:r w:rsidR="00CA59DF" w:rsidRPr="00D2605B">
        <w:rPr>
          <w:rFonts w:ascii="Times New Roman" w:hAnsi="Times New Roman" w:cs="Times New Roman"/>
          <w:sz w:val="24"/>
          <w:szCs w:val="24"/>
        </w:rPr>
        <w:t>ałącznik</w:t>
      </w:r>
      <w:r w:rsidRPr="00D2605B">
        <w:rPr>
          <w:rFonts w:ascii="Times New Roman" w:hAnsi="Times New Roman" w:cs="Times New Roman"/>
          <w:sz w:val="24"/>
          <w:szCs w:val="24"/>
        </w:rPr>
        <w:t>i</w:t>
      </w:r>
      <w:r w:rsidR="00CA59DF" w:rsidRPr="00D2605B">
        <w:rPr>
          <w:rFonts w:ascii="Times New Roman" w:hAnsi="Times New Roman" w:cs="Times New Roman"/>
          <w:sz w:val="24"/>
          <w:szCs w:val="24"/>
        </w:rPr>
        <w:t xml:space="preserve"> do niniejsz</w:t>
      </w:r>
      <w:r w:rsidRPr="00D2605B">
        <w:rPr>
          <w:rFonts w:ascii="Times New Roman" w:hAnsi="Times New Roman" w:cs="Times New Roman"/>
          <w:sz w:val="24"/>
          <w:szCs w:val="24"/>
        </w:rPr>
        <w:t xml:space="preserve">ego </w:t>
      </w:r>
      <w:r w:rsidR="009F0C5C" w:rsidRPr="00D2605B">
        <w:rPr>
          <w:rFonts w:ascii="Times New Roman" w:hAnsi="Times New Roman" w:cs="Times New Roman"/>
          <w:sz w:val="24"/>
          <w:szCs w:val="24"/>
        </w:rPr>
        <w:t>Opisu przedmiotu zamówienia stan</w:t>
      </w:r>
      <w:r w:rsidRPr="00D2605B">
        <w:rPr>
          <w:rFonts w:ascii="Times New Roman" w:hAnsi="Times New Roman" w:cs="Times New Roman"/>
          <w:sz w:val="24"/>
          <w:szCs w:val="24"/>
        </w:rPr>
        <w:t>owią:</w:t>
      </w:r>
    </w:p>
    <w:p w14:paraId="17235F03" w14:textId="77777777" w:rsidR="00836244" w:rsidRPr="00D2605B" w:rsidRDefault="00A5660C" w:rsidP="00D2605B">
      <w:pPr>
        <w:pStyle w:val="Akapitzlist"/>
        <w:numPr>
          <w:ilvl w:val="0"/>
          <w:numId w:val="12"/>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Projekt wykonawczy,</w:t>
      </w:r>
    </w:p>
    <w:p w14:paraId="4300AF1C" w14:textId="77777777" w:rsidR="00A5660C" w:rsidRPr="00D2605B" w:rsidRDefault="00A5660C" w:rsidP="00D2605B">
      <w:pPr>
        <w:pStyle w:val="Akapitzlist"/>
        <w:numPr>
          <w:ilvl w:val="0"/>
          <w:numId w:val="12"/>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Specyfikacja Techniczna Wykonania i Odbioru Robót Budowlanych,</w:t>
      </w:r>
    </w:p>
    <w:p w14:paraId="4A1AEA6D" w14:textId="77777777" w:rsidR="00A23559" w:rsidRPr="004F62F8" w:rsidRDefault="00A23559" w:rsidP="00A23559">
      <w:pPr>
        <w:pStyle w:val="Akapitzlist"/>
        <w:numPr>
          <w:ilvl w:val="0"/>
          <w:numId w:val="12"/>
        </w:numPr>
        <w:spacing w:after="0"/>
        <w:jc w:val="both"/>
        <w:rPr>
          <w:rFonts w:ascii="Times New Roman" w:eastAsia="TimesNewRomanPSMT" w:hAnsi="Times New Roman" w:cs="Times New Roman"/>
          <w:bCs/>
          <w:sz w:val="24"/>
          <w:szCs w:val="24"/>
        </w:rPr>
      </w:pPr>
      <w:r>
        <w:rPr>
          <w:rFonts w:ascii="Times New Roman" w:eastAsia="TimesNewRomanPSMT" w:hAnsi="Times New Roman" w:cs="Times New Roman"/>
          <w:bCs/>
          <w:sz w:val="24"/>
          <w:szCs w:val="24"/>
        </w:rPr>
        <w:t>Opinia geotechniczna.</w:t>
      </w:r>
    </w:p>
    <w:p w14:paraId="271358A2" w14:textId="77777777" w:rsidR="00A5660C" w:rsidRPr="00D2605B" w:rsidRDefault="000735A2" w:rsidP="00D2605B">
      <w:pPr>
        <w:pStyle w:val="Akapitzlist"/>
        <w:numPr>
          <w:ilvl w:val="0"/>
          <w:numId w:val="12"/>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Przedmiar robót,</w:t>
      </w:r>
    </w:p>
    <w:p w14:paraId="2C3C0270" w14:textId="77777777" w:rsidR="00FB5E92" w:rsidRDefault="00FB5E92" w:rsidP="00D2605B">
      <w:pPr>
        <w:pStyle w:val="Akapitzlist"/>
        <w:numPr>
          <w:ilvl w:val="0"/>
          <w:numId w:val="12"/>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Kopie: zgłoszenie wykonania robót budowlanych i odpowiedz na zgłoszenie, zaświadczenie Natura 2000, zgłoszenie</w:t>
      </w:r>
      <w:r w:rsidR="00027D44" w:rsidRPr="00D2605B">
        <w:rPr>
          <w:rFonts w:ascii="Times New Roman" w:eastAsia="TimesNewRomanPSMT" w:hAnsi="Times New Roman" w:cs="Times New Roman"/>
          <w:bCs/>
          <w:sz w:val="24"/>
          <w:szCs w:val="24"/>
        </w:rPr>
        <w:t xml:space="preserve"> z</w:t>
      </w:r>
      <w:r w:rsidRPr="00D2605B">
        <w:rPr>
          <w:rFonts w:ascii="Times New Roman" w:eastAsia="TimesNewRomanPSMT" w:hAnsi="Times New Roman" w:cs="Times New Roman"/>
          <w:bCs/>
          <w:sz w:val="24"/>
          <w:szCs w:val="24"/>
        </w:rPr>
        <w:t xml:space="preserve"> art. 118</w:t>
      </w:r>
      <w:r w:rsidR="008B5FEC">
        <w:rPr>
          <w:rFonts w:ascii="Times New Roman" w:eastAsia="TimesNewRomanPSMT" w:hAnsi="Times New Roman" w:cs="Times New Roman"/>
          <w:bCs/>
          <w:sz w:val="24"/>
          <w:szCs w:val="24"/>
        </w:rPr>
        <w:t xml:space="preserve"> ustawy o ochronie przyrody,</w:t>
      </w:r>
    </w:p>
    <w:p w14:paraId="15365663" w14:textId="77777777" w:rsidR="008B5FEC" w:rsidRPr="00D2605B" w:rsidRDefault="008B5FEC" w:rsidP="00D2605B">
      <w:pPr>
        <w:pStyle w:val="Akapitzlist"/>
        <w:numPr>
          <w:ilvl w:val="0"/>
          <w:numId w:val="12"/>
        </w:numPr>
        <w:spacing w:after="0"/>
        <w:jc w:val="both"/>
        <w:rPr>
          <w:rFonts w:ascii="Times New Roman" w:eastAsia="TimesNewRomanPSMT" w:hAnsi="Times New Roman" w:cs="Times New Roman"/>
          <w:bCs/>
          <w:sz w:val="24"/>
          <w:szCs w:val="24"/>
        </w:rPr>
      </w:pPr>
      <w:r w:rsidRPr="004B45F9">
        <w:rPr>
          <w:rFonts w:ascii="Times New Roman" w:hAnsi="Times New Roman" w:cs="Times New Roman"/>
          <w:color w:val="000000"/>
          <w:sz w:val="24"/>
          <w:szCs w:val="24"/>
          <w:shd w:val="clear" w:color="auto" w:fill="FFFFFF"/>
        </w:rPr>
        <w:t>Zarządzenie Regionalnego Dyrektora Ochrony Środowiska w Bydgoszczy z dnia 3 grudnia 2018 r. w sprawie ustanowienia planu ochrony dla re</w:t>
      </w:r>
      <w:r>
        <w:rPr>
          <w:rFonts w:ascii="Times New Roman" w:hAnsi="Times New Roman" w:cs="Times New Roman"/>
          <w:color w:val="000000"/>
          <w:sz w:val="24"/>
          <w:szCs w:val="24"/>
          <w:shd w:val="clear" w:color="auto" w:fill="FFFFFF"/>
        </w:rPr>
        <w:t>zerwatu przyrody „Bagno Mostki”</w:t>
      </w:r>
      <w:r w:rsidRPr="004B45F9">
        <w:rPr>
          <w:rFonts w:ascii="Times New Roman" w:hAnsi="Times New Roman" w:cs="Times New Roman"/>
          <w:color w:val="000000"/>
          <w:sz w:val="24"/>
          <w:szCs w:val="24"/>
          <w:shd w:val="clear" w:color="auto" w:fill="FFFFFF"/>
        </w:rPr>
        <w:t xml:space="preserve"> (Dz. Urz. Woj. Kuj-Pom. poz. 6149)</w:t>
      </w:r>
      <w:r>
        <w:rPr>
          <w:rFonts w:ascii="Times New Roman" w:hAnsi="Times New Roman" w:cs="Times New Roman"/>
          <w:color w:val="000000"/>
          <w:sz w:val="24"/>
          <w:szCs w:val="24"/>
          <w:shd w:val="clear" w:color="auto" w:fill="FFFFFF"/>
        </w:rPr>
        <w:t>.</w:t>
      </w:r>
    </w:p>
    <w:p w14:paraId="609CC351" w14:textId="77777777" w:rsidR="00BE0F93" w:rsidRPr="00D2605B" w:rsidRDefault="00BE0F93" w:rsidP="00D2605B">
      <w:pPr>
        <w:spacing w:after="0"/>
        <w:jc w:val="both"/>
        <w:rPr>
          <w:rFonts w:ascii="Times New Roman" w:hAnsi="Times New Roman" w:cs="Times New Roman"/>
          <w:b/>
          <w:sz w:val="24"/>
          <w:szCs w:val="24"/>
        </w:rPr>
      </w:pPr>
      <w:r w:rsidRPr="00D2605B">
        <w:rPr>
          <w:rFonts w:ascii="Times New Roman" w:hAnsi="Times New Roman" w:cs="Times New Roman"/>
          <w:b/>
          <w:sz w:val="24"/>
          <w:szCs w:val="24"/>
        </w:rPr>
        <w:t>II. Zakres prac w ramach przedmiotu zamówienia:</w:t>
      </w:r>
    </w:p>
    <w:p w14:paraId="78FDF2D5" w14:textId="77777777" w:rsidR="00B618E0" w:rsidRPr="00D2605B" w:rsidRDefault="00664043" w:rsidP="00D2605B">
      <w:pPr>
        <w:pStyle w:val="Akapitzlist"/>
        <w:numPr>
          <w:ilvl w:val="0"/>
          <w:numId w:val="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Lokalizacja </w:t>
      </w:r>
      <w:r w:rsidR="00C71512" w:rsidRPr="00D2605B">
        <w:rPr>
          <w:rFonts w:ascii="Times New Roman" w:hAnsi="Times New Roman" w:cs="Times New Roman"/>
          <w:sz w:val="24"/>
          <w:szCs w:val="24"/>
        </w:rPr>
        <w:t xml:space="preserve">– grobla </w:t>
      </w:r>
      <w:r w:rsidR="000C7B6E" w:rsidRPr="00D2605B">
        <w:rPr>
          <w:rFonts w:ascii="Times New Roman" w:hAnsi="Times New Roman" w:cs="Times New Roman"/>
          <w:sz w:val="24"/>
          <w:szCs w:val="24"/>
        </w:rPr>
        <w:t xml:space="preserve">w południowej części rezerwatu przyrody, </w:t>
      </w:r>
      <w:r w:rsidR="00C71512" w:rsidRPr="00D2605B">
        <w:rPr>
          <w:rFonts w:ascii="Times New Roman" w:hAnsi="Times New Roman" w:cs="Times New Roman"/>
          <w:sz w:val="24"/>
          <w:szCs w:val="24"/>
        </w:rPr>
        <w:t xml:space="preserve">znajdująca się </w:t>
      </w:r>
      <w:r w:rsidR="000C7B6E" w:rsidRPr="00D2605B">
        <w:rPr>
          <w:rFonts w:ascii="Times New Roman" w:hAnsi="Times New Roman" w:cs="Times New Roman"/>
          <w:sz w:val="24"/>
          <w:szCs w:val="24"/>
        </w:rPr>
        <w:t xml:space="preserve">na granicy </w:t>
      </w:r>
      <w:proofErr w:type="spellStart"/>
      <w:r w:rsidR="000C7B6E" w:rsidRPr="00D2605B">
        <w:rPr>
          <w:rFonts w:ascii="Times New Roman" w:hAnsi="Times New Roman" w:cs="Times New Roman"/>
          <w:sz w:val="24"/>
          <w:szCs w:val="24"/>
        </w:rPr>
        <w:t>wydzieleń</w:t>
      </w:r>
      <w:proofErr w:type="spellEnd"/>
      <w:r w:rsidR="000C7B6E" w:rsidRPr="00D2605B">
        <w:rPr>
          <w:rFonts w:ascii="Times New Roman" w:hAnsi="Times New Roman" w:cs="Times New Roman"/>
          <w:sz w:val="24"/>
          <w:szCs w:val="24"/>
        </w:rPr>
        <w:t xml:space="preserve"> Leśnictwa </w:t>
      </w:r>
      <w:proofErr w:type="spellStart"/>
      <w:r w:rsidR="000C7B6E" w:rsidRPr="00D2605B">
        <w:rPr>
          <w:rFonts w:ascii="Times New Roman" w:hAnsi="Times New Roman" w:cs="Times New Roman"/>
          <w:sz w:val="24"/>
          <w:szCs w:val="24"/>
        </w:rPr>
        <w:t>Tęgowiec</w:t>
      </w:r>
      <w:proofErr w:type="spellEnd"/>
      <w:r w:rsidR="000C7B6E" w:rsidRPr="00D2605B">
        <w:rPr>
          <w:rFonts w:ascii="Times New Roman" w:hAnsi="Times New Roman" w:cs="Times New Roman"/>
          <w:sz w:val="24"/>
          <w:szCs w:val="24"/>
        </w:rPr>
        <w:t>, Nadleśnictwa Brodnica oddziału 164 c, 178 a</w:t>
      </w:r>
      <w:r w:rsidR="006C31CD" w:rsidRPr="00D2605B">
        <w:rPr>
          <w:rFonts w:ascii="Times New Roman" w:hAnsi="Times New Roman" w:cs="Times New Roman"/>
          <w:sz w:val="24"/>
          <w:szCs w:val="24"/>
        </w:rPr>
        <w:t xml:space="preserve"> i granicy wydzielenia 178 a oraz działki ewidencyjnej 2, obręb Zastawie</w:t>
      </w:r>
      <w:r w:rsidR="00F03D0E" w:rsidRPr="00D2605B">
        <w:rPr>
          <w:rFonts w:ascii="Times New Roman" w:hAnsi="Times New Roman" w:cs="Times New Roman"/>
          <w:sz w:val="24"/>
          <w:szCs w:val="24"/>
        </w:rPr>
        <w:t>, gmina Zbiczno, powiat brodnicki</w:t>
      </w:r>
      <w:r w:rsidR="00837698" w:rsidRPr="00D2605B">
        <w:rPr>
          <w:rFonts w:ascii="Times New Roman" w:hAnsi="Times New Roman" w:cs="Times New Roman"/>
          <w:sz w:val="24"/>
          <w:szCs w:val="24"/>
        </w:rPr>
        <w:t>.</w:t>
      </w:r>
    </w:p>
    <w:p w14:paraId="4159D19C" w14:textId="77777777" w:rsidR="00D5363F" w:rsidRPr="00D2605B" w:rsidRDefault="00D5363F" w:rsidP="00D2605B">
      <w:pPr>
        <w:pStyle w:val="Akapitzlist"/>
        <w:numPr>
          <w:ilvl w:val="0"/>
          <w:numId w:val="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Prace stanowiące przedmiot zamówienia mają być wykonane zgodnie z</w:t>
      </w:r>
      <w:r w:rsidR="007712F9">
        <w:rPr>
          <w:rFonts w:ascii="Times New Roman" w:hAnsi="Times New Roman" w:cs="Times New Roman"/>
          <w:sz w:val="24"/>
          <w:szCs w:val="24"/>
        </w:rPr>
        <w:t xml:space="preserve"> </w:t>
      </w:r>
      <w:r w:rsidR="007712F9" w:rsidRPr="00D64B20">
        <w:rPr>
          <w:rFonts w:ascii="Times New Roman" w:eastAsia="TimesNewRomanPSMT" w:hAnsi="Times New Roman" w:cs="Times New Roman"/>
          <w:bCs/>
          <w:sz w:val="24"/>
          <w:szCs w:val="24"/>
        </w:rPr>
        <w:t>zapisami niniejszego Opisu przedmiotu zamówienia</w:t>
      </w:r>
      <w:r w:rsidR="007712F9">
        <w:rPr>
          <w:rFonts w:ascii="Times New Roman" w:eastAsia="TimesNewRomanPSMT" w:hAnsi="Times New Roman" w:cs="Times New Roman"/>
          <w:bCs/>
          <w:sz w:val="24"/>
          <w:szCs w:val="24"/>
        </w:rPr>
        <w:t xml:space="preserve"> oraz</w:t>
      </w:r>
      <w:r w:rsidRPr="00D2605B">
        <w:rPr>
          <w:rFonts w:ascii="Times New Roman" w:hAnsi="Times New Roman" w:cs="Times New Roman"/>
          <w:sz w:val="24"/>
          <w:szCs w:val="24"/>
        </w:rPr>
        <w:t xml:space="preserve"> następującymi dokumentami stanowiącymi załączniki do niniejszego Opisu przedmiotu zamówienia::</w:t>
      </w:r>
    </w:p>
    <w:p w14:paraId="2DCB2DCE" w14:textId="77777777" w:rsidR="00D5363F" w:rsidRPr="00D2605B" w:rsidRDefault="00D5363F" w:rsidP="00D2605B">
      <w:pPr>
        <w:pStyle w:val="Akapitzlist"/>
        <w:numPr>
          <w:ilvl w:val="0"/>
          <w:numId w:val="13"/>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Projekt wykonawczy,</w:t>
      </w:r>
    </w:p>
    <w:p w14:paraId="66A91365" w14:textId="77777777" w:rsidR="00D5363F" w:rsidRPr="00D2605B" w:rsidRDefault="00D5363F" w:rsidP="00D2605B">
      <w:pPr>
        <w:pStyle w:val="Akapitzlist"/>
        <w:numPr>
          <w:ilvl w:val="0"/>
          <w:numId w:val="13"/>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Specyfikacja Techniczna Wykonania i Odbioru Robót Budowlanych,</w:t>
      </w:r>
    </w:p>
    <w:p w14:paraId="7F5A088B" w14:textId="4E8F6680" w:rsidR="00D5363F" w:rsidRPr="00E87208" w:rsidRDefault="00E87208" w:rsidP="00E87208">
      <w:pPr>
        <w:pStyle w:val="Akapitzlist"/>
        <w:numPr>
          <w:ilvl w:val="0"/>
          <w:numId w:val="13"/>
        </w:numPr>
        <w:spacing w:after="0"/>
        <w:jc w:val="both"/>
        <w:rPr>
          <w:rFonts w:ascii="Times New Roman" w:eastAsia="TimesNewRomanPSMT" w:hAnsi="Times New Roman" w:cs="Times New Roman"/>
          <w:bCs/>
          <w:sz w:val="24"/>
          <w:szCs w:val="24"/>
        </w:rPr>
      </w:pPr>
      <w:r>
        <w:rPr>
          <w:rFonts w:ascii="Times New Roman" w:eastAsia="TimesNewRomanPSMT" w:hAnsi="Times New Roman" w:cs="Times New Roman"/>
          <w:bCs/>
          <w:sz w:val="24"/>
          <w:szCs w:val="24"/>
        </w:rPr>
        <w:t>Opinia geotechniczna</w:t>
      </w:r>
      <w:r w:rsidR="00D5363F" w:rsidRPr="00E87208">
        <w:rPr>
          <w:rFonts w:ascii="Times New Roman" w:eastAsia="TimesNewRomanPSMT" w:hAnsi="Times New Roman" w:cs="Times New Roman"/>
          <w:bCs/>
          <w:sz w:val="24"/>
          <w:szCs w:val="24"/>
        </w:rPr>
        <w:t>,</w:t>
      </w:r>
    </w:p>
    <w:p w14:paraId="3C06AA31" w14:textId="77777777" w:rsidR="00D5363F" w:rsidRPr="00D2605B" w:rsidRDefault="000735A2" w:rsidP="00D2605B">
      <w:pPr>
        <w:pStyle w:val="Akapitzlist"/>
        <w:numPr>
          <w:ilvl w:val="0"/>
          <w:numId w:val="13"/>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Przedmiar robót,</w:t>
      </w:r>
    </w:p>
    <w:p w14:paraId="66BBF0A4" w14:textId="77777777" w:rsidR="00D64B20" w:rsidRDefault="005366A3" w:rsidP="00D2605B">
      <w:p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w</w:t>
      </w:r>
      <w:r w:rsidR="00105D4C" w:rsidRPr="00D2605B">
        <w:rPr>
          <w:rFonts w:ascii="Times New Roman" w:eastAsia="TimesNewRomanPSMT" w:hAnsi="Times New Roman" w:cs="Times New Roman"/>
          <w:bCs/>
          <w:sz w:val="24"/>
          <w:szCs w:val="24"/>
        </w:rPr>
        <w:t xml:space="preserve">ykonanymi przez </w:t>
      </w:r>
      <w:r w:rsidR="008764E9" w:rsidRPr="00D2605B">
        <w:rPr>
          <w:rFonts w:ascii="Times New Roman" w:eastAsia="TimesNewRomanPSMT" w:hAnsi="Times New Roman" w:cs="Times New Roman"/>
          <w:bCs/>
          <w:sz w:val="24"/>
          <w:szCs w:val="24"/>
        </w:rPr>
        <w:t xml:space="preserve">Biuro Studiów i Projektów Budownictwa Wodnego </w:t>
      </w:r>
      <w:proofErr w:type="spellStart"/>
      <w:r w:rsidR="008764E9" w:rsidRPr="00D2605B">
        <w:rPr>
          <w:rFonts w:ascii="Times New Roman" w:eastAsia="TimesNewRomanPSMT" w:hAnsi="Times New Roman" w:cs="Times New Roman"/>
          <w:bCs/>
          <w:sz w:val="24"/>
          <w:szCs w:val="24"/>
        </w:rPr>
        <w:t>Hydroprojekt</w:t>
      </w:r>
      <w:proofErr w:type="spellEnd"/>
      <w:r w:rsidR="008764E9" w:rsidRPr="00D2605B">
        <w:rPr>
          <w:rFonts w:ascii="Times New Roman" w:eastAsia="TimesNewRomanPSMT" w:hAnsi="Times New Roman" w:cs="Times New Roman"/>
          <w:bCs/>
          <w:sz w:val="24"/>
          <w:szCs w:val="24"/>
        </w:rPr>
        <w:t xml:space="preserve"> Sp. z o. o. Poznań, 2020 r.</w:t>
      </w:r>
      <w:r w:rsidR="00A60B30" w:rsidRPr="00D2605B">
        <w:rPr>
          <w:rFonts w:ascii="Times New Roman" w:eastAsia="TimesNewRomanPSMT" w:hAnsi="Times New Roman" w:cs="Times New Roman"/>
          <w:bCs/>
          <w:sz w:val="24"/>
          <w:szCs w:val="24"/>
        </w:rPr>
        <w:t xml:space="preserve"> oraz </w:t>
      </w:r>
    </w:p>
    <w:p w14:paraId="530BB16C" w14:textId="77777777" w:rsidR="00D64B20" w:rsidRPr="004B45F9" w:rsidRDefault="00D64B20" w:rsidP="00D64B20">
      <w:pPr>
        <w:pStyle w:val="Akapitzlist"/>
        <w:numPr>
          <w:ilvl w:val="0"/>
          <w:numId w:val="13"/>
        </w:numPr>
        <w:spacing w:after="0"/>
        <w:jc w:val="both"/>
        <w:rPr>
          <w:rFonts w:ascii="Times New Roman" w:eastAsia="TimesNewRomanPSMT" w:hAnsi="Times New Roman" w:cs="Times New Roman"/>
          <w:bCs/>
          <w:sz w:val="24"/>
          <w:szCs w:val="24"/>
        </w:rPr>
      </w:pPr>
      <w:r w:rsidRPr="004B45F9">
        <w:rPr>
          <w:rFonts w:ascii="Times New Roman" w:eastAsia="TimesNewRomanPSMT" w:hAnsi="Times New Roman" w:cs="Times New Roman"/>
          <w:bCs/>
          <w:sz w:val="24"/>
          <w:szCs w:val="24"/>
        </w:rPr>
        <w:lastRenderedPageBreak/>
        <w:t>Kopie: zgłoszenie wykonania robót budowlanych i odpowiedz na zgłoszenie, zaświadczenie Natura 2000, zgłoszenie z art. 118 ustawy o ochronie przyrody,</w:t>
      </w:r>
    </w:p>
    <w:p w14:paraId="02A26104" w14:textId="77777777" w:rsidR="00837698" w:rsidRPr="007712F9" w:rsidRDefault="00D64B20" w:rsidP="00D64B20">
      <w:pPr>
        <w:pStyle w:val="Akapitzlist"/>
        <w:numPr>
          <w:ilvl w:val="0"/>
          <w:numId w:val="13"/>
        </w:numPr>
        <w:spacing w:after="0"/>
        <w:jc w:val="both"/>
        <w:rPr>
          <w:rFonts w:ascii="Times New Roman" w:eastAsia="TimesNewRomanPSMT" w:hAnsi="Times New Roman" w:cs="Times New Roman"/>
          <w:bCs/>
          <w:sz w:val="24"/>
          <w:szCs w:val="24"/>
        </w:rPr>
      </w:pPr>
      <w:r w:rsidRPr="004B45F9">
        <w:rPr>
          <w:rFonts w:ascii="Times New Roman" w:hAnsi="Times New Roman" w:cs="Times New Roman"/>
          <w:color w:val="000000"/>
          <w:sz w:val="24"/>
          <w:szCs w:val="24"/>
          <w:shd w:val="clear" w:color="auto" w:fill="FFFFFF"/>
        </w:rPr>
        <w:t>Zarządzenie Regionalnego Dyrektora Ochrony Środowiska w Bydgoszczy z dnia 3 grudnia 2018 r. w sprawie ustanowienia planu ochrony dla re</w:t>
      </w:r>
      <w:r>
        <w:rPr>
          <w:rFonts w:ascii="Times New Roman" w:hAnsi="Times New Roman" w:cs="Times New Roman"/>
          <w:color w:val="000000"/>
          <w:sz w:val="24"/>
          <w:szCs w:val="24"/>
          <w:shd w:val="clear" w:color="auto" w:fill="FFFFFF"/>
        </w:rPr>
        <w:t>zerwatu przyrody „Bagno Mostki”</w:t>
      </w:r>
      <w:r w:rsidRPr="004B45F9">
        <w:rPr>
          <w:rFonts w:ascii="Times New Roman" w:hAnsi="Times New Roman" w:cs="Times New Roman"/>
          <w:color w:val="000000"/>
          <w:sz w:val="24"/>
          <w:szCs w:val="24"/>
          <w:shd w:val="clear" w:color="auto" w:fill="FFFFFF"/>
        </w:rPr>
        <w:t xml:space="preserve"> (Dz. Urz. Woj. Kuj-Pom. poz. 6149)</w:t>
      </w:r>
      <w:r w:rsidR="00A60B30" w:rsidRPr="007712F9">
        <w:rPr>
          <w:rFonts w:ascii="Times New Roman" w:eastAsia="TimesNewRomanPSMT" w:hAnsi="Times New Roman" w:cs="Times New Roman"/>
          <w:bCs/>
          <w:sz w:val="24"/>
          <w:szCs w:val="24"/>
        </w:rPr>
        <w:t>.</w:t>
      </w:r>
    </w:p>
    <w:p w14:paraId="3418A9DD" w14:textId="77777777" w:rsidR="00E04143" w:rsidRPr="00E04143" w:rsidRDefault="00E04143" w:rsidP="00E04143">
      <w:pPr>
        <w:pStyle w:val="Akapitzlist"/>
        <w:numPr>
          <w:ilvl w:val="0"/>
          <w:numId w:val="2"/>
        </w:numPr>
        <w:spacing w:after="0"/>
        <w:jc w:val="both"/>
        <w:rPr>
          <w:rFonts w:ascii="Times New Roman" w:hAnsi="Times New Roman" w:cs="Times New Roman"/>
          <w:b/>
          <w:sz w:val="24"/>
          <w:szCs w:val="24"/>
        </w:rPr>
      </w:pPr>
      <w:r w:rsidRPr="00E04143">
        <w:rPr>
          <w:rFonts w:ascii="Times New Roman" w:hAnsi="Times New Roman" w:cs="Times New Roman"/>
          <w:sz w:val="24"/>
          <w:szCs w:val="24"/>
        </w:rPr>
        <w:t>Wykonawca wykonuje wszystkie działania i prace określone według niniejszego Opisu przedmiotu zamówienia i umowy w ramach środków finansowych określonych umową w § 4 ust. 1. Zamawiający nie pokrywa dodatkowych kosztów realizacji</w:t>
      </w:r>
      <w:r w:rsidRPr="00E04143">
        <w:rPr>
          <w:rFonts w:ascii="Times New Roman" w:hAnsi="Times New Roman" w:cs="Times New Roman"/>
          <w:b/>
          <w:sz w:val="24"/>
          <w:szCs w:val="24"/>
        </w:rPr>
        <w:t xml:space="preserve"> </w:t>
      </w:r>
      <w:r w:rsidRPr="00E04143">
        <w:rPr>
          <w:rFonts w:ascii="Times New Roman" w:hAnsi="Times New Roman" w:cs="Times New Roman"/>
          <w:sz w:val="24"/>
          <w:szCs w:val="24"/>
        </w:rPr>
        <w:t>niniejszej umowy (w</w:t>
      </w:r>
      <w:r w:rsidRPr="00E04143">
        <w:rPr>
          <w:rFonts w:ascii="Times New Roman" w:hAnsi="Times New Roman" w:cs="Times New Roman"/>
          <w:b/>
          <w:sz w:val="24"/>
          <w:szCs w:val="24"/>
        </w:rPr>
        <w:t xml:space="preserve"> </w:t>
      </w:r>
      <w:r w:rsidRPr="00E04143">
        <w:rPr>
          <w:rFonts w:ascii="Times New Roman" w:hAnsi="Times New Roman" w:cs="Times New Roman"/>
          <w:sz w:val="24"/>
          <w:szCs w:val="24"/>
        </w:rPr>
        <w:t>tym pobierania dodatkowych próbek materiałów, które budzą wątpliwości, co do jakości). Zapis ten zmienia treść zawartą w dokumentacji stanowiącej załączniki do</w:t>
      </w:r>
      <w:r w:rsidRPr="00E04143">
        <w:rPr>
          <w:rFonts w:ascii="Times New Roman" w:hAnsi="Times New Roman" w:cs="Times New Roman"/>
          <w:b/>
          <w:sz w:val="24"/>
          <w:szCs w:val="24"/>
        </w:rPr>
        <w:t> </w:t>
      </w:r>
      <w:r w:rsidRPr="00E04143">
        <w:rPr>
          <w:rFonts w:ascii="Times New Roman" w:hAnsi="Times New Roman" w:cs="Times New Roman"/>
          <w:sz w:val="24"/>
          <w:szCs w:val="24"/>
        </w:rPr>
        <w:t>niniejszego Opisu przedmiotu zamówienia, co do pokrywania kosztów przez Zamawiającego: „Na zlecenie inspektora nadzoru inwestorskiego Wykonawca będzie przeprowadzał dodatkowe badania materiałów, które budzą wątpliwości co do jakości, o ile kwestionowane materiały nie zostaną przez Wykonawcę usunięte z własnej woli. Koszty tych dodatkowych badań pokrywa Wykonawca tylko w przypadku stwierdzenia niezgodności z normami lub aprobatami technicznymi; w przeciwnym wypadku koszty te pokrywa Zamawiający.” Zamawiający nie pokrywa tych dodatkowych kosztów, które ma pokryć Wykonawca.</w:t>
      </w:r>
    </w:p>
    <w:p w14:paraId="3C2B8CD5" w14:textId="77777777" w:rsidR="00A54319" w:rsidRPr="00D2605B" w:rsidRDefault="00A54319" w:rsidP="00D2605B">
      <w:pPr>
        <w:pStyle w:val="Nagwek"/>
        <w:numPr>
          <w:ilvl w:val="0"/>
          <w:numId w:val="2"/>
        </w:numPr>
        <w:tabs>
          <w:tab w:val="clear" w:pos="4536"/>
          <w:tab w:val="clear" w:pos="9072"/>
        </w:tabs>
        <w:spacing w:line="276" w:lineRule="auto"/>
        <w:jc w:val="both"/>
        <w:rPr>
          <w:rFonts w:ascii="Times New Roman" w:hAnsi="Times New Roman" w:cs="Times New Roman"/>
          <w:sz w:val="24"/>
          <w:szCs w:val="24"/>
        </w:rPr>
      </w:pPr>
      <w:r w:rsidRPr="00D2605B">
        <w:rPr>
          <w:rFonts w:ascii="Times New Roman" w:hAnsi="Times New Roman" w:cs="Times New Roman"/>
          <w:sz w:val="24"/>
          <w:szCs w:val="24"/>
        </w:rPr>
        <w:t xml:space="preserve">Przedmiotem przedsięwzięcia jest ograniczenie odpływu wód z największego </w:t>
      </w:r>
      <w:r w:rsidRPr="00D2605B">
        <w:rPr>
          <w:rFonts w:ascii="Times New Roman" w:hAnsi="Times New Roman" w:cs="Times New Roman"/>
          <w:sz w:val="24"/>
          <w:szCs w:val="24"/>
        </w:rPr>
        <w:br/>
        <w:t xml:space="preserve">i najcenniejszego torfowiska II poprzez groblę oddzielającą je od torfowiska III położonego </w:t>
      </w:r>
      <w:r w:rsidRPr="00D2605B">
        <w:rPr>
          <w:rFonts w:ascii="Times New Roman" w:hAnsi="Times New Roman" w:cs="Times New Roman"/>
          <w:sz w:val="24"/>
          <w:szCs w:val="24"/>
        </w:rPr>
        <w:br/>
        <w:t>w południowej części rezerwatu Bagno Mostki. Obserwowany odpływ wód powoduje przesuszenie torfowiska a w konsekwencji zmianę szaty roślinnej (zanikanie gatunków przyrodniczo cennych i ekspansję na ich miejsce gatunków niepożądanych). Zahamowanie (spowolnienie) przepływu wód będzie przeciwdziałać tym procesom – utrzymanie zwiększonej wilgotności w obrębie najcenniejszego przyrodniczo</w:t>
      </w:r>
      <w:r w:rsidR="00AC1435">
        <w:rPr>
          <w:rFonts w:ascii="Times New Roman" w:hAnsi="Times New Roman" w:cs="Times New Roman"/>
          <w:sz w:val="24"/>
          <w:szCs w:val="24"/>
        </w:rPr>
        <w:t xml:space="preserve"> torfowiska</w:t>
      </w:r>
      <w:r w:rsidRPr="00D2605B">
        <w:rPr>
          <w:rFonts w:ascii="Times New Roman" w:hAnsi="Times New Roman" w:cs="Times New Roman"/>
          <w:sz w:val="24"/>
          <w:szCs w:val="24"/>
        </w:rPr>
        <w:t>. Docelowym efektem po</w:t>
      </w:r>
      <w:r w:rsidR="0021451B">
        <w:rPr>
          <w:rFonts w:ascii="Times New Roman" w:hAnsi="Times New Roman" w:cs="Times New Roman"/>
          <w:sz w:val="24"/>
          <w:szCs w:val="24"/>
        </w:rPr>
        <w:t>d</w:t>
      </w:r>
      <w:r w:rsidRPr="00D2605B">
        <w:rPr>
          <w:rFonts w:ascii="Times New Roman" w:hAnsi="Times New Roman" w:cs="Times New Roman"/>
          <w:sz w:val="24"/>
          <w:szCs w:val="24"/>
        </w:rPr>
        <w:t>jętych prac będzie przywrócenie torfowiska do stanu naturalnego.</w:t>
      </w:r>
    </w:p>
    <w:p w14:paraId="6DC69693" w14:textId="77777777" w:rsidR="00A54319" w:rsidRPr="00D2605B" w:rsidRDefault="00A54319" w:rsidP="00D2605B">
      <w:pPr>
        <w:pStyle w:val="Nagwek"/>
        <w:tabs>
          <w:tab w:val="clear" w:pos="4536"/>
          <w:tab w:val="clear" w:pos="9072"/>
        </w:tabs>
        <w:spacing w:line="276" w:lineRule="auto"/>
        <w:jc w:val="both"/>
        <w:rPr>
          <w:rFonts w:ascii="Times New Roman" w:hAnsi="Times New Roman" w:cs="Times New Roman"/>
          <w:sz w:val="24"/>
          <w:szCs w:val="24"/>
        </w:rPr>
      </w:pPr>
      <w:r w:rsidRPr="00D2605B">
        <w:rPr>
          <w:rFonts w:ascii="Times New Roman" w:hAnsi="Times New Roman" w:cs="Times New Roman"/>
          <w:sz w:val="24"/>
          <w:szCs w:val="24"/>
        </w:rPr>
        <w:tab/>
        <w:t>Zakres rzeczowy przedsięwzięcia będzie obejmował remont przedmiotowej grobli poprzez jej doszczelnienie – wbicie ścianki szczelnej w korpus grobli. Przedsięwzięcie przyczyni się do zwiększenia zdolności retencyjnych na przedmiotowym obszarze oraz spowolnienia spływu wód podziemnych.</w:t>
      </w:r>
    </w:p>
    <w:p w14:paraId="768B8560" w14:textId="77777777" w:rsidR="00EE3743" w:rsidRPr="00D2605B" w:rsidRDefault="00EE3743" w:rsidP="00D2605B">
      <w:pPr>
        <w:pStyle w:val="Akapitzlist"/>
        <w:numPr>
          <w:ilvl w:val="0"/>
          <w:numId w:val="2"/>
        </w:numPr>
        <w:spacing w:after="0"/>
        <w:rPr>
          <w:rFonts w:ascii="Times New Roman" w:hAnsi="Times New Roman" w:cs="Times New Roman"/>
          <w:sz w:val="24"/>
          <w:szCs w:val="24"/>
        </w:rPr>
      </w:pPr>
      <w:r w:rsidRPr="00D2605B">
        <w:rPr>
          <w:rFonts w:ascii="Times New Roman" w:hAnsi="Times New Roman" w:cs="Times New Roman"/>
          <w:sz w:val="24"/>
          <w:szCs w:val="24"/>
        </w:rPr>
        <w:t>Przedmiotowe przedsięwzięcie zostanie zrealizowane w następującej  kolejności prac:</w:t>
      </w:r>
    </w:p>
    <w:p w14:paraId="6188BD5E" w14:textId="77777777" w:rsidR="00EE3743" w:rsidRPr="00D2605B" w:rsidRDefault="00EE3743" w:rsidP="00D2605B">
      <w:pPr>
        <w:numPr>
          <w:ilvl w:val="0"/>
          <w:numId w:val="15"/>
        </w:numPr>
        <w:suppressAutoHyphens w:val="0"/>
        <w:spacing w:after="0"/>
        <w:rPr>
          <w:rFonts w:ascii="Times New Roman" w:hAnsi="Times New Roman" w:cs="Times New Roman"/>
          <w:sz w:val="24"/>
          <w:szCs w:val="24"/>
        </w:rPr>
      </w:pPr>
      <w:r w:rsidRPr="00D2605B">
        <w:rPr>
          <w:rFonts w:ascii="Times New Roman" w:hAnsi="Times New Roman" w:cs="Times New Roman"/>
          <w:sz w:val="24"/>
          <w:szCs w:val="24"/>
        </w:rPr>
        <w:t>wytyczenie geodezyjne,</w:t>
      </w:r>
    </w:p>
    <w:p w14:paraId="55D5A4FA" w14:textId="7200E416" w:rsidR="00EE3743" w:rsidRPr="00D2605B" w:rsidRDefault="00EE3743" w:rsidP="00D2605B">
      <w:pPr>
        <w:numPr>
          <w:ilvl w:val="0"/>
          <w:numId w:val="15"/>
        </w:numPr>
        <w:suppressAutoHyphens w:val="0"/>
        <w:spacing w:after="0"/>
        <w:rPr>
          <w:rFonts w:ascii="Times New Roman" w:hAnsi="Times New Roman" w:cs="Times New Roman"/>
          <w:sz w:val="24"/>
          <w:szCs w:val="24"/>
        </w:rPr>
      </w:pPr>
      <w:r w:rsidRPr="00D2605B">
        <w:rPr>
          <w:rFonts w:ascii="Times New Roman" w:hAnsi="Times New Roman" w:cs="Times New Roman"/>
          <w:sz w:val="24"/>
          <w:szCs w:val="24"/>
        </w:rPr>
        <w:t xml:space="preserve">usunięcie </w:t>
      </w:r>
      <w:proofErr w:type="spellStart"/>
      <w:r w:rsidRPr="00D2605B">
        <w:rPr>
          <w:rFonts w:ascii="Times New Roman" w:hAnsi="Times New Roman" w:cs="Times New Roman"/>
          <w:sz w:val="24"/>
          <w:szCs w:val="24"/>
        </w:rPr>
        <w:t>z</w:t>
      </w:r>
      <w:r w:rsidR="00C05D3A">
        <w:rPr>
          <w:rFonts w:ascii="Times New Roman" w:hAnsi="Times New Roman" w:cs="Times New Roman"/>
          <w:sz w:val="24"/>
          <w:szCs w:val="24"/>
        </w:rPr>
        <w:t>akrzaczeń</w:t>
      </w:r>
      <w:proofErr w:type="spellEnd"/>
      <w:r w:rsidR="00C05D3A">
        <w:rPr>
          <w:rFonts w:ascii="Times New Roman" w:hAnsi="Times New Roman" w:cs="Times New Roman"/>
          <w:sz w:val="24"/>
          <w:szCs w:val="24"/>
        </w:rPr>
        <w:t xml:space="preserve">  i </w:t>
      </w:r>
      <w:r w:rsidR="00A74099">
        <w:rPr>
          <w:rFonts w:ascii="Times New Roman" w:hAnsi="Times New Roman" w:cs="Times New Roman"/>
          <w:sz w:val="24"/>
          <w:szCs w:val="24"/>
        </w:rPr>
        <w:t>podkrzesanie gałęzi</w:t>
      </w:r>
      <w:r w:rsidR="00C05D3A">
        <w:rPr>
          <w:rFonts w:ascii="Times New Roman" w:hAnsi="Times New Roman" w:cs="Times New Roman"/>
          <w:sz w:val="24"/>
          <w:szCs w:val="24"/>
        </w:rPr>
        <w:t xml:space="preserve"> sąsiadujących drzew</w:t>
      </w:r>
      <w:r w:rsidRPr="00D2605B">
        <w:rPr>
          <w:rFonts w:ascii="Times New Roman" w:hAnsi="Times New Roman" w:cs="Times New Roman"/>
          <w:sz w:val="24"/>
          <w:szCs w:val="24"/>
        </w:rPr>
        <w:t xml:space="preserve"> w osi wbicia ścianki,</w:t>
      </w:r>
    </w:p>
    <w:p w14:paraId="0026DEE5" w14:textId="77777777" w:rsidR="00EE3743" w:rsidRPr="00D2605B" w:rsidRDefault="00EE3743" w:rsidP="00D2605B">
      <w:pPr>
        <w:numPr>
          <w:ilvl w:val="0"/>
          <w:numId w:val="15"/>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prace ziemne – wykonanie rowka kierującego,</w:t>
      </w:r>
    </w:p>
    <w:p w14:paraId="6E41A306" w14:textId="77777777" w:rsidR="00EE3743" w:rsidRPr="00D2605B" w:rsidRDefault="00EE3743" w:rsidP="00D2605B">
      <w:pPr>
        <w:numPr>
          <w:ilvl w:val="0"/>
          <w:numId w:val="15"/>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wbicie ścianki szczelnej,</w:t>
      </w:r>
    </w:p>
    <w:p w14:paraId="671800FC" w14:textId="77777777" w:rsidR="00EE3743" w:rsidRPr="00D2605B" w:rsidRDefault="00EE3743" w:rsidP="00D2605B">
      <w:pPr>
        <w:numPr>
          <w:ilvl w:val="0"/>
          <w:numId w:val="15"/>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zasypanie rowka kierującego,</w:t>
      </w:r>
    </w:p>
    <w:p w14:paraId="1EEAA9AD" w14:textId="77777777" w:rsidR="00EE3743" w:rsidRPr="00D2605B" w:rsidRDefault="00EE3743" w:rsidP="00D2605B">
      <w:pPr>
        <w:numPr>
          <w:ilvl w:val="0"/>
          <w:numId w:val="15"/>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uporządkowanie placu budowy oraz przywrócenie do stanu pierwotnego terenów przyległych,</w:t>
      </w:r>
    </w:p>
    <w:p w14:paraId="2B7C1B6E" w14:textId="77777777" w:rsidR="00E72F2A" w:rsidRPr="00D2605B" w:rsidRDefault="00EE3743" w:rsidP="00D2605B">
      <w:pPr>
        <w:numPr>
          <w:ilvl w:val="0"/>
          <w:numId w:val="15"/>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odbiór techniczny wykonanych prac.</w:t>
      </w:r>
    </w:p>
    <w:p w14:paraId="53350CAC" w14:textId="3A242367" w:rsidR="006572C2" w:rsidRPr="00D2605B" w:rsidRDefault="00E72F2A" w:rsidP="00D2605B">
      <w:pPr>
        <w:pStyle w:val="Akapitzlist"/>
        <w:numPr>
          <w:ilvl w:val="0"/>
          <w:numId w:val="2"/>
        </w:numPr>
        <w:shd w:val="clear" w:color="auto" w:fill="FFFFFF"/>
        <w:suppressAutoHyphens w:val="0"/>
        <w:spacing w:after="0"/>
        <w:ind w:left="180"/>
        <w:jc w:val="both"/>
        <w:textAlignment w:val="baseline"/>
        <w:rPr>
          <w:rFonts w:ascii="Times New Roman" w:hAnsi="Times New Roman" w:cs="Times New Roman"/>
          <w:b/>
          <w:sz w:val="24"/>
          <w:szCs w:val="24"/>
        </w:rPr>
      </w:pPr>
      <w:r w:rsidRPr="00D56376">
        <w:rPr>
          <w:rFonts w:ascii="Times New Roman" w:eastAsia="Times New Roman" w:hAnsi="Times New Roman" w:cs="Times New Roman"/>
          <w:sz w:val="24"/>
          <w:szCs w:val="24"/>
          <w:lang w:eastAsia="pl-PL"/>
        </w:rPr>
        <w:t>Uprawniony do wytyczenia geodezyjnego geodeta</w:t>
      </w:r>
      <w:r w:rsidR="008260E1" w:rsidRPr="00D56376">
        <w:rPr>
          <w:rFonts w:ascii="Times New Roman" w:eastAsia="Times New Roman" w:hAnsi="Times New Roman" w:cs="Times New Roman"/>
          <w:sz w:val="24"/>
          <w:szCs w:val="24"/>
          <w:lang w:eastAsia="pl-PL"/>
        </w:rPr>
        <w:t xml:space="preserve"> </w:t>
      </w:r>
      <w:r w:rsidR="003F367D" w:rsidRPr="00D56376">
        <w:rPr>
          <w:rFonts w:ascii="Times New Roman" w:eastAsia="Times New Roman" w:hAnsi="Times New Roman" w:cs="Times New Roman"/>
          <w:sz w:val="24"/>
          <w:szCs w:val="24"/>
          <w:lang w:eastAsia="pl-PL"/>
        </w:rPr>
        <w:t xml:space="preserve">(uprawnienia nadane zgodnie z Prawem geodezyjnym i kartograficznym) </w:t>
      </w:r>
      <w:r w:rsidR="008260E1" w:rsidRPr="00D56376">
        <w:rPr>
          <w:rFonts w:ascii="Times New Roman" w:eastAsia="Times New Roman" w:hAnsi="Times New Roman" w:cs="Times New Roman"/>
          <w:sz w:val="24"/>
          <w:szCs w:val="24"/>
          <w:lang w:eastAsia="pl-PL"/>
        </w:rPr>
        <w:t>wymieniony przez Wykonawcę</w:t>
      </w:r>
      <w:r w:rsidR="00FB7BCC" w:rsidRPr="00D56376">
        <w:rPr>
          <w:rFonts w:ascii="Times New Roman" w:eastAsia="Times New Roman" w:hAnsi="Times New Roman" w:cs="Times New Roman"/>
          <w:sz w:val="24"/>
          <w:szCs w:val="24"/>
          <w:lang w:eastAsia="pl-PL"/>
        </w:rPr>
        <w:t xml:space="preserve"> </w:t>
      </w:r>
      <w:r w:rsidR="008260E1" w:rsidRPr="00D56376">
        <w:rPr>
          <w:rFonts w:ascii="Times New Roman" w:hAnsi="Times New Roman" w:cs="Times New Roman"/>
          <w:sz w:val="24"/>
          <w:szCs w:val="24"/>
        </w:rPr>
        <w:t xml:space="preserve">w „Wykazie osób które będą uczestniczyć w wykonywaniu zamówienia” </w:t>
      </w:r>
      <w:r w:rsidR="00B76ABA" w:rsidRPr="00B76ABA">
        <w:rPr>
          <w:rFonts w:ascii="Times New Roman" w:hAnsi="Times New Roman" w:cs="Times New Roman"/>
          <w:color w:val="000000"/>
          <w:sz w:val="24"/>
          <w:szCs w:val="24"/>
        </w:rPr>
        <w:t>(który stanowi element oferty Wykonawcy, która stanowi załącznik nr 3 do niniejszej umowy)</w:t>
      </w:r>
      <w:r w:rsidR="008260E1" w:rsidRPr="00B76ABA">
        <w:rPr>
          <w:rFonts w:ascii="Times New Roman" w:hAnsi="Times New Roman" w:cs="Times New Roman"/>
          <w:sz w:val="24"/>
          <w:szCs w:val="24"/>
        </w:rPr>
        <w:t>,</w:t>
      </w:r>
      <w:r w:rsidR="008260E1" w:rsidRPr="00D56376">
        <w:rPr>
          <w:rFonts w:ascii="Times New Roman" w:hAnsi="Times New Roman" w:cs="Times New Roman"/>
          <w:sz w:val="24"/>
          <w:szCs w:val="24"/>
        </w:rPr>
        <w:t xml:space="preserve"> </w:t>
      </w:r>
      <w:r w:rsidR="00072DF7">
        <w:rPr>
          <w:rFonts w:ascii="Times New Roman" w:hAnsi="Times New Roman" w:cs="Times New Roman"/>
          <w:sz w:val="24"/>
          <w:szCs w:val="24"/>
        </w:rPr>
        <w:t>którymi dysponuje Wykonawca,</w:t>
      </w:r>
      <w:r w:rsidRPr="00D2605B">
        <w:rPr>
          <w:rFonts w:ascii="Times New Roman" w:eastAsia="Times New Roman" w:hAnsi="Times New Roman" w:cs="Times New Roman"/>
          <w:sz w:val="24"/>
          <w:szCs w:val="24"/>
          <w:lang w:eastAsia="pl-PL"/>
        </w:rPr>
        <w:t xml:space="preserve"> ma obowiązek wytyczenia obiektu w terenie oraz dokonywania </w:t>
      </w:r>
      <w:r w:rsidRPr="00D2605B">
        <w:rPr>
          <w:rFonts w:ascii="Times New Roman" w:eastAsia="Times New Roman" w:hAnsi="Times New Roman" w:cs="Times New Roman"/>
          <w:bCs/>
          <w:sz w:val="24"/>
          <w:szCs w:val="24"/>
          <w:bdr w:val="none" w:sz="0" w:space="0" w:color="auto" w:frame="1"/>
          <w:lang w:eastAsia="pl-PL"/>
        </w:rPr>
        <w:t>pomiarów kontrolnych, które należy przeprowadzić w trakcie wykonywania budowy</w:t>
      </w:r>
      <w:r w:rsidRPr="00D2605B">
        <w:rPr>
          <w:rFonts w:ascii="Times New Roman" w:eastAsia="Times New Roman" w:hAnsi="Times New Roman" w:cs="Times New Roman"/>
          <w:sz w:val="24"/>
          <w:szCs w:val="24"/>
          <w:lang w:eastAsia="pl-PL"/>
        </w:rPr>
        <w:t xml:space="preserve">. Wyniki przeprowadzonych czynności geodeta </w:t>
      </w:r>
      <w:r w:rsidR="009F02F7">
        <w:rPr>
          <w:rFonts w:ascii="Times New Roman" w:eastAsia="Times New Roman" w:hAnsi="Times New Roman" w:cs="Times New Roman"/>
          <w:sz w:val="24"/>
          <w:szCs w:val="24"/>
          <w:lang w:eastAsia="pl-PL"/>
        </w:rPr>
        <w:t>wpisuje do dziennika budowy. Po </w:t>
      </w:r>
      <w:r w:rsidRPr="00D2605B">
        <w:rPr>
          <w:rFonts w:ascii="Times New Roman" w:eastAsia="Times New Roman" w:hAnsi="Times New Roman" w:cs="Times New Roman"/>
          <w:sz w:val="24"/>
          <w:szCs w:val="24"/>
          <w:lang w:eastAsia="pl-PL"/>
        </w:rPr>
        <w:t>zakończeniu prac budowlanych, a jeszcze przed oddaniem obiektu, </w:t>
      </w:r>
      <w:r w:rsidRPr="00D2605B">
        <w:rPr>
          <w:rFonts w:ascii="Times New Roman" w:eastAsia="Times New Roman" w:hAnsi="Times New Roman" w:cs="Times New Roman"/>
          <w:bCs/>
          <w:sz w:val="24"/>
          <w:szCs w:val="24"/>
          <w:bdr w:val="none" w:sz="0" w:space="0" w:color="auto" w:frame="1"/>
          <w:lang w:eastAsia="pl-PL"/>
        </w:rPr>
        <w:t>geodeta przeprowadza pomiar stanu wyjściowego</w:t>
      </w:r>
      <w:r w:rsidRPr="00D2605B">
        <w:rPr>
          <w:rFonts w:ascii="Times New Roman" w:eastAsia="Times New Roman" w:hAnsi="Times New Roman" w:cs="Times New Roman"/>
          <w:sz w:val="24"/>
          <w:szCs w:val="24"/>
          <w:lang w:eastAsia="pl-PL"/>
        </w:rPr>
        <w:t> obiektu. Wszelkie materiały potrzebne do wytyczenia geodezyjnego</w:t>
      </w:r>
      <w:r w:rsidR="00EE208E" w:rsidRPr="00D2605B">
        <w:rPr>
          <w:rFonts w:ascii="Times New Roman" w:eastAsia="Times New Roman" w:hAnsi="Times New Roman" w:cs="Times New Roman"/>
          <w:sz w:val="24"/>
          <w:szCs w:val="24"/>
          <w:lang w:eastAsia="pl-PL"/>
        </w:rPr>
        <w:t xml:space="preserve"> </w:t>
      </w:r>
      <w:r w:rsidR="005618BA" w:rsidRPr="00D2605B">
        <w:rPr>
          <w:rFonts w:ascii="Times New Roman" w:eastAsia="Times New Roman" w:hAnsi="Times New Roman" w:cs="Times New Roman"/>
          <w:sz w:val="24"/>
          <w:szCs w:val="24"/>
          <w:lang w:eastAsia="pl-PL"/>
        </w:rPr>
        <w:t xml:space="preserve">(m.in. </w:t>
      </w:r>
      <w:r w:rsidR="00B45BDD" w:rsidRPr="00D2605B">
        <w:rPr>
          <w:rFonts w:ascii="Times New Roman" w:eastAsia="Times New Roman" w:hAnsi="Times New Roman" w:cs="Times New Roman"/>
          <w:sz w:val="24"/>
          <w:szCs w:val="24"/>
          <w:lang w:eastAsia="pl-PL"/>
        </w:rPr>
        <w:t xml:space="preserve">znaki geodezyjne </w:t>
      </w:r>
      <w:r w:rsidR="005618BA" w:rsidRPr="00D2605B">
        <w:rPr>
          <w:rFonts w:ascii="Times New Roman" w:eastAsia="Times New Roman" w:hAnsi="Times New Roman" w:cs="Times New Roman"/>
          <w:sz w:val="24"/>
          <w:szCs w:val="24"/>
          <w:lang w:eastAsia="pl-PL"/>
        </w:rPr>
        <w:t xml:space="preserve">repery) </w:t>
      </w:r>
      <w:r w:rsidR="00EE208E" w:rsidRPr="00D2605B">
        <w:rPr>
          <w:rFonts w:ascii="Times New Roman" w:eastAsia="Times New Roman" w:hAnsi="Times New Roman" w:cs="Times New Roman"/>
          <w:sz w:val="24"/>
          <w:szCs w:val="24"/>
          <w:lang w:eastAsia="pl-PL"/>
        </w:rPr>
        <w:t xml:space="preserve">zapewnia </w:t>
      </w:r>
      <w:r w:rsidRPr="00D2605B">
        <w:rPr>
          <w:rFonts w:ascii="Times New Roman" w:eastAsia="Times New Roman" w:hAnsi="Times New Roman" w:cs="Times New Roman"/>
          <w:sz w:val="24"/>
          <w:szCs w:val="24"/>
          <w:lang w:eastAsia="pl-PL"/>
        </w:rPr>
        <w:t>Wykonawca</w:t>
      </w:r>
      <w:r w:rsidR="006F2DDD">
        <w:rPr>
          <w:rFonts w:ascii="Times New Roman" w:eastAsia="Times New Roman" w:hAnsi="Times New Roman" w:cs="Times New Roman"/>
          <w:sz w:val="24"/>
          <w:szCs w:val="24"/>
          <w:lang w:eastAsia="pl-PL"/>
        </w:rPr>
        <w:t xml:space="preserve"> </w:t>
      </w:r>
      <w:r w:rsidR="006F2DDD">
        <w:rPr>
          <w:rStyle w:val="markedcontent"/>
          <w:rFonts w:ascii="Times New Roman" w:hAnsi="Times New Roman" w:cs="Times New Roman"/>
          <w:sz w:val="24"/>
          <w:szCs w:val="24"/>
        </w:rPr>
        <w:t>(pokrywa</w:t>
      </w:r>
      <w:r w:rsidR="006F2DDD" w:rsidRPr="006F2DDD">
        <w:rPr>
          <w:rStyle w:val="markedcontent"/>
          <w:rFonts w:ascii="Times New Roman" w:hAnsi="Times New Roman" w:cs="Times New Roman"/>
          <w:sz w:val="24"/>
          <w:szCs w:val="24"/>
        </w:rPr>
        <w:t xml:space="preserve"> koszty </w:t>
      </w:r>
      <w:r w:rsidR="006F2DDD">
        <w:rPr>
          <w:rStyle w:val="markedcontent"/>
          <w:rFonts w:ascii="Times New Roman" w:hAnsi="Times New Roman" w:cs="Times New Roman"/>
          <w:sz w:val="24"/>
          <w:szCs w:val="24"/>
        </w:rPr>
        <w:t>ich</w:t>
      </w:r>
      <w:r w:rsidR="006F2DDD" w:rsidRPr="006F2DDD">
        <w:rPr>
          <w:rStyle w:val="markedcontent"/>
          <w:rFonts w:ascii="Times New Roman" w:hAnsi="Times New Roman" w:cs="Times New Roman"/>
          <w:sz w:val="24"/>
          <w:szCs w:val="24"/>
        </w:rPr>
        <w:t xml:space="preserve"> zakupu)</w:t>
      </w:r>
      <w:r w:rsidR="006F2DDD" w:rsidRPr="00766AD8">
        <w:rPr>
          <w:rStyle w:val="markedcontent"/>
          <w:rFonts w:ascii="Times New Roman" w:hAnsi="Times New Roman" w:cs="Times New Roman"/>
          <w:color w:val="FF0000"/>
          <w:sz w:val="24"/>
          <w:szCs w:val="24"/>
        </w:rPr>
        <w:t xml:space="preserve"> </w:t>
      </w:r>
      <w:r w:rsidRPr="00D2605B">
        <w:rPr>
          <w:rFonts w:ascii="Times New Roman" w:eastAsia="Times New Roman" w:hAnsi="Times New Roman" w:cs="Times New Roman"/>
          <w:sz w:val="24"/>
          <w:szCs w:val="24"/>
          <w:lang w:eastAsia="pl-PL"/>
        </w:rPr>
        <w:t xml:space="preserve"> w ramach realizacji niniejszej umowy</w:t>
      </w:r>
      <w:r w:rsidR="00641384" w:rsidRPr="00D2605B">
        <w:rPr>
          <w:rFonts w:ascii="Times New Roman" w:eastAsia="Times New Roman" w:hAnsi="Times New Roman" w:cs="Times New Roman"/>
          <w:sz w:val="24"/>
          <w:szCs w:val="24"/>
          <w:lang w:eastAsia="pl-PL"/>
        </w:rPr>
        <w:t xml:space="preserve"> oraz dok</w:t>
      </w:r>
      <w:r w:rsidR="009F02F7">
        <w:rPr>
          <w:rFonts w:ascii="Times New Roman" w:eastAsia="Times New Roman" w:hAnsi="Times New Roman" w:cs="Times New Roman"/>
          <w:sz w:val="24"/>
          <w:szCs w:val="24"/>
          <w:lang w:eastAsia="pl-PL"/>
        </w:rPr>
        <w:t>onuje on niezbędnych zgłoszeń i </w:t>
      </w:r>
      <w:r w:rsidR="00641384" w:rsidRPr="00D2605B">
        <w:rPr>
          <w:rFonts w:ascii="Times New Roman" w:eastAsia="Times New Roman" w:hAnsi="Times New Roman" w:cs="Times New Roman"/>
          <w:sz w:val="24"/>
          <w:szCs w:val="24"/>
          <w:lang w:eastAsia="pl-PL"/>
        </w:rPr>
        <w:t>czynności związanych z wytyczeniem geodezyjnym w ramach niniejszego zadania</w:t>
      </w:r>
      <w:r w:rsidRPr="00D2605B">
        <w:rPr>
          <w:rFonts w:ascii="Times New Roman" w:eastAsia="Times New Roman" w:hAnsi="Times New Roman" w:cs="Times New Roman"/>
          <w:sz w:val="24"/>
          <w:szCs w:val="24"/>
          <w:lang w:eastAsia="pl-PL"/>
        </w:rPr>
        <w:t>.</w:t>
      </w:r>
    </w:p>
    <w:p w14:paraId="353407CA" w14:textId="5A85A4CD" w:rsidR="006572C2" w:rsidRPr="0095139D" w:rsidRDefault="006572C2" w:rsidP="00D2605B">
      <w:pPr>
        <w:pStyle w:val="Akapitzlist"/>
        <w:numPr>
          <w:ilvl w:val="0"/>
          <w:numId w:val="2"/>
        </w:numPr>
        <w:shd w:val="clear" w:color="auto" w:fill="FFFFFF"/>
        <w:suppressAutoHyphens w:val="0"/>
        <w:spacing w:after="0"/>
        <w:ind w:left="180"/>
        <w:jc w:val="both"/>
        <w:textAlignment w:val="baseline"/>
        <w:rPr>
          <w:rFonts w:ascii="Times New Roman" w:hAnsi="Times New Roman" w:cs="Times New Roman"/>
          <w:b/>
          <w:sz w:val="24"/>
          <w:szCs w:val="24"/>
        </w:rPr>
      </w:pPr>
      <w:r w:rsidRPr="00D2605B">
        <w:rPr>
          <w:rFonts w:ascii="Times New Roman" w:hAnsi="Times New Roman" w:cs="Times New Roman"/>
          <w:sz w:val="24"/>
          <w:szCs w:val="24"/>
        </w:rPr>
        <w:t xml:space="preserve">Wszystkie krzewy oraz gałęzie drzew sąsiadujących wchodzące w kolizję z projektowanymi robotami należy usunąć/podkrzesać. Ostateczna liczba </w:t>
      </w:r>
      <w:proofErr w:type="spellStart"/>
      <w:r w:rsidRPr="00D2605B">
        <w:rPr>
          <w:rFonts w:ascii="Times New Roman" w:hAnsi="Times New Roman" w:cs="Times New Roman"/>
          <w:sz w:val="24"/>
          <w:szCs w:val="24"/>
        </w:rPr>
        <w:t>zakrzaczeń</w:t>
      </w:r>
      <w:proofErr w:type="spellEnd"/>
      <w:r w:rsidRPr="00D2605B">
        <w:rPr>
          <w:rFonts w:ascii="Times New Roman" w:hAnsi="Times New Roman" w:cs="Times New Roman"/>
          <w:sz w:val="24"/>
          <w:szCs w:val="24"/>
        </w:rPr>
        <w:t xml:space="preserve"> niezbędnych do usunięcia będzie zweryfikowana z Zamawiającym i Zarządcą terenu rezerwatu Nadleśnictwem Brodnica na etapie realizacji przedmiotowego przedsięwzięcia. </w:t>
      </w:r>
      <w:r w:rsidR="009F02F7">
        <w:rPr>
          <w:rFonts w:ascii="Times New Roman" w:hAnsi="Times New Roman" w:cs="Times New Roman"/>
          <w:sz w:val="24"/>
          <w:szCs w:val="24"/>
        </w:rPr>
        <w:t>Miejsce składowania na </w:t>
      </w:r>
      <w:r w:rsidRPr="0095139D">
        <w:rPr>
          <w:rFonts w:ascii="Times New Roman" w:hAnsi="Times New Roman" w:cs="Times New Roman"/>
          <w:sz w:val="24"/>
          <w:szCs w:val="24"/>
        </w:rPr>
        <w:t>obszarze działki inwestycyjnej</w:t>
      </w:r>
      <w:r w:rsidR="007F20EA" w:rsidRPr="0095139D">
        <w:rPr>
          <w:rFonts w:ascii="Times New Roman" w:hAnsi="Times New Roman" w:cs="Times New Roman"/>
          <w:sz w:val="24"/>
          <w:szCs w:val="24"/>
        </w:rPr>
        <w:t xml:space="preserve"> lub ich usunięcia</w:t>
      </w:r>
      <w:r w:rsidR="009F02F7">
        <w:rPr>
          <w:rFonts w:ascii="Times New Roman" w:hAnsi="Times New Roman" w:cs="Times New Roman"/>
          <w:sz w:val="24"/>
          <w:szCs w:val="24"/>
        </w:rPr>
        <w:t xml:space="preserve"> </w:t>
      </w:r>
      <w:r w:rsidRPr="0095139D">
        <w:rPr>
          <w:rFonts w:ascii="Times New Roman" w:hAnsi="Times New Roman" w:cs="Times New Roman"/>
          <w:sz w:val="24"/>
          <w:szCs w:val="24"/>
        </w:rPr>
        <w:t xml:space="preserve">wskazane </w:t>
      </w:r>
      <w:r w:rsidR="00994A2F">
        <w:rPr>
          <w:rFonts w:ascii="Times New Roman" w:hAnsi="Times New Roman" w:cs="Times New Roman"/>
          <w:sz w:val="24"/>
          <w:szCs w:val="24"/>
        </w:rPr>
        <w:t xml:space="preserve">zostanie </w:t>
      </w:r>
      <w:r w:rsidRPr="0095139D">
        <w:rPr>
          <w:rFonts w:ascii="Times New Roman" w:hAnsi="Times New Roman" w:cs="Times New Roman"/>
          <w:sz w:val="24"/>
          <w:szCs w:val="24"/>
        </w:rPr>
        <w:t>przez Zamawiającego i Zarządcę terenu rezerwatu Nadleśnictwo Brodnica.</w:t>
      </w:r>
    </w:p>
    <w:p w14:paraId="281B9A0A" w14:textId="77777777" w:rsidR="006572C2" w:rsidRPr="00D2605B" w:rsidRDefault="00FE3BBC" w:rsidP="00D2605B">
      <w:pPr>
        <w:pStyle w:val="Akapitzlist"/>
        <w:numPr>
          <w:ilvl w:val="0"/>
          <w:numId w:val="2"/>
        </w:numPr>
        <w:shd w:val="clear" w:color="auto" w:fill="FFFFFF"/>
        <w:suppressAutoHyphens w:val="0"/>
        <w:spacing w:after="0"/>
        <w:ind w:left="180"/>
        <w:jc w:val="both"/>
        <w:textAlignment w:val="baseline"/>
        <w:rPr>
          <w:rFonts w:ascii="Times New Roman" w:hAnsi="Times New Roman" w:cs="Times New Roman"/>
          <w:sz w:val="24"/>
          <w:szCs w:val="24"/>
        </w:rPr>
      </w:pPr>
      <w:r w:rsidRPr="00D2605B">
        <w:rPr>
          <w:rFonts w:ascii="Times New Roman" w:hAnsi="Times New Roman" w:cs="Times New Roman"/>
          <w:sz w:val="24"/>
          <w:szCs w:val="24"/>
        </w:rPr>
        <w:t xml:space="preserve">Drogi technologiczne - </w:t>
      </w:r>
      <w:r w:rsidR="001C4314" w:rsidRPr="00D2605B">
        <w:rPr>
          <w:rFonts w:ascii="Times New Roman" w:hAnsi="Times New Roman" w:cs="Times New Roman"/>
          <w:sz w:val="24"/>
          <w:szCs w:val="24"/>
        </w:rPr>
        <w:t>d</w:t>
      </w:r>
      <w:r w:rsidR="005B1344" w:rsidRPr="00D2605B">
        <w:rPr>
          <w:rFonts w:ascii="Times New Roman" w:hAnsi="Times New Roman" w:cs="Times New Roman"/>
          <w:sz w:val="24"/>
          <w:szCs w:val="24"/>
        </w:rPr>
        <w:t>o ruchu sprzętu należy wykorzystać istniejącą infrastrukturę sieć dróg lokalnych oraz duktów leśnych. W bezpośrednim obrębie prac ruch pojazdów budowy będzie się odbywał po istniejącej grobli oraz gruncie.</w:t>
      </w:r>
    </w:p>
    <w:p w14:paraId="45F13A50" w14:textId="77777777" w:rsidR="00313A5D" w:rsidRPr="00D2605B" w:rsidRDefault="00313A5D" w:rsidP="00D2605B">
      <w:pPr>
        <w:pStyle w:val="Akapitzlist"/>
        <w:numPr>
          <w:ilvl w:val="0"/>
          <w:numId w:val="2"/>
        </w:numPr>
        <w:shd w:val="clear" w:color="auto" w:fill="FFFFFF"/>
        <w:suppressAutoHyphens w:val="0"/>
        <w:spacing w:after="0"/>
        <w:ind w:left="180"/>
        <w:jc w:val="both"/>
        <w:textAlignment w:val="baseline"/>
        <w:rPr>
          <w:rFonts w:ascii="Times New Roman" w:hAnsi="Times New Roman" w:cs="Times New Roman"/>
          <w:sz w:val="24"/>
          <w:szCs w:val="24"/>
        </w:rPr>
      </w:pPr>
      <w:r w:rsidRPr="00D2605B">
        <w:rPr>
          <w:rFonts w:ascii="Times New Roman" w:hAnsi="Times New Roman" w:cs="Times New Roman"/>
          <w:sz w:val="24"/>
          <w:szCs w:val="24"/>
        </w:rPr>
        <w:t>Prace budowlane</w:t>
      </w:r>
      <w:r w:rsidR="004E4BE3" w:rsidRPr="00D2605B">
        <w:rPr>
          <w:rFonts w:ascii="Times New Roman" w:hAnsi="Times New Roman" w:cs="Times New Roman"/>
          <w:sz w:val="24"/>
          <w:szCs w:val="24"/>
        </w:rPr>
        <w:t xml:space="preserve"> Wykonawca ma zrealizować w następujący sposób</w:t>
      </w:r>
      <w:r w:rsidRPr="00D2605B">
        <w:rPr>
          <w:rFonts w:ascii="Times New Roman" w:hAnsi="Times New Roman" w:cs="Times New Roman"/>
          <w:sz w:val="24"/>
          <w:szCs w:val="24"/>
        </w:rPr>
        <w:t>:</w:t>
      </w:r>
    </w:p>
    <w:p w14:paraId="5256F03E" w14:textId="77777777" w:rsidR="00313A5D" w:rsidRPr="00D2605B" w:rsidRDefault="00313A5D" w:rsidP="00D2605B">
      <w:pPr>
        <w:spacing w:after="0"/>
        <w:jc w:val="both"/>
        <w:rPr>
          <w:rFonts w:ascii="Times New Roman" w:hAnsi="Times New Roman" w:cs="Times New Roman"/>
          <w:sz w:val="24"/>
          <w:szCs w:val="24"/>
          <w:u w:val="single"/>
        </w:rPr>
      </w:pPr>
      <w:r w:rsidRPr="00D2605B">
        <w:rPr>
          <w:rFonts w:ascii="Times New Roman" w:hAnsi="Times New Roman" w:cs="Times New Roman"/>
          <w:sz w:val="24"/>
          <w:szCs w:val="24"/>
          <w:u w:val="single"/>
        </w:rPr>
        <w:t>Podstawowe parametry ścianki szczelnej:</w:t>
      </w:r>
    </w:p>
    <w:p w14:paraId="6C4B6AEA" w14:textId="77777777" w:rsidR="00313A5D" w:rsidRPr="00D2605B" w:rsidRDefault="00313A5D" w:rsidP="00D2605B">
      <w:pPr>
        <w:numPr>
          <w:ilvl w:val="0"/>
          <w:numId w:val="20"/>
        </w:numPr>
        <w:tabs>
          <w:tab w:val="clear" w:pos="720"/>
        </w:tabs>
        <w:suppressAutoHyphens w:val="0"/>
        <w:spacing w:after="0"/>
        <w:ind w:left="426"/>
        <w:jc w:val="both"/>
        <w:rPr>
          <w:rFonts w:ascii="Times New Roman" w:hAnsi="Times New Roman" w:cs="Times New Roman"/>
          <w:sz w:val="24"/>
          <w:szCs w:val="24"/>
        </w:rPr>
      </w:pPr>
      <w:r w:rsidRPr="00D2605B">
        <w:rPr>
          <w:rFonts w:ascii="Times New Roman" w:hAnsi="Times New Roman" w:cs="Times New Roman"/>
          <w:sz w:val="24"/>
          <w:szCs w:val="24"/>
        </w:rPr>
        <w:t>konstrukcja</w:t>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t>stalowa, brusy typu GU 7S</w:t>
      </w:r>
    </w:p>
    <w:p w14:paraId="24517E88" w14:textId="77777777" w:rsidR="00313A5D" w:rsidRPr="00D2605B" w:rsidRDefault="00313A5D" w:rsidP="00D2605B">
      <w:pPr>
        <w:numPr>
          <w:ilvl w:val="0"/>
          <w:numId w:val="20"/>
        </w:numPr>
        <w:tabs>
          <w:tab w:val="clear" w:pos="720"/>
        </w:tabs>
        <w:suppressAutoHyphens w:val="0"/>
        <w:spacing w:after="0"/>
        <w:ind w:left="426"/>
        <w:jc w:val="both"/>
        <w:rPr>
          <w:rFonts w:ascii="Times New Roman" w:hAnsi="Times New Roman" w:cs="Times New Roman"/>
          <w:sz w:val="24"/>
          <w:szCs w:val="24"/>
        </w:rPr>
      </w:pPr>
      <w:r w:rsidRPr="00D2605B">
        <w:rPr>
          <w:rFonts w:ascii="Times New Roman" w:hAnsi="Times New Roman" w:cs="Times New Roman"/>
          <w:sz w:val="24"/>
          <w:szCs w:val="24"/>
        </w:rPr>
        <w:t>długość ścianki</w:t>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t>55,20 m</w:t>
      </w:r>
    </w:p>
    <w:p w14:paraId="656FF40E" w14:textId="77777777" w:rsidR="00313A5D" w:rsidRPr="00D2605B" w:rsidRDefault="00313A5D" w:rsidP="00D2605B">
      <w:pPr>
        <w:numPr>
          <w:ilvl w:val="0"/>
          <w:numId w:val="20"/>
        </w:numPr>
        <w:tabs>
          <w:tab w:val="clear" w:pos="720"/>
        </w:tabs>
        <w:suppressAutoHyphens w:val="0"/>
        <w:spacing w:after="0"/>
        <w:ind w:left="426"/>
        <w:jc w:val="both"/>
        <w:rPr>
          <w:rFonts w:ascii="Times New Roman" w:hAnsi="Times New Roman" w:cs="Times New Roman"/>
          <w:sz w:val="24"/>
          <w:szCs w:val="24"/>
        </w:rPr>
      </w:pPr>
      <w:r w:rsidRPr="00D2605B">
        <w:rPr>
          <w:rFonts w:ascii="Times New Roman" w:hAnsi="Times New Roman" w:cs="Times New Roman"/>
          <w:sz w:val="24"/>
          <w:szCs w:val="24"/>
        </w:rPr>
        <w:t>głębokość wbicia</w:t>
      </w:r>
    </w:p>
    <w:p w14:paraId="12F2B653" w14:textId="77777777" w:rsidR="00313A5D" w:rsidRPr="00D2605B" w:rsidRDefault="00313A5D" w:rsidP="00D2605B">
      <w:pPr>
        <w:pStyle w:val="Akapitzlist"/>
        <w:widowControl w:val="0"/>
        <w:numPr>
          <w:ilvl w:val="0"/>
          <w:numId w:val="19"/>
        </w:numPr>
        <w:spacing w:after="0"/>
        <w:ind w:left="885"/>
        <w:contextualSpacing w:val="0"/>
        <w:rPr>
          <w:rFonts w:ascii="Times New Roman" w:hAnsi="Times New Roman" w:cs="Times New Roman"/>
          <w:sz w:val="24"/>
          <w:szCs w:val="24"/>
        </w:rPr>
      </w:pPr>
      <w:r w:rsidRPr="00D2605B">
        <w:rPr>
          <w:rFonts w:ascii="Times New Roman" w:hAnsi="Times New Roman" w:cs="Times New Roman"/>
          <w:sz w:val="24"/>
          <w:szCs w:val="24"/>
        </w:rPr>
        <w:t xml:space="preserve">ścianki </w:t>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t>2,50 m</w:t>
      </w:r>
    </w:p>
    <w:p w14:paraId="04493D96" w14:textId="77777777" w:rsidR="00313A5D" w:rsidRPr="00D2605B" w:rsidRDefault="00313A5D" w:rsidP="00D2605B">
      <w:pPr>
        <w:pStyle w:val="Akapitzlist"/>
        <w:widowControl w:val="0"/>
        <w:numPr>
          <w:ilvl w:val="0"/>
          <w:numId w:val="19"/>
        </w:numPr>
        <w:spacing w:after="0"/>
        <w:ind w:left="885"/>
        <w:contextualSpacing w:val="0"/>
        <w:rPr>
          <w:rFonts w:ascii="Times New Roman" w:hAnsi="Times New Roman" w:cs="Times New Roman"/>
          <w:sz w:val="24"/>
          <w:szCs w:val="24"/>
        </w:rPr>
      </w:pPr>
      <w:r w:rsidRPr="00D2605B">
        <w:rPr>
          <w:rFonts w:ascii="Times New Roman" w:hAnsi="Times New Roman" w:cs="Times New Roman"/>
          <w:sz w:val="24"/>
          <w:szCs w:val="24"/>
        </w:rPr>
        <w:t xml:space="preserve">brusów stabilizujących </w:t>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t>4,50 m</w:t>
      </w:r>
    </w:p>
    <w:p w14:paraId="08CC5626" w14:textId="77777777" w:rsidR="00313A5D" w:rsidRPr="00D2605B" w:rsidRDefault="00313A5D" w:rsidP="00D2605B">
      <w:pPr>
        <w:numPr>
          <w:ilvl w:val="0"/>
          <w:numId w:val="20"/>
        </w:numPr>
        <w:tabs>
          <w:tab w:val="clear" w:pos="720"/>
        </w:tabs>
        <w:suppressAutoHyphens w:val="0"/>
        <w:spacing w:after="0"/>
        <w:ind w:left="426"/>
        <w:jc w:val="both"/>
        <w:rPr>
          <w:rFonts w:ascii="Times New Roman" w:hAnsi="Times New Roman" w:cs="Times New Roman"/>
          <w:sz w:val="24"/>
          <w:szCs w:val="24"/>
        </w:rPr>
      </w:pPr>
      <w:r w:rsidRPr="00D2605B">
        <w:rPr>
          <w:rFonts w:ascii="Times New Roman" w:hAnsi="Times New Roman" w:cs="Times New Roman"/>
          <w:sz w:val="24"/>
          <w:szCs w:val="24"/>
        </w:rPr>
        <w:t>rzędna góry ścianki (po wbiciu)</w:t>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r>
      <w:r w:rsidRPr="00D2605B">
        <w:rPr>
          <w:rFonts w:ascii="Times New Roman" w:hAnsi="Times New Roman" w:cs="Times New Roman"/>
          <w:sz w:val="24"/>
          <w:szCs w:val="24"/>
        </w:rPr>
        <w:tab/>
        <w:t>~108,70 m n.p.m.</w:t>
      </w:r>
    </w:p>
    <w:p w14:paraId="22119B31" w14:textId="77777777" w:rsidR="00313A5D" w:rsidRPr="00D2605B" w:rsidRDefault="00313A5D" w:rsidP="00D2605B">
      <w:pPr>
        <w:spacing w:after="0"/>
        <w:jc w:val="both"/>
        <w:rPr>
          <w:rFonts w:ascii="Times New Roman" w:hAnsi="Times New Roman" w:cs="Times New Roman"/>
          <w:sz w:val="24"/>
          <w:szCs w:val="24"/>
        </w:rPr>
      </w:pPr>
      <w:r w:rsidRPr="00D2605B">
        <w:rPr>
          <w:rFonts w:ascii="Times New Roman" w:hAnsi="Times New Roman" w:cs="Times New Roman"/>
          <w:sz w:val="24"/>
          <w:szCs w:val="24"/>
        </w:rPr>
        <w:tab/>
        <w:t xml:space="preserve">Prace remontowe związane z doszczelnieniem przedmiotowej grobli obejmują </w:t>
      </w:r>
      <w:r w:rsidRPr="00D2605B">
        <w:rPr>
          <w:rFonts w:ascii="Times New Roman" w:hAnsi="Times New Roman" w:cs="Times New Roman"/>
          <w:sz w:val="24"/>
          <w:szCs w:val="24"/>
        </w:rPr>
        <w:br/>
        <w:t xml:space="preserve">w pierwszej kolejności oczyszczenie korony grobli z porastających ją </w:t>
      </w:r>
      <w:proofErr w:type="spellStart"/>
      <w:r w:rsidRPr="00D2605B">
        <w:rPr>
          <w:rFonts w:ascii="Times New Roman" w:hAnsi="Times New Roman" w:cs="Times New Roman"/>
          <w:sz w:val="24"/>
          <w:szCs w:val="24"/>
        </w:rPr>
        <w:t>zakrzaczeń</w:t>
      </w:r>
      <w:proofErr w:type="spellEnd"/>
      <w:r w:rsidRPr="00D2605B">
        <w:rPr>
          <w:rFonts w:ascii="Times New Roman" w:hAnsi="Times New Roman" w:cs="Times New Roman"/>
          <w:sz w:val="24"/>
          <w:szCs w:val="24"/>
        </w:rPr>
        <w:t xml:space="preserve"> oraz ewentualnie okrzesanie gałęzi drzew rosnących na jej skrajach. </w:t>
      </w:r>
    </w:p>
    <w:p w14:paraId="187B60CC" w14:textId="77777777" w:rsidR="00313A5D" w:rsidRPr="00D2605B" w:rsidRDefault="00313A5D" w:rsidP="00D2605B">
      <w:pPr>
        <w:spacing w:after="0"/>
        <w:jc w:val="both"/>
        <w:rPr>
          <w:rFonts w:ascii="Times New Roman" w:hAnsi="Times New Roman" w:cs="Times New Roman"/>
          <w:sz w:val="24"/>
          <w:szCs w:val="24"/>
        </w:rPr>
      </w:pPr>
      <w:r w:rsidRPr="00D2605B">
        <w:rPr>
          <w:rFonts w:ascii="Times New Roman" w:hAnsi="Times New Roman" w:cs="Times New Roman"/>
          <w:sz w:val="24"/>
          <w:szCs w:val="24"/>
        </w:rPr>
        <w:tab/>
        <w:t xml:space="preserve">W dalszej kolejności </w:t>
      </w:r>
      <w:r w:rsidR="009D7609" w:rsidRPr="00D2605B">
        <w:rPr>
          <w:rFonts w:ascii="Times New Roman" w:hAnsi="Times New Roman" w:cs="Times New Roman"/>
          <w:sz w:val="24"/>
          <w:szCs w:val="24"/>
        </w:rPr>
        <w:t>należy wykonać rowek</w:t>
      </w:r>
      <w:r w:rsidRPr="00D2605B">
        <w:rPr>
          <w:rFonts w:ascii="Times New Roman" w:hAnsi="Times New Roman" w:cs="Times New Roman"/>
          <w:sz w:val="24"/>
          <w:szCs w:val="24"/>
        </w:rPr>
        <w:t xml:space="preserve"> </w:t>
      </w:r>
      <w:r w:rsidR="009D7609" w:rsidRPr="00D2605B">
        <w:rPr>
          <w:rFonts w:ascii="Times New Roman" w:hAnsi="Times New Roman" w:cs="Times New Roman"/>
          <w:sz w:val="24"/>
          <w:szCs w:val="24"/>
        </w:rPr>
        <w:t>kierujący</w:t>
      </w:r>
      <w:r w:rsidRPr="00D2605B">
        <w:rPr>
          <w:rFonts w:ascii="Times New Roman" w:hAnsi="Times New Roman" w:cs="Times New Roman"/>
          <w:sz w:val="24"/>
          <w:szCs w:val="24"/>
        </w:rPr>
        <w:t xml:space="preserve"> w osi wbicia ścianki szczelnej. Rowek o szerokości ok. 0,50 m i głębokości ok. 0,50 m. Glebę, ściółkę i roślinny należy zabezpieczyć na czas realizacji inwestycji (do powtórnego wykorzystania).</w:t>
      </w:r>
    </w:p>
    <w:p w14:paraId="503D3C36" w14:textId="4669244A" w:rsidR="00313A5D" w:rsidRPr="00D2605B" w:rsidRDefault="00313A5D" w:rsidP="00D2605B">
      <w:pPr>
        <w:spacing w:after="0"/>
        <w:jc w:val="both"/>
        <w:rPr>
          <w:rFonts w:ascii="Times New Roman" w:hAnsi="Times New Roman" w:cs="Times New Roman"/>
          <w:sz w:val="24"/>
          <w:szCs w:val="24"/>
        </w:rPr>
      </w:pPr>
      <w:r w:rsidRPr="00D2605B">
        <w:rPr>
          <w:rFonts w:ascii="Times New Roman" w:hAnsi="Times New Roman" w:cs="Times New Roman"/>
          <w:sz w:val="24"/>
          <w:szCs w:val="24"/>
        </w:rPr>
        <w:tab/>
        <w:t xml:space="preserve">Ściankę szczelną z brusów GU7S o długości 2,50 m należy wbijać zgodnie z rysunkiem technicznym do rzędnej góry ~108,70 m n.p.m. Z uwagi na układ warstw w podłożu grobli (zidentyfikowane warstwy torfów o znacznej miąższości) </w:t>
      </w:r>
      <w:r w:rsidR="00D20EC4" w:rsidRPr="00D2605B">
        <w:rPr>
          <w:rFonts w:ascii="Times New Roman" w:hAnsi="Times New Roman" w:cs="Times New Roman"/>
          <w:sz w:val="24"/>
          <w:szCs w:val="24"/>
        </w:rPr>
        <w:t>należy zrealizować</w:t>
      </w:r>
      <w:r w:rsidRPr="00D2605B">
        <w:rPr>
          <w:rFonts w:ascii="Times New Roman" w:hAnsi="Times New Roman" w:cs="Times New Roman"/>
          <w:sz w:val="24"/>
          <w:szCs w:val="24"/>
        </w:rPr>
        <w:t xml:space="preserve"> zabicie punktowe brusów stabilizujących o długości 4,00 m. Rozstaw b</w:t>
      </w:r>
      <w:r w:rsidR="009F02F7">
        <w:rPr>
          <w:rFonts w:ascii="Times New Roman" w:hAnsi="Times New Roman" w:cs="Times New Roman"/>
          <w:sz w:val="24"/>
          <w:szCs w:val="24"/>
        </w:rPr>
        <w:t>rusów stabilizujących zgodnie z </w:t>
      </w:r>
      <w:r w:rsidRPr="00D2605B">
        <w:rPr>
          <w:rFonts w:ascii="Times New Roman" w:hAnsi="Times New Roman" w:cs="Times New Roman"/>
          <w:sz w:val="24"/>
          <w:szCs w:val="24"/>
        </w:rPr>
        <w:t xml:space="preserve">rysunkiem technicznym. W celu dodatkowego usztywnienia ścianki szczelnej na długości zalegania gruntów organicznych o największej miąższości tj. na odcinku 35,85 m </w:t>
      </w:r>
      <w:r w:rsidR="00D20EC4" w:rsidRPr="00D2605B">
        <w:rPr>
          <w:rFonts w:ascii="Times New Roman" w:hAnsi="Times New Roman" w:cs="Times New Roman"/>
          <w:sz w:val="24"/>
          <w:szCs w:val="24"/>
        </w:rPr>
        <w:t>należy zrealizować</w:t>
      </w:r>
      <w:r w:rsidRPr="00D2605B">
        <w:rPr>
          <w:rFonts w:ascii="Times New Roman" w:hAnsi="Times New Roman" w:cs="Times New Roman"/>
          <w:sz w:val="24"/>
          <w:szCs w:val="24"/>
        </w:rPr>
        <w:t xml:space="preserve"> dodatkowe usztywnienie poziome. Usztywnienie </w:t>
      </w:r>
      <w:r w:rsidR="00D20EC4" w:rsidRPr="00D2605B">
        <w:rPr>
          <w:rFonts w:ascii="Times New Roman" w:hAnsi="Times New Roman" w:cs="Times New Roman"/>
          <w:sz w:val="24"/>
          <w:szCs w:val="24"/>
        </w:rPr>
        <w:t>ma</w:t>
      </w:r>
      <w:r w:rsidR="009F02F7">
        <w:rPr>
          <w:rFonts w:ascii="Times New Roman" w:hAnsi="Times New Roman" w:cs="Times New Roman"/>
          <w:sz w:val="24"/>
          <w:szCs w:val="24"/>
        </w:rPr>
        <w:t xml:space="preserve"> stanowić przyspawany do </w:t>
      </w:r>
      <w:r w:rsidRPr="00D2605B">
        <w:rPr>
          <w:rFonts w:ascii="Times New Roman" w:hAnsi="Times New Roman" w:cs="Times New Roman"/>
          <w:sz w:val="24"/>
          <w:szCs w:val="24"/>
        </w:rPr>
        <w:t xml:space="preserve">góry ścianki szczelnej ceownik 120 mm. Dospawanie ceownika należy wykonać po wbiciu ścianki na projektowaną rzedną. </w:t>
      </w:r>
    </w:p>
    <w:p w14:paraId="583BD61B" w14:textId="2E9E9E04" w:rsidR="00313A5D" w:rsidRPr="00D2605B" w:rsidRDefault="00313A5D" w:rsidP="00D2605B">
      <w:pPr>
        <w:spacing w:after="0"/>
        <w:jc w:val="both"/>
        <w:rPr>
          <w:rFonts w:ascii="Times New Roman" w:hAnsi="Times New Roman" w:cs="Times New Roman"/>
          <w:sz w:val="24"/>
          <w:szCs w:val="24"/>
        </w:rPr>
      </w:pPr>
      <w:r w:rsidRPr="00D2605B">
        <w:rPr>
          <w:rFonts w:ascii="Times New Roman" w:hAnsi="Times New Roman" w:cs="Times New Roman"/>
          <w:sz w:val="24"/>
          <w:szCs w:val="24"/>
        </w:rPr>
        <w:tab/>
        <w:t xml:space="preserve">Na zakończenie prac </w:t>
      </w:r>
      <w:r w:rsidR="004A6320" w:rsidRPr="00D2605B">
        <w:rPr>
          <w:rFonts w:ascii="Times New Roman" w:hAnsi="Times New Roman" w:cs="Times New Roman"/>
          <w:sz w:val="24"/>
          <w:szCs w:val="24"/>
        </w:rPr>
        <w:t>należy przywróci</w:t>
      </w:r>
      <w:r w:rsidR="008B4844" w:rsidRPr="00D2605B">
        <w:rPr>
          <w:rFonts w:ascii="Times New Roman" w:hAnsi="Times New Roman" w:cs="Times New Roman"/>
          <w:sz w:val="24"/>
          <w:szCs w:val="24"/>
        </w:rPr>
        <w:t>ć teren do stanu pierwotnego, to znaczy</w:t>
      </w:r>
      <w:r w:rsidRPr="00D2605B">
        <w:rPr>
          <w:rFonts w:ascii="Times New Roman" w:hAnsi="Times New Roman" w:cs="Times New Roman"/>
          <w:sz w:val="24"/>
          <w:szCs w:val="24"/>
        </w:rPr>
        <w:t xml:space="preserve"> </w:t>
      </w:r>
      <w:r w:rsidR="008D7B60" w:rsidRPr="00D2605B">
        <w:rPr>
          <w:rFonts w:ascii="Times New Roman" w:hAnsi="Times New Roman" w:cs="Times New Roman"/>
          <w:sz w:val="24"/>
          <w:szCs w:val="24"/>
        </w:rPr>
        <w:t xml:space="preserve">zasypać </w:t>
      </w:r>
      <w:r w:rsidRPr="00D2605B">
        <w:rPr>
          <w:rFonts w:ascii="Times New Roman" w:hAnsi="Times New Roman" w:cs="Times New Roman"/>
          <w:sz w:val="24"/>
          <w:szCs w:val="24"/>
        </w:rPr>
        <w:t xml:space="preserve">wydobytym wcześniej gruntem (warstwą gleby i ściółki) </w:t>
      </w:r>
      <w:r w:rsidR="00B76ABA">
        <w:rPr>
          <w:rFonts w:ascii="Times New Roman" w:hAnsi="Times New Roman" w:cs="Times New Roman"/>
          <w:sz w:val="24"/>
          <w:szCs w:val="24"/>
        </w:rPr>
        <w:t xml:space="preserve">rowka </w:t>
      </w:r>
      <w:r w:rsidRPr="00D2605B">
        <w:rPr>
          <w:rFonts w:ascii="Times New Roman" w:hAnsi="Times New Roman" w:cs="Times New Roman"/>
          <w:sz w:val="24"/>
          <w:szCs w:val="24"/>
        </w:rPr>
        <w:t xml:space="preserve">prowadzącego </w:t>
      </w:r>
      <w:r w:rsidRPr="00D2605B">
        <w:rPr>
          <w:rFonts w:ascii="Times New Roman" w:hAnsi="Times New Roman" w:cs="Times New Roman"/>
          <w:sz w:val="24"/>
          <w:szCs w:val="24"/>
        </w:rPr>
        <w:br/>
        <w:t xml:space="preserve">z jednoczesnym zagęszczeniem gruntu. </w:t>
      </w:r>
    </w:p>
    <w:p w14:paraId="0A91B8A2" w14:textId="693D36C4" w:rsidR="004E4BE3" w:rsidRPr="00D2605B" w:rsidRDefault="004E4BE3" w:rsidP="00D2605B">
      <w:pPr>
        <w:pStyle w:val="Akapitzlist"/>
        <w:numPr>
          <w:ilvl w:val="0"/>
          <w:numId w:val="2"/>
        </w:numPr>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Prace budowlane Wykonawca ma prowadzić zgodnie z zasadami ochrony </w:t>
      </w:r>
      <w:r w:rsidR="00DF1F70">
        <w:rPr>
          <w:rFonts w:ascii="Times New Roman" w:hAnsi="Times New Roman" w:cs="Times New Roman"/>
          <w:sz w:val="24"/>
          <w:szCs w:val="24"/>
        </w:rPr>
        <w:t xml:space="preserve">środowiska </w:t>
      </w:r>
      <w:r w:rsidR="00DF1F70">
        <w:rPr>
          <w:rFonts w:ascii="Times New Roman" w:hAnsi="Times New Roman" w:cs="Times New Roman"/>
          <w:sz w:val="24"/>
          <w:szCs w:val="24"/>
        </w:rPr>
        <w:br/>
        <w:t>i minimalizacji stra</w:t>
      </w:r>
      <w:r w:rsidRPr="00D2605B">
        <w:rPr>
          <w:rFonts w:ascii="Times New Roman" w:hAnsi="Times New Roman" w:cs="Times New Roman"/>
          <w:sz w:val="24"/>
          <w:szCs w:val="24"/>
        </w:rPr>
        <w:t>t w środowisku przyrodniczym, to znaczy:</w:t>
      </w:r>
    </w:p>
    <w:p w14:paraId="1364C4C5" w14:textId="77777777" w:rsidR="004E4BE3" w:rsidRPr="00D2605B" w:rsidRDefault="004E4BE3" w:rsidP="00D2605B">
      <w:pPr>
        <w:numPr>
          <w:ilvl w:val="0"/>
          <w:numId w:val="2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Drzewa, znajdujące się w sąsiedztwie prac budowlanych zabezpieczyć przed uszkodzeniami mechanicznymi.</w:t>
      </w:r>
    </w:p>
    <w:p w14:paraId="1BDD6999" w14:textId="3D979D0C" w:rsidR="004E4BE3" w:rsidRPr="004C7266" w:rsidRDefault="004E4BE3" w:rsidP="00D2605B">
      <w:pPr>
        <w:numPr>
          <w:ilvl w:val="0"/>
          <w:numId w:val="22"/>
        </w:numPr>
        <w:suppressAutoHyphens w:val="0"/>
        <w:spacing w:after="0"/>
        <w:jc w:val="both"/>
        <w:rPr>
          <w:rFonts w:ascii="Times New Roman" w:hAnsi="Times New Roman" w:cs="Times New Roman"/>
          <w:sz w:val="24"/>
          <w:szCs w:val="24"/>
        </w:rPr>
      </w:pPr>
      <w:r w:rsidRPr="009F02F7">
        <w:rPr>
          <w:rFonts w:ascii="Times New Roman" w:hAnsi="Times New Roman" w:cs="Times New Roman"/>
          <w:sz w:val="24"/>
          <w:szCs w:val="24"/>
        </w:rPr>
        <w:t>Wszelkie prace prowadzić pod nadzorem przyrodniczym</w:t>
      </w:r>
      <w:r w:rsidR="00B90C7A" w:rsidRPr="009F02F7">
        <w:rPr>
          <w:rFonts w:ascii="Times New Roman" w:hAnsi="Times New Roman" w:cs="Times New Roman"/>
          <w:sz w:val="24"/>
          <w:szCs w:val="24"/>
        </w:rPr>
        <w:t xml:space="preserve"> przez „eksperta przyrodnika” </w:t>
      </w:r>
      <w:r w:rsidR="00B90C7A" w:rsidRPr="009F02F7">
        <w:rPr>
          <w:rFonts w:ascii="Times New Roman" w:eastAsia="Times New Roman" w:hAnsi="Times New Roman" w:cs="Times New Roman"/>
          <w:sz w:val="24"/>
          <w:szCs w:val="24"/>
          <w:lang w:eastAsia="pl-PL"/>
        </w:rPr>
        <w:t xml:space="preserve">wymienionego przez Wykonawcę </w:t>
      </w:r>
      <w:r w:rsidR="00B90C7A" w:rsidRPr="009F02F7">
        <w:rPr>
          <w:rFonts w:ascii="Times New Roman" w:hAnsi="Times New Roman" w:cs="Times New Roman"/>
          <w:sz w:val="24"/>
          <w:szCs w:val="24"/>
        </w:rPr>
        <w:t xml:space="preserve">w „Wykazie osób które będą uczestniczyć w wykonywaniu </w:t>
      </w:r>
      <w:r w:rsidR="00B90C7A" w:rsidRPr="004C7266">
        <w:rPr>
          <w:rFonts w:ascii="Times New Roman" w:hAnsi="Times New Roman" w:cs="Times New Roman"/>
          <w:sz w:val="24"/>
          <w:szCs w:val="24"/>
        </w:rPr>
        <w:t xml:space="preserve">zamówienia” </w:t>
      </w:r>
      <w:r w:rsidR="00410B47" w:rsidRPr="00B76ABA">
        <w:rPr>
          <w:rFonts w:ascii="Times New Roman" w:hAnsi="Times New Roman" w:cs="Times New Roman"/>
          <w:color w:val="000000"/>
          <w:sz w:val="24"/>
          <w:szCs w:val="24"/>
        </w:rPr>
        <w:t>(który stanowi element oferty Wykonawcy, która stanowi załącznik nr 3 do umowy)</w:t>
      </w:r>
      <w:r w:rsidR="00B90C7A" w:rsidRPr="004C7266">
        <w:rPr>
          <w:rFonts w:ascii="Times New Roman" w:hAnsi="Times New Roman" w:cs="Times New Roman"/>
          <w:sz w:val="24"/>
          <w:szCs w:val="24"/>
        </w:rPr>
        <w:t>, którymi dysponuje Wykonawca</w:t>
      </w:r>
      <w:r w:rsidRPr="004C7266">
        <w:rPr>
          <w:rFonts w:ascii="Times New Roman" w:hAnsi="Times New Roman" w:cs="Times New Roman"/>
          <w:sz w:val="24"/>
          <w:szCs w:val="24"/>
        </w:rPr>
        <w:t>.</w:t>
      </w:r>
    </w:p>
    <w:p w14:paraId="1828D69F" w14:textId="77777777" w:rsidR="004E4BE3" w:rsidRPr="00D2605B" w:rsidRDefault="004E4BE3" w:rsidP="00D2605B">
      <w:pPr>
        <w:numPr>
          <w:ilvl w:val="0"/>
          <w:numId w:val="2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Teren placu budowy, zapleczy budowy, miejsc postoju maszyn oraz obszarów baz materiałowych zaopatrzyć w środki do neutralizacji rozlanych substancji niebezpiecznych dla środowiska gruntowo-wodnego, w tym ropopochodnych i płynów eksploatacyjnych. Monitorować stan techniczny pojazdów, a w przypadku wystąpienia wycieku natychmiast je neutralizować za pomocą sorbentów.</w:t>
      </w:r>
    </w:p>
    <w:p w14:paraId="71BE428A" w14:textId="77777777" w:rsidR="004E4BE3" w:rsidRPr="00D2605B" w:rsidRDefault="004E4BE3" w:rsidP="00D2605B">
      <w:pPr>
        <w:numPr>
          <w:ilvl w:val="0"/>
          <w:numId w:val="2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Pojazdy lub urządzenia budowlane tankować w sposób wykluczający zanieczyszczenie paliwami środowiska gruntowo-wodnego np. poprzez zastosowanie tac </w:t>
      </w:r>
      <w:proofErr w:type="spellStart"/>
      <w:r w:rsidRPr="00D2605B">
        <w:rPr>
          <w:rFonts w:ascii="Times New Roman" w:hAnsi="Times New Roman" w:cs="Times New Roman"/>
          <w:sz w:val="24"/>
          <w:szCs w:val="24"/>
        </w:rPr>
        <w:t>przeciwrozlewczych</w:t>
      </w:r>
      <w:proofErr w:type="spellEnd"/>
      <w:r w:rsidRPr="00D2605B">
        <w:rPr>
          <w:rFonts w:ascii="Times New Roman" w:hAnsi="Times New Roman" w:cs="Times New Roman"/>
          <w:sz w:val="24"/>
          <w:szCs w:val="24"/>
        </w:rPr>
        <w:t>, mat sorpcyjnych i innych.</w:t>
      </w:r>
    </w:p>
    <w:p w14:paraId="2B0B8B7D" w14:textId="77777777" w:rsidR="004E4BE3" w:rsidRPr="00D2605B" w:rsidRDefault="004E4BE3" w:rsidP="00D2605B">
      <w:pPr>
        <w:numPr>
          <w:ilvl w:val="0"/>
          <w:numId w:val="2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Zdjąć warstwę ziemi urodzajnej, zgromadzić na odkładzie w celu ponownego wykorzystania/rozplantowania w bezpośrednim sąsiedztwie.</w:t>
      </w:r>
    </w:p>
    <w:p w14:paraId="74F30EDA" w14:textId="77777777" w:rsidR="004E4BE3" w:rsidRPr="00D2605B" w:rsidRDefault="004E4BE3" w:rsidP="00D2605B">
      <w:pPr>
        <w:numPr>
          <w:ilvl w:val="0"/>
          <w:numId w:val="2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Na etapie robót budowlanych wprowadzić rozwiązania zabezpieczające cieki przed zasypywaniem i zanieczyszczaniem substancjami chemicznymi. </w:t>
      </w:r>
    </w:p>
    <w:p w14:paraId="2B8DB63C" w14:textId="77777777" w:rsidR="002C6F5A" w:rsidRPr="00D2605B" w:rsidRDefault="004E4BE3" w:rsidP="00D2605B">
      <w:pPr>
        <w:numPr>
          <w:ilvl w:val="0"/>
          <w:numId w:val="2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Odpady magazynować selektywnie. Odpady niebezpieczne gromadzić w zamkniętych, szczelnych i oznakowanych pojemnikach odpornych na działanie składników umieszczonych w nim odpadów, na utwardzonym terenie.</w:t>
      </w:r>
    </w:p>
    <w:p w14:paraId="7694EB25" w14:textId="77777777" w:rsidR="00383C25" w:rsidRPr="00D2605B" w:rsidRDefault="00383C25" w:rsidP="00D2605B">
      <w:pPr>
        <w:pStyle w:val="Akapitzlist"/>
        <w:numPr>
          <w:ilvl w:val="0"/>
          <w:numId w:val="2"/>
        </w:numPr>
        <w:shd w:val="clear" w:color="auto" w:fill="FFFFFF"/>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Specyfikacja techniczna wykonania i odbioru robót dla niniejszej inwestycji stanowi osobny załącznik dokumentacji projektowej. </w:t>
      </w:r>
      <w:r w:rsidRPr="00D2605B">
        <w:rPr>
          <w:rFonts w:ascii="Times New Roman" w:hAnsi="Times New Roman" w:cs="Times New Roman"/>
          <w:color w:val="000000"/>
          <w:sz w:val="24"/>
          <w:szCs w:val="24"/>
        </w:rPr>
        <w:t xml:space="preserve">Przedmiotem specyfikacji są zalecenia dotyczące prawidłowego wykonywania robót, kontroli jakości i odbioru tych robót. Odstępstwa od jej stosowania dozwolone są pod warunkiem zachowania wymagań </w:t>
      </w:r>
      <w:r w:rsidRPr="00F570CC">
        <w:rPr>
          <w:rFonts w:ascii="Times New Roman" w:hAnsi="Times New Roman" w:cs="Times New Roman"/>
          <w:sz w:val="24"/>
          <w:szCs w:val="24"/>
        </w:rPr>
        <w:t xml:space="preserve">określonych we właściwych przypisach w tym techniczno-budowlanych, obowiązujących normach oraz warunków określonych w projekcie lub przez projektanta i inspektora nadzoru w trakcie wykonawstwa. Inspektor nadzoru może także </w:t>
      </w:r>
      <w:r w:rsidRPr="00D2605B">
        <w:rPr>
          <w:rFonts w:ascii="Times New Roman" w:hAnsi="Times New Roman" w:cs="Times New Roman"/>
          <w:color w:val="000000"/>
          <w:sz w:val="24"/>
          <w:szCs w:val="24"/>
        </w:rPr>
        <w:t>w trakcie wykonywania robót</w:t>
      </w:r>
      <w:r w:rsidR="0047153A">
        <w:rPr>
          <w:rFonts w:ascii="Times New Roman" w:hAnsi="Times New Roman" w:cs="Times New Roman"/>
          <w:color w:val="000000"/>
          <w:sz w:val="24"/>
          <w:szCs w:val="24"/>
        </w:rPr>
        <w:t xml:space="preserve"> po uzyskaniu zgody Zamawiającego</w:t>
      </w:r>
      <w:r w:rsidRPr="00D2605B">
        <w:rPr>
          <w:rFonts w:ascii="Times New Roman" w:hAnsi="Times New Roman" w:cs="Times New Roman"/>
          <w:color w:val="000000"/>
          <w:sz w:val="24"/>
          <w:szCs w:val="24"/>
        </w:rPr>
        <w:t xml:space="preserve"> wprowadzać zmiany w zakresie przyjętego planu lub programu oraz harmonogramu realizacji projektu (np. technologię zagęszczania, itp.). Powinien on współpracować z projektantem, a w szczególnych przypadkach zasięgać opinii ekspertów. Za wymaganą jakość robót, szybkie i sprawne ich wykonanie oraz warunki bhp na budowie odpowiedzialny jest kierownik budowy lub kierownik robót. </w:t>
      </w:r>
      <w:r w:rsidRPr="00D2605B">
        <w:rPr>
          <w:rFonts w:ascii="Times New Roman" w:hAnsi="Times New Roman" w:cs="Times New Roman"/>
          <w:sz w:val="24"/>
          <w:szCs w:val="24"/>
        </w:rPr>
        <w:t>We wszystkich przypadkach (również przy robotach nie objętych specyfikacją) należy się kierować:</w:t>
      </w:r>
    </w:p>
    <w:p w14:paraId="4A0DD1FE" w14:textId="77777777" w:rsidR="00383C25" w:rsidRPr="00D2605B" w:rsidRDefault="00383C25" w:rsidP="00D2605B">
      <w:pPr>
        <w:numPr>
          <w:ilvl w:val="0"/>
          <w:numId w:val="23"/>
        </w:numPr>
        <w:suppressAutoHyphens w:val="0"/>
        <w:spacing w:after="0"/>
        <w:ind w:left="567"/>
        <w:jc w:val="both"/>
        <w:rPr>
          <w:rFonts w:ascii="Times New Roman" w:hAnsi="Times New Roman" w:cs="Times New Roman"/>
          <w:sz w:val="24"/>
          <w:szCs w:val="24"/>
        </w:rPr>
      </w:pPr>
      <w:r w:rsidRPr="00D2605B">
        <w:rPr>
          <w:rFonts w:ascii="Times New Roman" w:hAnsi="Times New Roman" w:cs="Times New Roman"/>
          <w:sz w:val="24"/>
          <w:szCs w:val="24"/>
        </w:rPr>
        <w:t>polskimi normami (PN),</w:t>
      </w:r>
    </w:p>
    <w:p w14:paraId="0F3DD851" w14:textId="77777777" w:rsidR="00383C25" w:rsidRPr="00D2605B" w:rsidRDefault="00383C25" w:rsidP="00D2605B">
      <w:pPr>
        <w:numPr>
          <w:ilvl w:val="0"/>
          <w:numId w:val="23"/>
        </w:numPr>
        <w:suppressAutoHyphens w:val="0"/>
        <w:spacing w:after="0"/>
        <w:ind w:left="567"/>
        <w:jc w:val="both"/>
        <w:rPr>
          <w:rFonts w:ascii="Times New Roman" w:hAnsi="Times New Roman" w:cs="Times New Roman"/>
          <w:sz w:val="24"/>
          <w:szCs w:val="24"/>
        </w:rPr>
      </w:pPr>
      <w:r w:rsidRPr="00D2605B">
        <w:rPr>
          <w:rFonts w:ascii="Times New Roman" w:hAnsi="Times New Roman" w:cs="Times New Roman"/>
          <w:sz w:val="24"/>
          <w:szCs w:val="24"/>
        </w:rPr>
        <w:t>normami branżowymi (BN) warunkami technicznymi wykonania i odbioru robót,</w:t>
      </w:r>
    </w:p>
    <w:p w14:paraId="52A04323" w14:textId="77777777" w:rsidR="00383C25" w:rsidRPr="00D2605B" w:rsidRDefault="00383C25" w:rsidP="00D2605B">
      <w:pPr>
        <w:numPr>
          <w:ilvl w:val="0"/>
          <w:numId w:val="23"/>
        </w:numPr>
        <w:suppressAutoHyphens w:val="0"/>
        <w:spacing w:after="0"/>
        <w:ind w:left="567"/>
        <w:jc w:val="both"/>
        <w:rPr>
          <w:rFonts w:ascii="Times New Roman" w:hAnsi="Times New Roman" w:cs="Times New Roman"/>
          <w:sz w:val="24"/>
          <w:szCs w:val="24"/>
        </w:rPr>
      </w:pPr>
      <w:r w:rsidRPr="00D2605B">
        <w:rPr>
          <w:rFonts w:ascii="Times New Roman" w:hAnsi="Times New Roman" w:cs="Times New Roman"/>
          <w:sz w:val="24"/>
          <w:szCs w:val="24"/>
        </w:rPr>
        <w:t>instrukcjami stosowania i użytkowania, dostarczanymi przez producenta wyrobów,</w:t>
      </w:r>
    </w:p>
    <w:p w14:paraId="693C79E4" w14:textId="77777777" w:rsidR="00383C25" w:rsidRPr="00D2605B" w:rsidRDefault="00383C25" w:rsidP="00D2605B">
      <w:pPr>
        <w:numPr>
          <w:ilvl w:val="0"/>
          <w:numId w:val="23"/>
        </w:numPr>
        <w:suppressAutoHyphens w:val="0"/>
        <w:spacing w:after="0"/>
        <w:ind w:left="567"/>
        <w:jc w:val="both"/>
        <w:rPr>
          <w:rFonts w:ascii="Times New Roman" w:hAnsi="Times New Roman" w:cs="Times New Roman"/>
          <w:sz w:val="24"/>
          <w:szCs w:val="24"/>
        </w:rPr>
      </w:pPr>
      <w:r w:rsidRPr="00D2605B">
        <w:rPr>
          <w:rFonts w:ascii="Times New Roman" w:hAnsi="Times New Roman" w:cs="Times New Roman"/>
          <w:sz w:val="24"/>
          <w:szCs w:val="24"/>
        </w:rPr>
        <w:t>przepisami budowlanymi,</w:t>
      </w:r>
    </w:p>
    <w:p w14:paraId="501D1A69" w14:textId="77777777" w:rsidR="00383C25" w:rsidRPr="00D2605B" w:rsidRDefault="00383C25" w:rsidP="00D2605B">
      <w:pPr>
        <w:numPr>
          <w:ilvl w:val="0"/>
          <w:numId w:val="23"/>
        </w:numPr>
        <w:suppressAutoHyphens w:val="0"/>
        <w:spacing w:after="0"/>
        <w:ind w:left="567"/>
        <w:jc w:val="both"/>
        <w:rPr>
          <w:rFonts w:ascii="Times New Roman" w:hAnsi="Times New Roman" w:cs="Times New Roman"/>
          <w:sz w:val="24"/>
          <w:szCs w:val="24"/>
        </w:rPr>
      </w:pPr>
      <w:r w:rsidRPr="00D2605B">
        <w:rPr>
          <w:rFonts w:ascii="Times New Roman" w:hAnsi="Times New Roman" w:cs="Times New Roman"/>
          <w:sz w:val="24"/>
          <w:szCs w:val="24"/>
        </w:rPr>
        <w:t>przepisami bhp.</w:t>
      </w:r>
    </w:p>
    <w:p w14:paraId="078B0E48" w14:textId="77777777" w:rsidR="001C1E72" w:rsidRPr="00D2605B" w:rsidRDefault="001C1E72" w:rsidP="00D2605B">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Do wykonania podsypek żwirowych pod obiekty budowlane należy wykorzystać kruszywa mineralne określone w PN-B-11111:1996 i spełniające następujące wymagania:</w:t>
      </w:r>
    </w:p>
    <w:p w14:paraId="7CAF955A" w14:textId="77777777" w:rsidR="001C1E72" w:rsidRPr="00D2605B" w:rsidRDefault="001C1E72" w:rsidP="00D2605B">
      <w:pPr>
        <w:numPr>
          <w:ilvl w:val="0"/>
          <w:numId w:val="33"/>
        </w:numPr>
        <w:suppressAutoHyphens w:val="0"/>
        <w:autoSpaceDE w:val="0"/>
        <w:autoSpaceDN w:val="0"/>
        <w:adjustRightInd w:val="0"/>
        <w:spacing w:after="0"/>
        <w:ind w:left="426"/>
        <w:rPr>
          <w:rFonts w:ascii="Times New Roman" w:hAnsi="Times New Roman" w:cs="Times New Roman"/>
          <w:sz w:val="24"/>
          <w:szCs w:val="24"/>
        </w:rPr>
      </w:pPr>
      <w:r w:rsidRPr="00D2605B">
        <w:rPr>
          <w:rFonts w:ascii="Times New Roman" w:hAnsi="Times New Roman" w:cs="Times New Roman"/>
          <w:sz w:val="24"/>
          <w:szCs w:val="24"/>
        </w:rPr>
        <w:t>zawartość frakcji 0 &gt; 2 mm – ponad 30 %</w:t>
      </w:r>
    </w:p>
    <w:p w14:paraId="77019C8C" w14:textId="77777777" w:rsidR="001C1E72" w:rsidRPr="00D2605B" w:rsidRDefault="001C1E72" w:rsidP="00D2605B">
      <w:pPr>
        <w:numPr>
          <w:ilvl w:val="0"/>
          <w:numId w:val="33"/>
        </w:numPr>
        <w:suppressAutoHyphens w:val="0"/>
        <w:autoSpaceDE w:val="0"/>
        <w:autoSpaceDN w:val="0"/>
        <w:adjustRightInd w:val="0"/>
        <w:spacing w:after="0"/>
        <w:ind w:left="426"/>
        <w:rPr>
          <w:rFonts w:ascii="Times New Roman" w:hAnsi="Times New Roman" w:cs="Times New Roman"/>
          <w:sz w:val="24"/>
          <w:szCs w:val="24"/>
        </w:rPr>
      </w:pPr>
      <w:r w:rsidRPr="00D2605B">
        <w:rPr>
          <w:rFonts w:ascii="Times New Roman" w:hAnsi="Times New Roman" w:cs="Times New Roman"/>
          <w:sz w:val="24"/>
          <w:szCs w:val="24"/>
        </w:rPr>
        <w:t>zawartość frakcji 0 &lt; 0,075 mm – poniżej 15 %</w:t>
      </w:r>
    </w:p>
    <w:p w14:paraId="13DF94A2" w14:textId="77777777" w:rsidR="001C1E72" w:rsidRPr="00D2605B" w:rsidRDefault="001C1E72" w:rsidP="00D2605B">
      <w:pPr>
        <w:numPr>
          <w:ilvl w:val="0"/>
          <w:numId w:val="33"/>
        </w:numPr>
        <w:suppressAutoHyphens w:val="0"/>
        <w:autoSpaceDE w:val="0"/>
        <w:autoSpaceDN w:val="0"/>
        <w:adjustRightInd w:val="0"/>
        <w:spacing w:after="0"/>
        <w:ind w:left="426"/>
        <w:rPr>
          <w:rFonts w:ascii="Times New Roman" w:hAnsi="Times New Roman" w:cs="Times New Roman"/>
          <w:sz w:val="24"/>
          <w:szCs w:val="24"/>
        </w:rPr>
      </w:pPr>
      <w:r w:rsidRPr="00D2605B">
        <w:rPr>
          <w:rFonts w:ascii="Times New Roman" w:hAnsi="Times New Roman" w:cs="Times New Roman"/>
          <w:sz w:val="24"/>
          <w:szCs w:val="24"/>
        </w:rPr>
        <w:t>zawartość części organicznych – poniżej l %</w:t>
      </w:r>
    </w:p>
    <w:p w14:paraId="0355C261" w14:textId="77777777" w:rsidR="001C1E72" w:rsidRPr="00D2605B" w:rsidRDefault="001C1E72" w:rsidP="00D2605B">
      <w:pPr>
        <w:numPr>
          <w:ilvl w:val="0"/>
          <w:numId w:val="33"/>
        </w:numPr>
        <w:suppressAutoHyphens w:val="0"/>
        <w:spacing w:after="0"/>
        <w:ind w:left="426"/>
        <w:rPr>
          <w:rFonts w:ascii="Times New Roman" w:hAnsi="Times New Roman" w:cs="Times New Roman"/>
          <w:sz w:val="24"/>
          <w:szCs w:val="24"/>
        </w:rPr>
      </w:pPr>
      <w:r w:rsidRPr="00D2605B">
        <w:rPr>
          <w:rFonts w:ascii="Times New Roman" w:hAnsi="Times New Roman" w:cs="Times New Roman"/>
          <w:sz w:val="24"/>
          <w:szCs w:val="24"/>
        </w:rPr>
        <w:t>wskaźnik piaskowy od 20÷50 (WP)</w:t>
      </w:r>
      <w:r w:rsidR="00907A6F" w:rsidRPr="00D2605B">
        <w:rPr>
          <w:rFonts w:ascii="Times New Roman" w:hAnsi="Times New Roman" w:cs="Times New Roman"/>
          <w:sz w:val="24"/>
          <w:szCs w:val="24"/>
        </w:rPr>
        <w:t>.</w:t>
      </w:r>
    </w:p>
    <w:p w14:paraId="0C0EA735" w14:textId="77777777" w:rsidR="001C1E72" w:rsidRPr="00D2605B" w:rsidRDefault="001C1E72" w:rsidP="00D2605B">
      <w:pPr>
        <w:pStyle w:val="tekst"/>
        <w:spacing w:line="276" w:lineRule="auto"/>
        <w:jc w:val="both"/>
      </w:pPr>
      <w:r w:rsidRPr="00D2605B">
        <w:rPr>
          <w:color w:val="000000"/>
        </w:rPr>
        <w:t xml:space="preserve">Kruszywo należy przechowywać w warunkach zabezpieczających je przed zanieczyszczeniem oraz zmieszaniem z kruszywami innych klas, gatunków, frakcji (grupy frakcji). </w:t>
      </w:r>
      <w:r w:rsidRPr="00D2605B">
        <w:t>Zakres robót obejmuje: wyrównanie podłoża oraz rozścielenie i wyrównanie podsypki do projektowanej grubości.</w:t>
      </w:r>
    </w:p>
    <w:p w14:paraId="293156ED" w14:textId="77777777" w:rsidR="006E3544" w:rsidRPr="00D2605B" w:rsidRDefault="00674061" w:rsidP="00D2605B">
      <w:pPr>
        <w:pStyle w:val="Akapitzlist"/>
        <w:numPr>
          <w:ilvl w:val="0"/>
          <w:numId w:val="2"/>
        </w:numPr>
        <w:spacing w:after="0"/>
        <w:jc w:val="both"/>
        <w:rPr>
          <w:rFonts w:ascii="Times New Roman" w:hAnsi="Times New Roman" w:cs="Times New Roman"/>
          <w:sz w:val="24"/>
          <w:szCs w:val="24"/>
        </w:rPr>
      </w:pPr>
      <w:r w:rsidRPr="00D2605B">
        <w:rPr>
          <w:rFonts w:ascii="Times New Roman" w:hAnsi="Times New Roman" w:cs="Times New Roman"/>
          <w:sz w:val="24"/>
          <w:szCs w:val="24"/>
        </w:rPr>
        <w:t>Odpompowanie wody z wykopów prowadzić przy użyciu pomp, których parametry (wydajność) ustali Wykonawca robót w zależności od posiadanych instalacji pompowych.</w:t>
      </w:r>
    </w:p>
    <w:p w14:paraId="64E07E30" w14:textId="77777777" w:rsidR="00E66B8A" w:rsidRPr="00D2605B" w:rsidRDefault="00E66B8A" w:rsidP="00D2605B">
      <w:pPr>
        <w:spacing w:after="0"/>
        <w:jc w:val="both"/>
        <w:rPr>
          <w:rFonts w:ascii="Times New Roman" w:hAnsi="Times New Roman" w:cs="Times New Roman"/>
          <w:sz w:val="24"/>
          <w:szCs w:val="24"/>
        </w:rPr>
      </w:pPr>
    </w:p>
    <w:p w14:paraId="1355EB34" w14:textId="77777777" w:rsidR="00E66B8A" w:rsidRPr="00D2605B" w:rsidRDefault="00E66B8A" w:rsidP="00D2605B">
      <w:pPr>
        <w:spacing w:after="0"/>
        <w:jc w:val="both"/>
        <w:rPr>
          <w:rFonts w:ascii="Times New Roman" w:hAnsi="Times New Roman" w:cs="Times New Roman"/>
          <w:sz w:val="24"/>
          <w:szCs w:val="24"/>
        </w:rPr>
      </w:pPr>
    </w:p>
    <w:p w14:paraId="622CF5B7" w14:textId="77777777" w:rsidR="00BE0F93" w:rsidRPr="00D2605B" w:rsidRDefault="00BE0F93" w:rsidP="00D2605B">
      <w:pPr>
        <w:pStyle w:val="Akapitzlist"/>
        <w:numPr>
          <w:ilvl w:val="0"/>
          <w:numId w:val="1"/>
        </w:numPr>
        <w:suppressAutoHyphens w:val="0"/>
        <w:spacing w:after="0"/>
        <w:jc w:val="both"/>
        <w:rPr>
          <w:rFonts w:ascii="Times New Roman" w:hAnsi="Times New Roman" w:cs="Times New Roman"/>
          <w:b/>
          <w:sz w:val="24"/>
          <w:szCs w:val="24"/>
        </w:rPr>
      </w:pPr>
      <w:r w:rsidRPr="00D2605B">
        <w:rPr>
          <w:rFonts w:ascii="Times New Roman" w:hAnsi="Times New Roman" w:cs="Times New Roman"/>
          <w:b/>
          <w:sz w:val="24"/>
          <w:szCs w:val="24"/>
        </w:rPr>
        <w:t>Obowiązki Wykonawcy:</w:t>
      </w:r>
    </w:p>
    <w:p w14:paraId="71DB66C9" w14:textId="3D3B6AE5" w:rsidR="00C52359" w:rsidRDefault="00646C76" w:rsidP="00605C47">
      <w:pPr>
        <w:pStyle w:val="Akapitzlist"/>
        <w:numPr>
          <w:ilvl w:val="0"/>
          <w:numId w:val="4"/>
        </w:numPr>
        <w:shd w:val="clear" w:color="auto" w:fill="FFFFFF"/>
        <w:suppressAutoHyphens w:val="0"/>
        <w:spacing w:after="0"/>
        <w:jc w:val="both"/>
        <w:textAlignment w:val="baseline"/>
        <w:rPr>
          <w:rFonts w:ascii="Times New Roman" w:hAnsi="Times New Roman" w:cs="Times New Roman"/>
          <w:sz w:val="24"/>
          <w:szCs w:val="24"/>
        </w:rPr>
      </w:pPr>
      <w:r w:rsidRPr="00646C76">
        <w:rPr>
          <w:rFonts w:ascii="Times New Roman" w:hAnsi="Times New Roman" w:cs="Times New Roman"/>
          <w:sz w:val="24"/>
          <w:szCs w:val="24"/>
        </w:rPr>
        <w:t>Wszelkie prace obejmujące przedmiot za</w:t>
      </w:r>
      <w:r w:rsidR="009F02F7">
        <w:rPr>
          <w:rFonts w:ascii="Times New Roman" w:hAnsi="Times New Roman" w:cs="Times New Roman"/>
          <w:sz w:val="24"/>
          <w:szCs w:val="24"/>
        </w:rPr>
        <w:t>mówienia Wykonawca realizuje we </w:t>
      </w:r>
      <w:r w:rsidRPr="00646C76">
        <w:rPr>
          <w:rFonts w:ascii="Times New Roman" w:hAnsi="Times New Roman" w:cs="Times New Roman"/>
          <w:sz w:val="24"/>
          <w:szCs w:val="24"/>
        </w:rPr>
        <w:t>współpracy z Inspektorem nadzoru budowlanego</w:t>
      </w:r>
      <w:r w:rsidR="00C8428F">
        <w:rPr>
          <w:rFonts w:ascii="Times New Roman" w:hAnsi="Times New Roman" w:cs="Times New Roman"/>
          <w:sz w:val="24"/>
          <w:szCs w:val="24"/>
        </w:rPr>
        <w:t xml:space="preserve"> wskazanym</w:t>
      </w:r>
      <w:r w:rsidR="00F46382">
        <w:rPr>
          <w:rFonts w:ascii="Times New Roman" w:hAnsi="Times New Roman" w:cs="Times New Roman"/>
          <w:sz w:val="24"/>
          <w:szCs w:val="24"/>
        </w:rPr>
        <w:t xml:space="preserve"> przez Zamawiającego</w:t>
      </w:r>
      <w:r w:rsidRPr="00646C76">
        <w:rPr>
          <w:rFonts w:ascii="Times New Roman" w:hAnsi="Times New Roman" w:cs="Times New Roman"/>
          <w:sz w:val="24"/>
          <w:szCs w:val="24"/>
        </w:rPr>
        <w:t xml:space="preserve"> i pod jego nadzorem.</w:t>
      </w:r>
    </w:p>
    <w:p w14:paraId="09033026" w14:textId="77777777" w:rsidR="00C52359" w:rsidRPr="00C52359" w:rsidRDefault="00837310" w:rsidP="00605C47">
      <w:pPr>
        <w:pStyle w:val="Akapitzlist"/>
        <w:numPr>
          <w:ilvl w:val="0"/>
          <w:numId w:val="4"/>
        </w:numPr>
        <w:shd w:val="clear" w:color="auto" w:fill="FFFFFF"/>
        <w:suppressAutoHyphens w:val="0"/>
        <w:spacing w:after="0"/>
        <w:jc w:val="both"/>
        <w:textAlignment w:val="baseline"/>
        <w:rPr>
          <w:rFonts w:ascii="Times New Roman" w:hAnsi="Times New Roman" w:cs="Times New Roman"/>
          <w:sz w:val="24"/>
          <w:szCs w:val="24"/>
        </w:rPr>
      </w:pPr>
      <w:r w:rsidRPr="00C52359">
        <w:rPr>
          <w:rFonts w:ascii="Times New Roman" w:hAnsi="Times New Roman" w:cs="Times New Roman"/>
          <w:sz w:val="24"/>
          <w:szCs w:val="24"/>
        </w:rPr>
        <w:t xml:space="preserve">Wykonawca </w:t>
      </w:r>
      <w:r w:rsidR="00C52359" w:rsidRPr="00C52359">
        <w:rPr>
          <w:rFonts w:ascii="Times New Roman" w:hAnsi="Times New Roman" w:cs="Times New Roman"/>
          <w:sz w:val="24"/>
          <w:szCs w:val="24"/>
        </w:rPr>
        <w:t xml:space="preserve">ma dysponować </w:t>
      </w:r>
      <w:r w:rsidR="00C52359" w:rsidRPr="00C52359">
        <w:rPr>
          <w:rFonts w:ascii="Times New Roman" w:hAnsi="Times New Roman" w:cs="Times New Roman"/>
          <w:color w:val="000000" w:themeColor="text1"/>
          <w:sz w:val="24"/>
          <w:szCs w:val="24"/>
        </w:rPr>
        <w:t>na etapie realizacji zamówienia:</w:t>
      </w:r>
    </w:p>
    <w:p w14:paraId="5A5AD07C" w14:textId="77777777" w:rsidR="00C52359" w:rsidRDefault="00C52359" w:rsidP="00605C47">
      <w:pPr>
        <w:pStyle w:val="Akapitzlist"/>
        <w:numPr>
          <w:ilvl w:val="0"/>
          <w:numId w:val="44"/>
        </w:numPr>
        <w:tabs>
          <w:tab w:val="left" w:pos="447"/>
        </w:tabs>
        <w:suppressAutoHyphens w:val="0"/>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ekspertem przyrodnikiem,</w:t>
      </w:r>
    </w:p>
    <w:p w14:paraId="68FD051A" w14:textId="77777777" w:rsidR="00C52359" w:rsidRDefault="00C52359" w:rsidP="00605C47">
      <w:pPr>
        <w:pStyle w:val="Akapitzlist"/>
        <w:numPr>
          <w:ilvl w:val="0"/>
          <w:numId w:val="44"/>
        </w:numPr>
        <w:tabs>
          <w:tab w:val="left" w:pos="447"/>
        </w:tabs>
        <w:suppressAutoHyphens w:val="0"/>
        <w:spacing w:after="0"/>
        <w:jc w:val="both"/>
        <w:rPr>
          <w:rFonts w:ascii="Times New Roman" w:hAnsi="Times New Roman" w:cs="Times New Roman"/>
          <w:color w:val="000000" w:themeColor="text1"/>
          <w:sz w:val="24"/>
          <w:szCs w:val="24"/>
        </w:rPr>
      </w:pPr>
      <w:r>
        <w:rPr>
          <w:rFonts w:ascii="Times New Roman" w:hAnsi="Times New Roman" w:cs="Times New Roman"/>
          <w:sz w:val="24"/>
          <w:szCs w:val="24"/>
        </w:rPr>
        <w:t>geodetą uprawnionym do wytyczenia geodezyjnego,</w:t>
      </w:r>
    </w:p>
    <w:p w14:paraId="4DB9B167" w14:textId="77777777" w:rsidR="00C52359" w:rsidRDefault="00C52359" w:rsidP="00605C47">
      <w:pPr>
        <w:pStyle w:val="Akapitzlist"/>
        <w:numPr>
          <w:ilvl w:val="0"/>
          <w:numId w:val="44"/>
        </w:numPr>
        <w:tabs>
          <w:tab w:val="left" w:pos="447"/>
        </w:tabs>
        <w:suppressAutoHyphens w:val="0"/>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projektantem do nadzoru autorskiego,</w:t>
      </w:r>
    </w:p>
    <w:p w14:paraId="67D79907" w14:textId="77777777" w:rsidR="00C52359" w:rsidRDefault="00C52359" w:rsidP="00605C47">
      <w:pPr>
        <w:pStyle w:val="Akapitzlist"/>
        <w:numPr>
          <w:ilvl w:val="0"/>
          <w:numId w:val="44"/>
        </w:numPr>
        <w:tabs>
          <w:tab w:val="left" w:pos="447"/>
        </w:tabs>
        <w:suppressAutoHyphens w:val="0"/>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kierownikiem budowy,</w:t>
      </w:r>
    </w:p>
    <w:p w14:paraId="55168EDD" w14:textId="77777777" w:rsidR="00837310" w:rsidRDefault="00C52359" w:rsidP="00605C47">
      <w:pPr>
        <w:shd w:val="clear" w:color="auto" w:fill="FFFFFF"/>
        <w:suppressAutoHyphens w:val="0"/>
        <w:spacing w:after="0"/>
        <w:ind w:left="360"/>
        <w:jc w:val="both"/>
        <w:textAlignment w:val="baseline"/>
        <w:rPr>
          <w:rFonts w:ascii="Times New Roman" w:hAnsi="Times New Roman" w:cs="Times New Roman"/>
          <w:sz w:val="24"/>
          <w:szCs w:val="24"/>
        </w:rPr>
      </w:pPr>
      <w:r>
        <w:rPr>
          <w:rFonts w:ascii="Times New Roman" w:hAnsi="Times New Roman" w:cs="Times New Roman"/>
          <w:sz w:val="24"/>
          <w:szCs w:val="24"/>
        </w:rPr>
        <w:t>który</w:t>
      </w:r>
      <w:r w:rsidR="006F0944">
        <w:rPr>
          <w:rFonts w:ascii="Times New Roman" w:hAnsi="Times New Roman" w:cs="Times New Roman"/>
          <w:sz w:val="24"/>
          <w:szCs w:val="24"/>
        </w:rPr>
        <w:t>ch uprawnienia i obowiązki</w:t>
      </w:r>
      <w:r>
        <w:rPr>
          <w:rFonts w:ascii="Times New Roman" w:hAnsi="Times New Roman" w:cs="Times New Roman"/>
          <w:sz w:val="24"/>
          <w:szCs w:val="24"/>
        </w:rPr>
        <w:t xml:space="preserve"> określa:</w:t>
      </w:r>
    </w:p>
    <w:p w14:paraId="5D738EA6" w14:textId="77777777" w:rsidR="00C52359" w:rsidRDefault="00605C47" w:rsidP="00605C47">
      <w:pPr>
        <w:pStyle w:val="Akapitzlist"/>
        <w:numPr>
          <w:ilvl w:val="0"/>
          <w:numId w:val="45"/>
        </w:numPr>
        <w:shd w:val="clear" w:color="auto" w:fill="FFFFFF"/>
        <w:suppressAutoHyphens w:val="0"/>
        <w:spacing w:after="0"/>
        <w:jc w:val="both"/>
        <w:textAlignment w:val="baseline"/>
        <w:rPr>
          <w:rStyle w:val="markedcontent"/>
          <w:rFonts w:ascii="Times New Roman" w:hAnsi="Times New Roman" w:cs="Times New Roman"/>
          <w:sz w:val="24"/>
          <w:szCs w:val="24"/>
        </w:rPr>
      </w:pPr>
      <w:r>
        <w:rPr>
          <w:rStyle w:val="markedcontent"/>
          <w:rFonts w:ascii="Times New Roman" w:hAnsi="Times New Roman" w:cs="Times New Roman"/>
          <w:sz w:val="24"/>
          <w:szCs w:val="24"/>
        </w:rPr>
        <w:t>ustawa z dnia 7 lipca 1994 r. Prawo budowlane (Dz. U. z 2021 r. poz. 2351 ze zm.),</w:t>
      </w:r>
    </w:p>
    <w:p w14:paraId="35345264" w14:textId="77777777" w:rsidR="00605C47" w:rsidRDefault="00605C47" w:rsidP="00605C47">
      <w:pPr>
        <w:pStyle w:val="Akapitzlist"/>
        <w:numPr>
          <w:ilvl w:val="0"/>
          <w:numId w:val="45"/>
        </w:numPr>
        <w:shd w:val="clear" w:color="auto" w:fill="FFFFFF"/>
        <w:suppressAutoHyphens w:val="0"/>
        <w:spacing w:after="0"/>
        <w:jc w:val="both"/>
        <w:textAlignment w:val="baseline"/>
        <w:rPr>
          <w:rStyle w:val="markedcontent"/>
          <w:rFonts w:ascii="Times New Roman" w:hAnsi="Times New Roman" w:cs="Times New Roman"/>
          <w:sz w:val="24"/>
          <w:szCs w:val="24"/>
        </w:rPr>
      </w:pPr>
      <w:r>
        <w:rPr>
          <w:rStyle w:val="markedcontent"/>
          <w:rFonts w:ascii="Times New Roman" w:hAnsi="Times New Roman" w:cs="Times New Roman"/>
          <w:sz w:val="24"/>
          <w:szCs w:val="24"/>
        </w:rPr>
        <w:t>dokumenty stanowiące załączniki do niniejszego Opisu Przedmiotu Zamówienia,</w:t>
      </w:r>
    </w:p>
    <w:p w14:paraId="3349A93C" w14:textId="77777777" w:rsidR="00605C47" w:rsidRPr="00C52359" w:rsidRDefault="00605C47" w:rsidP="00605C47">
      <w:pPr>
        <w:pStyle w:val="Akapitzlist"/>
        <w:numPr>
          <w:ilvl w:val="0"/>
          <w:numId w:val="45"/>
        </w:numPr>
        <w:shd w:val="clear" w:color="auto" w:fill="FFFFFF"/>
        <w:suppressAutoHyphens w:val="0"/>
        <w:spacing w:after="0"/>
        <w:jc w:val="both"/>
        <w:textAlignment w:val="baseline"/>
        <w:rPr>
          <w:rFonts w:ascii="Times New Roman" w:hAnsi="Times New Roman" w:cs="Times New Roman"/>
          <w:sz w:val="24"/>
          <w:szCs w:val="24"/>
        </w:rPr>
      </w:pPr>
      <w:r>
        <w:rPr>
          <w:rStyle w:val="markedcontent"/>
          <w:rFonts w:ascii="Times New Roman" w:hAnsi="Times New Roman" w:cs="Times New Roman"/>
          <w:sz w:val="24"/>
          <w:szCs w:val="24"/>
        </w:rPr>
        <w:t>treść niniejszego Opisu Przedmiotu Zamówienia.</w:t>
      </w:r>
    </w:p>
    <w:p w14:paraId="2BEE33A5" w14:textId="3E5515F1" w:rsidR="00403D05" w:rsidRPr="00D2605B" w:rsidRDefault="00403D05" w:rsidP="00605C47">
      <w:pPr>
        <w:pStyle w:val="Akapitzlist"/>
        <w:numPr>
          <w:ilvl w:val="0"/>
          <w:numId w:val="4"/>
        </w:numPr>
        <w:shd w:val="clear" w:color="auto" w:fill="FFFFFF"/>
        <w:suppressAutoHyphens w:val="0"/>
        <w:spacing w:after="0"/>
        <w:jc w:val="both"/>
        <w:textAlignment w:val="baseline"/>
        <w:rPr>
          <w:rFonts w:ascii="Times New Roman" w:hAnsi="Times New Roman" w:cs="Times New Roman"/>
          <w:b/>
          <w:sz w:val="24"/>
          <w:szCs w:val="24"/>
        </w:rPr>
      </w:pPr>
      <w:r w:rsidRPr="00D2605B">
        <w:rPr>
          <w:rFonts w:ascii="Times New Roman" w:eastAsia="Times New Roman" w:hAnsi="Times New Roman" w:cs="Times New Roman"/>
          <w:sz w:val="24"/>
          <w:szCs w:val="24"/>
          <w:lang w:eastAsia="pl-PL"/>
        </w:rPr>
        <w:t>Wszelkie materiały potrze</w:t>
      </w:r>
      <w:r w:rsidR="008F437B" w:rsidRPr="00D2605B">
        <w:rPr>
          <w:rFonts w:ascii="Times New Roman" w:eastAsia="Times New Roman" w:hAnsi="Times New Roman" w:cs="Times New Roman"/>
          <w:sz w:val="24"/>
          <w:szCs w:val="24"/>
          <w:lang w:eastAsia="pl-PL"/>
        </w:rPr>
        <w:t xml:space="preserve">bne do wytyczenia geodezyjnego </w:t>
      </w:r>
      <w:r w:rsidRPr="00D2605B">
        <w:rPr>
          <w:rFonts w:ascii="Times New Roman" w:eastAsia="Times New Roman" w:hAnsi="Times New Roman" w:cs="Times New Roman"/>
          <w:sz w:val="24"/>
          <w:szCs w:val="24"/>
          <w:lang w:eastAsia="pl-PL"/>
        </w:rPr>
        <w:t xml:space="preserve">m.in. </w:t>
      </w:r>
      <w:r w:rsidR="00B45BDD" w:rsidRPr="00D2605B">
        <w:rPr>
          <w:rFonts w:ascii="Times New Roman" w:eastAsia="Times New Roman" w:hAnsi="Times New Roman" w:cs="Times New Roman"/>
          <w:sz w:val="24"/>
          <w:szCs w:val="24"/>
          <w:lang w:eastAsia="pl-PL"/>
        </w:rPr>
        <w:t xml:space="preserve">znaki geodezyjne </w:t>
      </w:r>
      <w:r w:rsidR="008F437B" w:rsidRPr="00233536">
        <w:rPr>
          <w:rFonts w:ascii="Times New Roman" w:eastAsia="Times New Roman" w:hAnsi="Times New Roman" w:cs="Times New Roman"/>
          <w:sz w:val="24"/>
          <w:szCs w:val="24"/>
          <w:lang w:eastAsia="pl-PL"/>
        </w:rPr>
        <w:t>repery,</w:t>
      </w:r>
      <w:r w:rsidRPr="00233536">
        <w:rPr>
          <w:rFonts w:ascii="Times New Roman" w:eastAsia="Times New Roman" w:hAnsi="Times New Roman" w:cs="Times New Roman"/>
          <w:sz w:val="24"/>
          <w:szCs w:val="24"/>
          <w:lang w:eastAsia="pl-PL"/>
        </w:rPr>
        <w:t xml:space="preserve"> zapewnia Wykonawca w ramach realizacji niniejszej umowy </w:t>
      </w:r>
      <w:r w:rsidR="00233536" w:rsidRPr="00233536">
        <w:rPr>
          <w:rStyle w:val="markedcontent"/>
          <w:rFonts w:ascii="Times New Roman" w:hAnsi="Times New Roman" w:cs="Times New Roman"/>
          <w:sz w:val="24"/>
          <w:szCs w:val="24"/>
        </w:rPr>
        <w:t xml:space="preserve">(pokrywa koszty ich zakupu) </w:t>
      </w:r>
      <w:r w:rsidRPr="00233536">
        <w:rPr>
          <w:rFonts w:ascii="Times New Roman" w:eastAsia="Times New Roman" w:hAnsi="Times New Roman" w:cs="Times New Roman"/>
          <w:sz w:val="24"/>
          <w:szCs w:val="24"/>
          <w:lang w:eastAsia="pl-PL"/>
        </w:rPr>
        <w:t xml:space="preserve">oraz dokonuje on niezbędnych </w:t>
      </w:r>
      <w:r w:rsidRPr="00D2605B">
        <w:rPr>
          <w:rFonts w:ascii="Times New Roman" w:eastAsia="Times New Roman" w:hAnsi="Times New Roman" w:cs="Times New Roman"/>
          <w:sz w:val="24"/>
          <w:szCs w:val="24"/>
          <w:lang w:eastAsia="pl-PL"/>
        </w:rPr>
        <w:t>zg</w:t>
      </w:r>
      <w:r w:rsidR="009F02F7">
        <w:rPr>
          <w:rFonts w:ascii="Times New Roman" w:eastAsia="Times New Roman" w:hAnsi="Times New Roman" w:cs="Times New Roman"/>
          <w:sz w:val="24"/>
          <w:szCs w:val="24"/>
          <w:lang w:eastAsia="pl-PL"/>
        </w:rPr>
        <w:t>łoszeń i czynności związanych z </w:t>
      </w:r>
      <w:r w:rsidRPr="00D2605B">
        <w:rPr>
          <w:rFonts w:ascii="Times New Roman" w:eastAsia="Times New Roman" w:hAnsi="Times New Roman" w:cs="Times New Roman"/>
          <w:sz w:val="24"/>
          <w:szCs w:val="24"/>
          <w:lang w:eastAsia="pl-PL"/>
        </w:rPr>
        <w:t>wytyczeniem geodezyjnym w ramach niniejszego zadania.</w:t>
      </w:r>
    </w:p>
    <w:p w14:paraId="6C401A67" w14:textId="77777777" w:rsidR="00B45BDD" w:rsidRPr="00D2605B" w:rsidRDefault="00B45BDD" w:rsidP="00D2605B">
      <w:pPr>
        <w:pStyle w:val="Akapitzlist"/>
        <w:numPr>
          <w:ilvl w:val="0"/>
          <w:numId w:val="4"/>
        </w:numPr>
        <w:shd w:val="clear" w:color="auto" w:fill="FFFFFF"/>
        <w:suppressAutoHyphens w:val="0"/>
        <w:spacing w:after="0"/>
        <w:jc w:val="both"/>
        <w:textAlignment w:val="baseline"/>
        <w:rPr>
          <w:rFonts w:ascii="Times New Roman" w:hAnsi="Times New Roman" w:cs="Times New Roman"/>
          <w:b/>
          <w:sz w:val="24"/>
          <w:szCs w:val="24"/>
        </w:rPr>
      </w:pPr>
      <w:r w:rsidRPr="00D2605B">
        <w:rPr>
          <w:rFonts w:ascii="Times New Roman" w:eastAsia="Times New Roman" w:hAnsi="Times New Roman" w:cs="Times New Roman"/>
          <w:sz w:val="24"/>
          <w:szCs w:val="24"/>
          <w:lang w:eastAsia="pl-PL"/>
        </w:rPr>
        <w:t xml:space="preserve">Wykonawca w ramach zadania </w:t>
      </w:r>
      <w:r w:rsidR="006319A5" w:rsidRPr="00D2605B">
        <w:rPr>
          <w:rFonts w:ascii="Times New Roman" w:eastAsia="Times New Roman" w:hAnsi="Times New Roman" w:cs="Times New Roman"/>
          <w:sz w:val="24"/>
          <w:szCs w:val="24"/>
          <w:lang w:eastAsia="pl-PL"/>
        </w:rPr>
        <w:t xml:space="preserve">ma obowiązek </w:t>
      </w:r>
      <w:r w:rsidRPr="00D2605B">
        <w:rPr>
          <w:rFonts w:ascii="Times New Roman" w:eastAsia="Times New Roman" w:hAnsi="Times New Roman" w:cs="Times New Roman"/>
          <w:sz w:val="24"/>
          <w:szCs w:val="24"/>
          <w:lang w:eastAsia="pl-PL"/>
        </w:rPr>
        <w:t>zapewnia</w:t>
      </w:r>
      <w:r w:rsidR="001C7A77" w:rsidRPr="00D2605B">
        <w:rPr>
          <w:rFonts w:ascii="Times New Roman" w:eastAsia="Times New Roman" w:hAnsi="Times New Roman" w:cs="Times New Roman"/>
          <w:sz w:val="24"/>
          <w:szCs w:val="24"/>
          <w:lang w:eastAsia="pl-PL"/>
        </w:rPr>
        <w:t xml:space="preserve"> sobie</w:t>
      </w:r>
      <w:r w:rsidR="006319A5" w:rsidRPr="00D2605B">
        <w:rPr>
          <w:rFonts w:ascii="Times New Roman" w:eastAsia="Times New Roman" w:hAnsi="Times New Roman" w:cs="Times New Roman"/>
          <w:sz w:val="24"/>
          <w:szCs w:val="24"/>
          <w:lang w:eastAsia="pl-PL"/>
        </w:rPr>
        <w:t>, zakupu w ramach środków finansowych określonych umową</w:t>
      </w:r>
      <w:r w:rsidRPr="00D2605B">
        <w:rPr>
          <w:rFonts w:ascii="Times New Roman" w:eastAsia="Times New Roman" w:hAnsi="Times New Roman" w:cs="Times New Roman"/>
          <w:sz w:val="24"/>
          <w:szCs w:val="24"/>
          <w:lang w:eastAsia="pl-PL"/>
        </w:rPr>
        <w:t xml:space="preserve"> dziennik budowy, który jest zobowiązany prowadzić w trakcie realizacji niniejszego zadania i po zakończeniu budowy przekazać</w:t>
      </w:r>
      <w:r w:rsidR="007A5A8B" w:rsidRPr="00D2605B">
        <w:rPr>
          <w:rFonts w:ascii="Times New Roman" w:eastAsia="Times New Roman" w:hAnsi="Times New Roman" w:cs="Times New Roman"/>
          <w:sz w:val="24"/>
          <w:szCs w:val="24"/>
          <w:lang w:eastAsia="pl-PL"/>
        </w:rPr>
        <w:t xml:space="preserve"> go</w:t>
      </w:r>
      <w:r w:rsidRPr="00D2605B">
        <w:rPr>
          <w:rFonts w:ascii="Times New Roman" w:eastAsia="Times New Roman" w:hAnsi="Times New Roman" w:cs="Times New Roman"/>
          <w:sz w:val="24"/>
          <w:szCs w:val="24"/>
          <w:lang w:eastAsia="pl-PL"/>
        </w:rPr>
        <w:t xml:space="preserve"> Zamawiającemu.</w:t>
      </w:r>
    </w:p>
    <w:p w14:paraId="7241DCF9" w14:textId="77777777" w:rsidR="001C7A77" w:rsidRPr="00DA3023" w:rsidRDefault="001C7A77" w:rsidP="00D2605B">
      <w:pPr>
        <w:pStyle w:val="Tekstpodstawowy2"/>
        <w:numPr>
          <w:ilvl w:val="0"/>
          <w:numId w:val="4"/>
        </w:numPr>
        <w:spacing w:after="0" w:line="276" w:lineRule="auto"/>
        <w:jc w:val="both"/>
        <w:rPr>
          <w:szCs w:val="24"/>
        </w:rPr>
      </w:pPr>
      <w:r w:rsidRPr="00D2605B">
        <w:rPr>
          <w:szCs w:val="24"/>
        </w:rPr>
        <w:t>Lokalizacja i zorganizowani</w:t>
      </w:r>
      <w:r w:rsidR="006C677A" w:rsidRPr="00D2605B">
        <w:rPr>
          <w:szCs w:val="24"/>
        </w:rPr>
        <w:t>e placu budowy leży po stronie W</w:t>
      </w:r>
      <w:r w:rsidRPr="00D2605B">
        <w:rPr>
          <w:szCs w:val="24"/>
        </w:rPr>
        <w:t xml:space="preserve">ykonawcy robót. Z uwagi </w:t>
      </w:r>
      <w:r w:rsidR="00847A78">
        <w:rPr>
          <w:szCs w:val="24"/>
        </w:rPr>
        <w:t xml:space="preserve">na </w:t>
      </w:r>
      <w:r w:rsidRPr="00D2605B">
        <w:rPr>
          <w:szCs w:val="24"/>
        </w:rPr>
        <w:t xml:space="preserve">znajdowanie się terenu </w:t>
      </w:r>
      <w:r w:rsidR="008F437B" w:rsidRPr="00D2605B">
        <w:rPr>
          <w:szCs w:val="24"/>
        </w:rPr>
        <w:t>prac na obszarze objętym ochroną</w:t>
      </w:r>
      <w:r w:rsidRPr="00D2605B">
        <w:rPr>
          <w:szCs w:val="24"/>
        </w:rPr>
        <w:t xml:space="preserve"> plac budowy (zaplecze) należy zlokaliz</w:t>
      </w:r>
      <w:r w:rsidR="00223817" w:rsidRPr="00D2605B">
        <w:rPr>
          <w:szCs w:val="24"/>
        </w:rPr>
        <w:t>ować poza tym obszarem (poza tere</w:t>
      </w:r>
      <w:r w:rsidRPr="00D2605B">
        <w:rPr>
          <w:szCs w:val="24"/>
        </w:rPr>
        <w:t xml:space="preserve">nem </w:t>
      </w:r>
      <w:r w:rsidR="00223817" w:rsidRPr="00D2605B">
        <w:rPr>
          <w:szCs w:val="24"/>
        </w:rPr>
        <w:t>rezerwatu przyrody). Lokalizację</w:t>
      </w:r>
      <w:r w:rsidRPr="00D2605B">
        <w:rPr>
          <w:szCs w:val="24"/>
        </w:rPr>
        <w:t xml:space="preserve"> placu budowy </w:t>
      </w:r>
      <w:r w:rsidR="00223817" w:rsidRPr="00DA3023">
        <w:rPr>
          <w:szCs w:val="24"/>
        </w:rPr>
        <w:t>Wykonawca ma uzgodnić z Zamawiającym</w:t>
      </w:r>
      <w:r w:rsidRPr="00DA3023">
        <w:rPr>
          <w:szCs w:val="24"/>
        </w:rPr>
        <w:t xml:space="preserve"> i zarządcą terenu Nadleśnictwem Brodnica.</w:t>
      </w:r>
    </w:p>
    <w:p w14:paraId="63C72A86" w14:textId="77777777" w:rsidR="00663635" w:rsidRPr="00D2605B" w:rsidRDefault="00663635" w:rsidP="00D2605B">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Wykonawca zobowiązany jest do utrzymania w czystości dróg publicznych służących do przywozu materiałów.</w:t>
      </w:r>
    </w:p>
    <w:p w14:paraId="6AB75070" w14:textId="28D0169D" w:rsidR="00DA0920" w:rsidRPr="00D2605B" w:rsidRDefault="00663635" w:rsidP="00D2605B">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Przed przystąpieniem do robót Wykonawca prz</w:t>
      </w:r>
      <w:r w:rsidR="009F02F7">
        <w:rPr>
          <w:rFonts w:ascii="Times New Roman" w:hAnsi="Times New Roman" w:cs="Times New Roman"/>
          <w:sz w:val="24"/>
          <w:szCs w:val="24"/>
        </w:rPr>
        <w:t>edstawi Inspektorowi nadzoru do </w:t>
      </w:r>
      <w:r w:rsidRPr="00D2605B">
        <w:rPr>
          <w:rFonts w:ascii="Times New Roman" w:hAnsi="Times New Roman" w:cs="Times New Roman"/>
          <w:sz w:val="24"/>
          <w:szCs w:val="24"/>
        </w:rPr>
        <w:t>zatwierdzenia projekt organizacji ruchu i zabezpieczenia robót w okresie trwania budowy, uzgodniony z odpowiednim zarządem drogi</w:t>
      </w:r>
      <w:r w:rsidR="00151BC7">
        <w:rPr>
          <w:rFonts w:ascii="Times New Roman" w:hAnsi="Times New Roman" w:cs="Times New Roman"/>
          <w:sz w:val="24"/>
          <w:szCs w:val="24"/>
        </w:rPr>
        <w:t xml:space="preserve"> i organem zarządzającym ruchem</w:t>
      </w:r>
      <w:r w:rsidRPr="00D2605B">
        <w:rPr>
          <w:rFonts w:ascii="Times New Roman" w:hAnsi="Times New Roman" w:cs="Times New Roman"/>
          <w:sz w:val="24"/>
          <w:szCs w:val="24"/>
        </w:rPr>
        <w:t>. W zależności od potrzeb i postępu robót projekt organizacji ruchu powinien być na bieżąco aktualizowany przez Wykonawcę. K</w:t>
      </w:r>
      <w:r w:rsidR="009F02F7">
        <w:rPr>
          <w:rFonts w:ascii="Times New Roman" w:hAnsi="Times New Roman" w:cs="Times New Roman"/>
          <w:sz w:val="24"/>
          <w:szCs w:val="24"/>
        </w:rPr>
        <w:t>ażda zmiana, w stosunku do </w:t>
      </w:r>
      <w:r w:rsidRPr="00D2605B">
        <w:rPr>
          <w:rFonts w:ascii="Times New Roman" w:hAnsi="Times New Roman" w:cs="Times New Roman"/>
          <w:sz w:val="24"/>
          <w:szCs w:val="24"/>
        </w:rPr>
        <w:t>zatwierdzonego projektu organizacji ruchu, wymaga każdorazowo ponownego zatwierdzenia projektu.</w:t>
      </w:r>
    </w:p>
    <w:p w14:paraId="1595B8E6" w14:textId="732EB8C0" w:rsidR="00DA0920" w:rsidRPr="00D2605B" w:rsidRDefault="00DA0920" w:rsidP="00D2605B">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W czasie wykonywania robót Wykonawca</w:t>
      </w:r>
      <w:r w:rsidR="001B2634" w:rsidRPr="00D2605B">
        <w:rPr>
          <w:rFonts w:ascii="Times New Roman" w:hAnsi="Times New Roman" w:cs="Times New Roman"/>
          <w:sz w:val="24"/>
          <w:szCs w:val="24"/>
        </w:rPr>
        <w:t xml:space="preserve"> na własny koszt</w:t>
      </w:r>
      <w:r w:rsidR="009F02F7">
        <w:rPr>
          <w:rFonts w:ascii="Times New Roman" w:hAnsi="Times New Roman" w:cs="Times New Roman"/>
          <w:sz w:val="24"/>
          <w:szCs w:val="24"/>
        </w:rPr>
        <w:t xml:space="preserve"> dostarczy, zainstaluje i </w:t>
      </w:r>
      <w:r w:rsidRPr="00D2605B">
        <w:rPr>
          <w:rFonts w:ascii="Times New Roman" w:hAnsi="Times New Roman" w:cs="Times New Roman"/>
          <w:sz w:val="24"/>
          <w:szCs w:val="24"/>
        </w:rPr>
        <w:t>będzie obsługiwał wszystkie tymczasowe urządzenia zabezpieczające takie jak: zapory, światła ostrzegawcze, sygnały, itp., zapewniając w ten sposób bezpieczeństwo pojazdów i pieszych.</w:t>
      </w:r>
    </w:p>
    <w:p w14:paraId="2BE30BB9" w14:textId="6A936675" w:rsidR="001C7A77" w:rsidRPr="00D2605B" w:rsidRDefault="00DA0920" w:rsidP="00D2605B">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Wykonawca zapewni stałe warunki widoczności w dzień i w nocy tych zapór i znaków, dla których jest to nieodzowne ze względów bezpieczeństwa. Wszystkie znaki, zapory i inne urządzenia zabezpieczające </w:t>
      </w:r>
      <w:r w:rsidR="00994A2F">
        <w:rPr>
          <w:rFonts w:ascii="Times New Roman" w:hAnsi="Times New Roman" w:cs="Times New Roman"/>
          <w:sz w:val="24"/>
          <w:szCs w:val="24"/>
        </w:rPr>
        <w:t>należy przedstawić do</w:t>
      </w:r>
      <w:r w:rsidR="00994A2F" w:rsidRPr="00D2605B">
        <w:rPr>
          <w:rFonts w:ascii="Times New Roman" w:hAnsi="Times New Roman" w:cs="Times New Roman"/>
          <w:sz w:val="24"/>
          <w:szCs w:val="24"/>
        </w:rPr>
        <w:t xml:space="preserve"> </w:t>
      </w:r>
      <w:r w:rsidR="00994A2F">
        <w:rPr>
          <w:rFonts w:ascii="Times New Roman" w:hAnsi="Times New Roman" w:cs="Times New Roman"/>
          <w:sz w:val="24"/>
          <w:szCs w:val="24"/>
        </w:rPr>
        <w:t>za</w:t>
      </w:r>
      <w:r w:rsidR="00994A2F" w:rsidRPr="00D2605B">
        <w:rPr>
          <w:rFonts w:ascii="Times New Roman" w:hAnsi="Times New Roman" w:cs="Times New Roman"/>
          <w:sz w:val="24"/>
          <w:szCs w:val="24"/>
        </w:rPr>
        <w:t>akceptowan</w:t>
      </w:r>
      <w:r w:rsidR="00994A2F">
        <w:rPr>
          <w:rFonts w:ascii="Times New Roman" w:hAnsi="Times New Roman" w:cs="Times New Roman"/>
          <w:sz w:val="24"/>
          <w:szCs w:val="24"/>
        </w:rPr>
        <w:t>ia</w:t>
      </w:r>
      <w:r w:rsidR="00994A2F" w:rsidRPr="00D2605B">
        <w:rPr>
          <w:rFonts w:ascii="Times New Roman" w:hAnsi="Times New Roman" w:cs="Times New Roman"/>
          <w:sz w:val="24"/>
          <w:szCs w:val="24"/>
        </w:rPr>
        <w:t xml:space="preserve"> </w:t>
      </w:r>
      <w:r w:rsidRPr="00D2605B">
        <w:rPr>
          <w:rFonts w:ascii="Times New Roman" w:hAnsi="Times New Roman" w:cs="Times New Roman"/>
          <w:sz w:val="24"/>
          <w:szCs w:val="24"/>
        </w:rPr>
        <w:t>przez Inspektora nadzoru.</w:t>
      </w:r>
    </w:p>
    <w:p w14:paraId="40458C94" w14:textId="77777777" w:rsidR="004D37F5" w:rsidRPr="00D2605B" w:rsidRDefault="00DA0920" w:rsidP="00D2605B">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Fakt przystąpienia do robót Wykonawca obwieści publicznie przed ich rozpoczęciem </w:t>
      </w:r>
      <w:r w:rsidRPr="00D2605B">
        <w:rPr>
          <w:rFonts w:ascii="Times New Roman" w:hAnsi="Times New Roman" w:cs="Times New Roman"/>
          <w:sz w:val="24"/>
          <w:szCs w:val="24"/>
        </w:rPr>
        <w:br/>
        <w:t>w sposób uzgodniony z inspektorem</w:t>
      </w:r>
      <w:r w:rsidR="00104BA9" w:rsidRPr="00D2605B">
        <w:rPr>
          <w:rFonts w:ascii="Times New Roman" w:hAnsi="Times New Roman" w:cs="Times New Roman"/>
          <w:sz w:val="24"/>
          <w:szCs w:val="24"/>
        </w:rPr>
        <w:t xml:space="preserve"> nadzoru</w:t>
      </w:r>
      <w:r w:rsidRPr="00D2605B">
        <w:rPr>
          <w:rFonts w:ascii="Times New Roman" w:hAnsi="Times New Roman" w:cs="Times New Roman"/>
          <w:sz w:val="24"/>
          <w:szCs w:val="24"/>
        </w:rPr>
        <w:t>. Tablice informacyjne będą utrzymywane przez Wykonawcę w dobrym stanie przez cały okres realizacji robót.</w:t>
      </w:r>
    </w:p>
    <w:p w14:paraId="472ED179" w14:textId="33CE95CF" w:rsidR="00FA2A9E" w:rsidRPr="00D2605B" w:rsidRDefault="004D37F5" w:rsidP="00D2605B">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Prace budowlane Wykonawca ma prowadzić zgodnie z zasadami ochrony środowiska </w:t>
      </w:r>
      <w:r w:rsidRPr="00D2605B">
        <w:rPr>
          <w:rFonts w:ascii="Times New Roman" w:hAnsi="Times New Roman" w:cs="Times New Roman"/>
          <w:sz w:val="24"/>
          <w:szCs w:val="24"/>
        </w:rPr>
        <w:br/>
        <w:t>i minimalizacji start w środowisku przyrodniczym, które zostały określone w rozdz. II Zakres prac w ramach przedmiotu zamówienia</w:t>
      </w:r>
      <w:r w:rsidR="0030455F" w:rsidRPr="00D2605B">
        <w:rPr>
          <w:rFonts w:ascii="Times New Roman" w:hAnsi="Times New Roman" w:cs="Times New Roman"/>
          <w:sz w:val="24"/>
          <w:szCs w:val="24"/>
        </w:rPr>
        <w:t xml:space="preserve"> niniejszego OPZ</w:t>
      </w:r>
      <w:r w:rsidRPr="00D2605B">
        <w:rPr>
          <w:rFonts w:ascii="Times New Roman" w:hAnsi="Times New Roman" w:cs="Times New Roman"/>
          <w:sz w:val="24"/>
          <w:szCs w:val="24"/>
        </w:rPr>
        <w:t>.</w:t>
      </w:r>
    </w:p>
    <w:p w14:paraId="6A26E246" w14:textId="56213F48" w:rsidR="00FA2A9E" w:rsidRPr="00D2605B" w:rsidRDefault="00FA2A9E" w:rsidP="00D2605B">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Wykonawca będzie podejmował wszelkie niezbędne</w:t>
      </w:r>
      <w:r w:rsidR="009F02F7">
        <w:rPr>
          <w:rFonts w:ascii="Times New Roman" w:hAnsi="Times New Roman" w:cs="Times New Roman"/>
          <w:sz w:val="24"/>
          <w:szCs w:val="24"/>
        </w:rPr>
        <w:t xml:space="preserve"> działania, aby stosować się do </w:t>
      </w:r>
      <w:r w:rsidRPr="00D2605B">
        <w:rPr>
          <w:rFonts w:ascii="Times New Roman" w:hAnsi="Times New Roman" w:cs="Times New Roman"/>
          <w:sz w:val="24"/>
          <w:szCs w:val="24"/>
        </w:rPr>
        <w:t xml:space="preserve">przepisów i normatywów z zakresu ochrony środowiska, na placu budowy i poza jego terenem. </w:t>
      </w:r>
      <w:r w:rsidR="00994A2F">
        <w:rPr>
          <w:rFonts w:ascii="Times New Roman" w:hAnsi="Times New Roman" w:cs="Times New Roman"/>
          <w:sz w:val="24"/>
          <w:szCs w:val="24"/>
        </w:rPr>
        <w:t>Wykonawca b</w:t>
      </w:r>
      <w:r w:rsidR="00994A2F" w:rsidRPr="00D2605B">
        <w:rPr>
          <w:rFonts w:ascii="Times New Roman" w:hAnsi="Times New Roman" w:cs="Times New Roman"/>
          <w:sz w:val="24"/>
          <w:szCs w:val="24"/>
        </w:rPr>
        <w:t xml:space="preserve">ędzie </w:t>
      </w:r>
      <w:r w:rsidRPr="00D2605B">
        <w:rPr>
          <w:rFonts w:ascii="Times New Roman" w:hAnsi="Times New Roman" w:cs="Times New Roman"/>
          <w:sz w:val="24"/>
          <w:szCs w:val="24"/>
        </w:rPr>
        <w:t>unikał szkodliwych działań, szczególnie w zakresie zanieczyszczeń powietrza, wód gruntowych, nadmiernego hałasu i innych szkodliwych dla środowiska i otoczenia czynników związanych z wykonywaniem robót. W okresie trwania budowy i wykańczania robót Wykonawca będzie:</w:t>
      </w:r>
    </w:p>
    <w:p w14:paraId="70C39708" w14:textId="77777777" w:rsidR="00FA2A9E" w:rsidRPr="00D2605B" w:rsidRDefault="00FA2A9E" w:rsidP="00D2605B">
      <w:pPr>
        <w:numPr>
          <w:ilvl w:val="0"/>
          <w:numId w:val="26"/>
        </w:numPr>
        <w:suppressAutoHyphens w:val="0"/>
        <w:spacing w:after="0"/>
        <w:ind w:left="720"/>
        <w:jc w:val="both"/>
        <w:rPr>
          <w:rFonts w:ascii="Times New Roman" w:hAnsi="Times New Roman" w:cs="Times New Roman"/>
          <w:sz w:val="24"/>
          <w:szCs w:val="24"/>
        </w:rPr>
      </w:pPr>
      <w:r w:rsidRPr="00D2605B">
        <w:rPr>
          <w:rFonts w:ascii="Times New Roman" w:hAnsi="Times New Roman" w:cs="Times New Roman"/>
          <w:sz w:val="24"/>
          <w:szCs w:val="24"/>
        </w:rPr>
        <w:t>utrzymywać teren budowy i wykopy w stanie bez wody stojącej,</w:t>
      </w:r>
    </w:p>
    <w:p w14:paraId="1A85F490" w14:textId="3ADBB345" w:rsidR="00FA2A9E" w:rsidRPr="00D2605B" w:rsidRDefault="00FA2A9E" w:rsidP="00D2605B">
      <w:pPr>
        <w:numPr>
          <w:ilvl w:val="0"/>
          <w:numId w:val="26"/>
        </w:numPr>
        <w:suppressAutoHyphens w:val="0"/>
        <w:spacing w:after="0"/>
        <w:ind w:left="720"/>
        <w:jc w:val="both"/>
        <w:rPr>
          <w:rFonts w:ascii="Times New Roman" w:hAnsi="Times New Roman" w:cs="Times New Roman"/>
          <w:sz w:val="24"/>
          <w:szCs w:val="24"/>
        </w:rPr>
      </w:pPr>
      <w:r w:rsidRPr="00D2605B">
        <w:rPr>
          <w:rFonts w:ascii="Times New Roman" w:hAnsi="Times New Roman" w:cs="Times New Roman"/>
          <w:sz w:val="24"/>
          <w:szCs w:val="24"/>
        </w:rPr>
        <w:t>podejmować wszelkie uzasadnione kroki mające na cel</w:t>
      </w:r>
      <w:r w:rsidR="009F02F7">
        <w:rPr>
          <w:rFonts w:ascii="Times New Roman" w:hAnsi="Times New Roman" w:cs="Times New Roman"/>
          <w:sz w:val="24"/>
          <w:szCs w:val="24"/>
        </w:rPr>
        <w:t>u stosowanie się do przepisów i </w:t>
      </w:r>
      <w:r w:rsidRPr="00D2605B">
        <w:rPr>
          <w:rFonts w:ascii="Times New Roman" w:hAnsi="Times New Roman" w:cs="Times New Roman"/>
          <w:sz w:val="24"/>
          <w:szCs w:val="24"/>
        </w:rPr>
        <w:t>norm dotyczących ochrony środowiska na terenie i wokół terenu budowy oraz będzie unikać uszkodzeń lub uciążliwości dla osób l</w:t>
      </w:r>
      <w:r w:rsidR="009F02F7">
        <w:rPr>
          <w:rFonts w:ascii="Times New Roman" w:hAnsi="Times New Roman" w:cs="Times New Roman"/>
          <w:sz w:val="24"/>
          <w:szCs w:val="24"/>
        </w:rPr>
        <w:t>ub dóbr publicznych i innych, a </w:t>
      </w:r>
      <w:r w:rsidRPr="00D2605B">
        <w:rPr>
          <w:rFonts w:ascii="Times New Roman" w:hAnsi="Times New Roman" w:cs="Times New Roman"/>
          <w:sz w:val="24"/>
          <w:szCs w:val="24"/>
        </w:rPr>
        <w:t xml:space="preserve">wynikających z nadmiernego hałasu, wibracji, zanieczyszczenia lub innych przyczyn powstałych w następstwie jego sposobu działania. </w:t>
      </w:r>
    </w:p>
    <w:p w14:paraId="2003E619" w14:textId="77777777" w:rsidR="00FA2A9E" w:rsidRPr="00D2605B" w:rsidRDefault="00FA2A9E" w:rsidP="00D2605B">
      <w:pPr>
        <w:spacing w:after="0"/>
        <w:ind w:firstLine="654"/>
        <w:rPr>
          <w:rFonts w:ascii="Times New Roman" w:hAnsi="Times New Roman" w:cs="Times New Roman"/>
          <w:sz w:val="24"/>
          <w:szCs w:val="24"/>
        </w:rPr>
      </w:pPr>
      <w:r w:rsidRPr="00D2605B">
        <w:rPr>
          <w:rFonts w:ascii="Times New Roman" w:hAnsi="Times New Roman" w:cs="Times New Roman"/>
          <w:sz w:val="24"/>
          <w:szCs w:val="24"/>
        </w:rPr>
        <w:t xml:space="preserve">Stosując się do tych wymagań </w:t>
      </w:r>
      <w:r w:rsidR="004334FA" w:rsidRPr="00D2605B">
        <w:rPr>
          <w:rFonts w:ascii="Times New Roman" w:hAnsi="Times New Roman" w:cs="Times New Roman"/>
          <w:sz w:val="24"/>
          <w:szCs w:val="24"/>
        </w:rPr>
        <w:t>Wykonawca ma mieć</w:t>
      </w:r>
      <w:r w:rsidRPr="00D2605B">
        <w:rPr>
          <w:rFonts w:ascii="Times New Roman" w:hAnsi="Times New Roman" w:cs="Times New Roman"/>
          <w:sz w:val="24"/>
          <w:szCs w:val="24"/>
        </w:rPr>
        <w:t xml:space="preserve"> szczególny wzgląd na:</w:t>
      </w:r>
    </w:p>
    <w:p w14:paraId="509EFFE2" w14:textId="77777777" w:rsidR="00FA2A9E" w:rsidRPr="00D2605B" w:rsidRDefault="00FA2A9E" w:rsidP="00D2605B">
      <w:pPr>
        <w:numPr>
          <w:ilvl w:val="0"/>
          <w:numId w:val="28"/>
        </w:numPr>
        <w:suppressAutoHyphens w:val="0"/>
        <w:spacing w:after="0"/>
        <w:ind w:left="654"/>
        <w:jc w:val="both"/>
        <w:rPr>
          <w:rFonts w:ascii="Times New Roman" w:hAnsi="Times New Roman" w:cs="Times New Roman"/>
          <w:sz w:val="24"/>
          <w:szCs w:val="24"/>
        </w:rPr>
      </w:pPr>
      <w:r w:rsidRPr="00D2605B">
        <w:rPr>
          <w:rFonts w:ascii="Times New Roman" w:hAnsi="Times New Roman" w:cs="Times New Roman"/>
          <w:sz w:val="24"/>
          <w:szCs w:val="24"/>
        </w:rPr>
        <w:t>lokalizację baz, warsztatów, magazynów, składowisk, ukopów i dróg dojazdowych,</w:t>
      </w:r>
    </w:p>
    <w:p w14:paraId="7ECB60C8" w14:textId="77777777" w:rsidR="00FA2A9E" w:rsidRPr="00D2605B" w:rsidRDefault="00FA2A9E" w:rsidP="00D2605B">
      <w:pPr>
        <w:numPr>
          <w:ilvl w:val="0"/>
          <w:numId w:val="28"/>
        </w:numPr>
        <w:suppressAutoHyphens w:val="0"/>
        <w:spacing w:after="0"/>
        <w:ind w:left="654"/>
        <w:jc w:val="both"/>
        <w:rPr>
          <w:rFonts w:ascii="Times New Roman" w:hAnsi="Times New Roman" w:cs="Times New Roman"/>
          <w:sz w:val="24"/>
          <w:szCs w:val="24"/>
        </w:rPr>
      </w:pPr>
      <w:r w:rsidRPr="00D2605B">
        <w:rPr>
          <w:rFonts w:ascii="Times New Roman" w:hAnsi="Times New Roman" w:cs="Times New Roman"/>
          <w:sz w:val="24"/>
          <w:szCs w:val="24"/>
        </w:rPr>
        <w:t>środki ostrożności i zabezpieczenia przed:</w:t>
      </w:r>
    </w:p>
    <w:p w14:paraId="5B4CD722" w14:textId="77777777" w:rsidR="00FA2A9E" w:rsidRPr="00D2605B" w:rsidRDefault="00FA2A9E" w:rsidP="00D2605B">
      <w:pPr>
        <w:numPr>
          <w:ilvl w:val="0"/>
          <w:numId w:val="27"/>
        </w:numPr>
        <w:suppressAutoHyphens w:val="0"/>
        <w:spacing w:after="0"/>
        <w:ind w:left="851"/>
        <w:jc w:val="both"/>
        <w:rPr>
          <w:rFonts w:ascii="Times New Roman" w:hAnsi="Times New Roman" w:cs="Times New Roman"/>
          <w:sz w:val="24"/>
          <w:szCs w:val="24"/>
        </w:rPr>
      </w:pPr>
      <w:r w:rsidRPr="00D2605B">
        <w:rPr>
          <w:rFonts w:ascii="Times New Roman" w:hAnsi="Times New Roman" w:cs="Times New Roman"/>
          <w:sz w:val="24"/>
          <w:szCs w:val="24"/>
        </w:rPr>
        <w:t>zanieczyszczeniem zbiorników i cieków wodnych pyłami lub substancjami toksycznymi,</w:t>
      </w:r>
    </w:p>
    <w:p w14:paraId="2DE62492" w14:textId="77777777" w:rsidR="00FA2A9E" w:rsidRPr="00D2605B" w:rsidRDefault="00FA2A9E" w:rsidP="00D2605B">
      <w:pPr>
        <w:numPr>
          <w:ilvl w:val="0"/>
          <w:numId w:val="27"/>
        </w:numPr>
        <w:suppressAutoHyphens w:val="0"/>
        <w:spacing w:after="0"/>
        <w:ind w:left="851"/>
        <w:jc w:val="both"/>
        <w:rPr>
          <w:rFonts w:ascii="Times New Roman" w:hAnsi="Times New Roman" w:cs="Times New Roman"/>
          <w:sz w:val="24"/>
          <w:szCs w:val="24"/>
        </w:rPr>
      </w:pPr>
      <w:r w:rsidRPr="00D2605B">
        <w:rPr>
          <w:rFonts w:ascii="Times New Roman" w:hAnsi="Times New Roman" w:cs="Times New Roman"/>
          <w:sz w:val="24"/>
          <w:szCs w:val="24"/>
        </w:rPr>
        <w:t>zanieczyszczeniem powietrza pyłami i gazami,</w:t>
      </w:r>
    </w:p>
    <w:p w14:paraId="7115BA1F" w14:textId="77777777" w:rsidR="00FA2A9E" w:rsidRPr="00D2605B" w:rsidRDefault="00FA2A9E" w:rsidP="00D2605B">
      <w:pPr>
        <w:numPr>
          <w:ilvl w:val="0"/>
          <w:numId w:val="27"/>
        </w:numPr>
        <w:suppressAutoHyphens w:val="0"/>
        <w:spacing w:after="0"/>
        <w:ind w:left="851"/>
        <w:jc w:val="both"/>
        <w:rPr>
          <w:rFonts w:ascii="Times New Roman" w:hAnsi="Times New Roman" w:cs="Times New Roman"/>
          <w:sz w:val="24"/>
          <w:szCs w:val="24"/>
        </w:rPr>
      </w:pPr>
      <w:r w:rsidRPr="00D2605B">
        <w:rPr>
          <w:rFonts w:ascii="Times New Roman" w:hAnsi="Times New Roman" w:cs="Times New Roman"/>
          <w:sz w:val="24"/>
          <w:szCs w:val="24"/>
        </w:rPr>
        <w:t>możliwością powstania pożaru.</w:t>
      </w:r>
    </w:p>
    <w:p w14:paraId="6992233B" w14:textId="77777777" w:rsidR="002C6F5A" w:rsidRPr="005115A5" w:rsidRDefault="002C6F5A" w:rsidP="00D2605B">
      <w:pPr>
        <w:pStyle w:val="Akapitzlist"/>
        <w:numPr>
          <w:ilvl w:val="0"/>
          <w:numId w:val="4"/>
        </w:numPr>
        <w:spacing w:after="0"/>
        <w:jc w:val="both"/>
        <w:rPr>
          <w:rFonts w:ascii="Times New Roman" w:hAnsi="Times New Roman" w:cs="Times New Roman"/>
          <w:color w:val="000000" w:themeColor="text1"/>
          <w:sz w:val="24"/>
          <w:szCs w:val="24"/>
        </w:rPr>
      </w:pPr>
      <w:r w:rsidRPr="00D2605B">
        <w:rPr>
          <w:rFonts w:ascii="Times New Roman" w:hAnsi="Times New Roman" w:cs="Times New Roman"/>
          <w:sz w:val="24"/>
          <w:szCs w:val="24"/>
        </w:rPr>
        <w:t xml:space="preserve">Wykonawca przy realizacji zadania ma przestrzegać przepisów w zakresie bezpieczeństwa i higieny pracy. W szczególności jest zobowiązany wykluczyć pracę personelu w warunkach niebezpiecznych, szkodliwych dla zdrowia i nie spełniających odpowiednich wymagań. Wykonawca dostarczy na budowę i będzie utrzymywał wyposażenie konieczne dla zapewnienia bezpieczeństwa, a także zapewni wyposażenie w urządzenia socjalne oraz odzież wymaganą dla personelu zatrudnionego na placu </w:t>
      </w:r>
      <w:r w:rsidRPr="005115A5">
        <w:rPr>
          <w:rFonts w:ascii="Times New Roman" w:hAnsi="Times New Roman" w:cs="Times New Roman"/>
          <w:color w:val="000000" w:themeColor="text1"/>
          <w:sz w:val="24"/>
          <w:szCs w:val="24"/>
        </w:rPr>
        <w:t>budowy.</w:t>
      </w:r>
      <w:r w:rsidR="004D0B44" w:rsidRPr="005115A5">
        <w:rPr>
          <w:rFonts w:ascii="Times New Roman" w:hAnsi="Times New Roman" w:cs="Times New Roman"/>
          <w:color w:val="000000" w:themeColor="text1"/>
          <w:sz w:val="24"/>
          <w:szCs w:val="24"/>
        </w:rPr>
        <w:t xml:space="preserve"> </w:t>
      </w:r>
      <w:r w:rsidRPr="005115A5">
        <w:rPr>
          <w:rFonts w:ascii="Times New Roman" w:hAnsi="Times New Roman" w:cs="Times New Roman"/>
          <w:color w:val="000000" w:themeColor="text1"/>
          <w:sz w:val="24"/>
          <w:szCs w:val="24"/>
        </w:rPr>
        <w:t xml:space="preserve">Kierownik budowy, zgodnie art. 21a ustawy </w:t>
      </w:r>
      <w:r w:rsidRPr="005115A5">
        <w:rPr>
          <w:rFonts w:ascii="Times New Roman" w:hAnsi="Times New Roman" w:cs="Times New Roman"/>
          <w:i/>
          <w:color w:val="000000" w:themeColor="text1"/>
          <w:sz w:val="24"/>
          <w:szCs w:val="24"/>
        </w:rPr>
        <w:t>Prawo budowlane</w:t>
      </w:r>
      <w:r w:rsidRPr="005115A5">
        <w:rPr>
          <w:rFonts w:ascii="Times New Roman" w:hAnsi="Times New Roman" w:cs="Times New Roman"/>
          <w:color w:val="000000" w:themeColor="text1"/>
          <w:sz w:val="24"/>
          <w:szCs w:val="24"/>
        </w:rPr>
        <w:t>, jest zobowiązany (przed rozpoczęciem budowy) sporządzić, plan bezpieczeństwa i ochrony zdrowia, zwanego „</w:t>
      </w:r>
      <w:r w:rsidRPr="005115A5">
        <w:rPr>
          <w:rFonts w:ascii="Times New Roman" w:hAnsi="Times New Roman" w:cs="Times New Roman"/>
          <w:i/>
          <w:color w:val="000000" w:themeColor="text1"/>
          <w:sz w:val="24"/>
          <w:szCs w:val="24"/>
        </w:rPr>
        <w:t>Planem bioz</w:t>
      </w:r>
      <w:r w:rsidRPr="005115A5">
        <w:rPr>
          <w:rFonts w:ascii="Times New Roman" w:hAnsi="Times New Roman" w:cs="Times New Roman"/>
          <w:color w:val="000000" w:themeColor="text1"/>
          <w:sz w:val="24"/>
          <w:szCs w:val="24"/>
        </w:rPr>
        <w:t xml:space="preserve">”, na podstawie informacji zawartych Projekcie budowlanym. „Plan bioz” należy opracować zgodnie z Rozporządzeniem Ministra Infrastruktury z dnia 23 czerwca 2003 r. w sprawie </w:t>
      </w:r>
      <w:r w:rsidRPr="005115A5">
        <w:rPr>
          <w:rFonts w:ascii="Times New Roman" w:hAnsi="Times New Roman" w:cs="Times New Roman"/>
          <w:i/>
          <w:color w:val="000000" w:themeColor="text1"/>
          <w:sz w:val="24"/>
          <w:szCs w:val="24"/>
          <w:shd w:val="clear" w:color="auto" w:fill="FFFFFF"/>
        </w:rPr>
        <w:t>informacji dotyczącej bezpieczeństwa i ochrony zdrowia oraz planu bezpieczeństwa i ochrony zdrowia</w:t>
      </w:r>
      <w:r w:rsidRPr="005115A5">
        <w:rPr>
          <w:rFonts w:ascii="Times New Roman" w:hAnsi="Times New Roman" w:cs="Times New Roman"/>
          <w:color w:val="000000" w:themeColor="text1"/>
          <w:sz w:val="24"/>
          <w:szCs w:val="24"/>
        </w:rPr>
        <w:t xml:space="preserve"> (Dz</w:t>
      </w:r>
      <w:r w:rsidR="00430D4C" w:rsidRPr="005115A5">
        <w:rPr>
          <w:rFonts w:ascii="Times New Roman" w:hAnsi="Times New Roman" w:cs="Times New Roman"/>
          <w:color w:val="000000" w:themeColor="text1"/>
          <w:sz w:val="24"/>
          <w:szCs w:val="24"/>
        </w:rPr>
        <w:t xml:space="preserve">. </w:t>
      </w:r>
      <w:r w:rsidRPr="005115A5">
        <w:rPr>
          <w:rFonts w:ascii="Times New Roman" w:hAnsi="Times New Roman" w:cs="Times New Roman"/>
          <w:color w:val="000000" w:themeColor="text1"/>
          <w:sz w:val="24"/>
          <w:szCs w:val="24"/>
        </w:rPr>
        <w:t>U.</w:t>
      </w:r>
      <w:r w:rsidR="00430D4C" w:rsidRPr="005115A5">
        <w:rPr>
          <w:rFonts w:ascii="Times New Roman" w:hAnsi="Times New Roman" w:cs="Times New Roman"/>
          <w:color w:val="000000" w:themeColor="text1"/>
          <w:sz w:val="24"/>
          <w:szCs w:val="24"/>
        </w:rPr>
        <w:t xml:space="preserve"> </w:t>
      </w:r>
      <w:r w:rsidRPr="005115A5">
        <w:rPr>
          <w:rFonts w:ascii="Times New Roman" w:hAnsi="Times New Roman" w:cs="Times New Roman"/>
          <w:color w:val="000000" w:themeColor="text1"/>
          <w:sz w:val="24"/>
          <w:szCs w:val="24"/>
        </w:rPr>
        <w:t>2003</w:t>
      </w:r>
      <w:r w:rsidR="00430D4C" w:rsidRPr="005115A5">
        <w:rPr>
          <w:rFonts w:ascii="Times New Roman" w:hAnsi="Times New Roman" w:cs="Times New Roman"/>
          <w:color w:val="000000" w:themeColor="text1"/>
          <w:sz w:val="24"/>
          <w:szCs w:val="24"/>
        </w:rPr>
        <w:t xml:space="preserve"> r</w:t>
      </w:r>
      <w:r w:rsidRPr="005115A5">
        <w:rPr>
          <w:rFonts w:ascii="Times New Roman" w:hAnsi="Times New Roman" w:cs="Times New Roman"/>
          <w:color w:val="000000" w:themeColor="text1"/>
          <w:sz w:val="24"/>
          <w:szCs w:val="24"/>
        </w:rPr>
        <w:t>.</w:t>
      </w:r>
      <w:r w:rsidR="00430D4C" w:rsidRPr="005115A5">
        <w:rPr>
          <w:rFonts w:ascii="Times New Roman" w:hAnsi="Times New Roman" w:cs="Times New Roman"/>
          <w:color w:val="000000" w:themeColor="text1"/>
          <w:sz w:val="24"/>
          <w:szCs w:val="24"/>
        </w:rPr>
        <w:t xml:space="preserve"> nr 120 poz. </w:t>
      </w:r>
      <w:r w:rsidRPr="005115A5">
        <w:rPr>
          <w:rFonts w:ascii="Times New Roman" w:hAnsi="Times New Roman" w:cs="Times New Roman"/>
          <w:color w:val="000000" w:themeColor="text1"/>
          <w:sz w:val="24"/>
          <w:szCs w:val="24"/>
        </w:rPr>
        <w:t xml:space="preserve">1126). </w:t>
      </w:r>
      <w:r w:rsidR="00046DDD" w:rsidRPr="005115A5">
        <w:rPr>
          <w:rFonts w:ascii="Times New Roman" w:hAnsi="Times New Roman" w:cs="Times New Roman"/>
          <w:color w:val="000000" w:themeColor="text1"/>
          <w:sz w:val="24"/>
          <w:szCs w:val="24"/>
        </w:rPr>
        <w:t xml:space="preserve">Plan bezpieczeństwa i ochrony zdrowia należy przekazać </w:t>
      </w:r>
      <w:r w:rsidR="00EE72DA" w:rsidRPr="005115A5">
        <w:rPr>
          <w:rFonts w:ascii="Times New Roman" w:hAnsi="Times New Roman" w:cs="Times New Roman"/>
          <w:color w:val="000000" w:themeColor="text1"/>
          <w:sz w:val="24"/>
          <w:szCs w:val="24"/>
        </w:rPr>
        <w:t xml:space="preserve">Inspektorowi nadzoru </w:t>
      </w:r>
      <w:r w:rsidR="00046DDD" w:rsidRPr="005115A5">
        <w:rPr>
          <w:rFonts w:ascii="Times New Roman" w:hAnsi="Times New Roman" w:cs="Times New Roman"/>
          <w:color w:val="000000" w:themeColor="text1"/>
          <w:sz w:val="24"/>
          <w:szCs w:val="24"/>
        </w:rPr>
        <w:t xml:space="preserve">przed rozpoczęciem </w:t>
      </w:r>
      <w:r w:rsidR="00D41496" w:rsidRPr="005115A5">
        <w:rPr>
          <w:rFonts w:ascii="Times New Roman" w:hAnsi="Times New Roman" w:cs="Times New Roman"/>
          <w:color w:val="000000" w:themeColor="text1"/>
          <w:sz w:val="24"/>
          <w:szCs w:val="24"/>
        </w:rPr>
        <w:t>prac</w:t>
      </w:r>
      <w:r w:rsidR="00046DDD" w:rsidRPr="005115A5">
        <w:rPr>
          <w:rFonts w:ascii="Times New Roman" w:hAnsi="Times New Roman" w:cs="Times New Roman"/>
          <w:color w:val="000000" w:themeColor="text1"/>
          <w:sz w:val="24"/>
          <w:szCs w:val="24"/>
        </w:rPr>
        <w:t>.</w:t>
      </w:r>
    </w:p>
    <w:p w14:paraId="265E84E6" w14:textId="77777777" w:rsidR="002C6F5A" w:rsidRPr="00D2605B" w:rsidRDefault="002C6F5A" w:rsidP="00D2605B">
      <w:pPr>
        <w:pStyle w:val="Tekstpodstawowy"/>
        <w:numPr>
          <w:ilvl w:val="0"/>
          <w:numId w:val="4"/>
        </w:numPr>
        <w:spacing w:after="0"/>
        <w:jc w:val="both"/>
        <w:rPr>
          <w:rFonts w:ascii="Times New Roman" w:hAnsi="Times New Roman"/>
          <w:sz w:val="24"/>
          <w:szCs w:val="24"/>
        </w:rPr>
      </w:pPr>
      <w:r w:rsidRPr="00D2605B">
        <w:rPr>
          <w:rFonts w:ascii="Times New Roman" w:hAnsi="Times New Roman"/>
          <w:sz w:val="24"/>
          <w:szCs w:val="24"/>
        </w:rPr>
        <w:t>Wykonawca będzie stale utrzymywał wyposażenie przeciwpożarowe w stanie gotowości, zgodnie z zaleceniami odpowiednich przepisów bezpieczeństwa przeciwpożarowego.</w:t>
      </w:r>
    </w:p>
    <w:p w14:paraId="131D25B4" w14:textId="77777777" w:rsidR="00A77E4D" w:rsidRPr="00D2605B" w:rsidRDefault="00A77E4D" w:rsidP="00A77E4D">
      <w:pPr>
        <w:numPr>
          <w:ilvl w:val="0"/>
          <w:numId w:val="4"/>
        </w:numPr>
        <w:suppressAutoHyphens w:val="0"/>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Wszystkie prace należy wykonywać zgodnie z obowiązującymi normami, warunkami technicznymi wykonania i odbioru robót, specyfikacją techniczną wykonania i odbioru robót oraz przy zachowaniu przepisów BHP.</w:t>
      </w:r>
    </w:p>
    <w:p w14:paraId="603C1C11" w14:textId="520045B3" w:rsidR="00383C25" w:rsidRDefault="00383C25" w:rsidP="00D2605B">
      <w:pPr>
        <w:pStyle w:val="Akapitzlist"/>
        <w:numPr>
          <w:ilvl w:val="0"/>
          <w:numId w:val="4"/>
        </w:numPr>
        <w:shd w:val="clear" w:color="auto" w:fill="FFFFFF"/>
        <w:spacing w:after="0"/>
        <w:jc w:val="both"/>
        <w:rPr>
          <w:rFonts w:ascii="Times New Roman" w:hAnsi="Times New Roman" w:cs="Times New Roman"/>
          <w:color w:val="000000" w:themeColor="text1"/>
          <w:sz w:val="24"/>
          <w:szCs w:val="24"/>
        </w:rPr>
      </w:pPr>
      <w:r w:rsidRPr="0004712D">
        <w:rPr>
          <w:rFonts w:ascii="Times New Roman" w:hAnsi="Times New Roman" w:cs="Times New Roman"/>
          <w:color w:val="000000" w:themeColor="text1"/>
          <w:sz w:val="24"/>
          <w:szCs w:val="24"/>
        </w:rPr>
        <w:t>Za wymaganą jakość robót, szybkie i sprawne ich</w:t>
      </w:r>
      <w:r w:rsidR="009F02F7">
        <w:rPr>
          <w:rFonts w:ascii="Times New Roman" w:hAnsi="Times New Roman" w:cs="Times New Roman"/>
          <w:color w:val="000000" w:themeColor="text1"/>
          <w:sz w:val="24"/>
          <w:szCs w:val="24"/>
        </w:rPr>
        <w:t xml:space="preserve"> wykonanie oraz warunki bhp na </w:t>
      </w:r>
      <w:r w:rsidRPr="0004712D">
        <w:rPr>
          <w:rFonts w:ascii="Times New Roman" w:hAnsi="Times New Roman" w:cs="Times New Roman"/>
          <w:color w:val="000000" w:themeColor="text1"/>
          <w:sz w:val="24"/>
          <w:szCs w:val="24"/>
        </w:rPr>
        <w:t>budowie odpowiedzialny jest kierownik budowy lub kierownik robót</w:t>
      </w:r>
      <w:r w:rsidR="006E179A" w:rsidRPr="0004712D">
        <w:rPr>
          <w:rFonts w:ascii="Times New Roman" w:hAnsi="Times New Roman" w:cs="Times New Roman"/>
          <w:color w:val="000000" w:themeColor="text1"/>
          <w:sz w:val="24"/>
          <w:szCs w:val="24"/>
        </w:rPr>
        <w:t xml:space="preserve"> </w:t>
      </w:r>
      <w:r w:rsidR="006E179A" w:rsidRPr="0004712D">
        <w:rPr>
          <w:rFonts w:ascii="Times New Roman" w:eastAsia="Times New Roman" w:hAnsi="Times New Roman" w:cs="Times New Roman"/>
          <w:color w:val="000000" w:themeColor="text1"/>
          <w:sz w:val="24"/>
          <w:szCs w:val="24"/>
          <w:lang w:eastAsia="pl-PL"/>
        </w:rPr>
        <w:t xml:space="preserve">wymieniony przez Wykonawcę </w:t>
      </w:r>
      <w:r w:rsidR="006E179A" w:rsidRPr="0004712D">
        <w:rPr>
          <w:rFonts w:ascii="Times New Roman" w:hAnsi="Times New Roman" w:cs="Times New Roman"/>
          <w:color w:val="000000" w:themeColor="text1"/>
          <w:sz w:val="24"/>
          <w:szCs w:val="24"/>
        </w:rPr>
        <w:t xml:space="preserve">w „Wykazie osób które będą uczestniczyć w wykonywaniu zamówienia” </w:t>
      </w:r>
      <w:r w:rsidR="0002716D" w:rsidRPr="00B76ABA">
        <w:rPr>
          <w:rFonts w:ascii="Times New Roman" w:hAnsi="Times New Roman" w:cs="Times New Roman"/>
          <w:color w:val="000000"/>
          <w:sz w:val="24"/>
          <w:szCs w:val="24"/>
        </w:rPr>
        <w:t>(który stanowi element oferty Wykonawcy, która stanowi załącznik nr 3 do umowy)</w:t>
      </w:r>
      <w:r w:rsidR="006E179A" w:rsidRPr="0004712D">
        <w:rPr>
          <w:rFonts w:ascii="Times New Roman" w:hAnsi="Times New Roman" w:cs="Times New Roman"/>
          <w:color w:val="000000" w:themeColor="text1"/>
          <w:sz w:val="24"/>
          <w:szCs w:val="24"/>
        </w:rPr>
        <w:t>, którymi dysponuje Wykonawca</w:t>
      </w:r>
      <w:r w:rsidRPr="0004712D">
        <w:rPr>
          <w:rFonts w:ascii="Times New Roman" w:hAnsi="Times New Roman" w:cs="Times New Roman"/>
          <w:color w:val="000000" w:themeColor="text1"/>
          <w:sz w:val="24"/>
          <w:szCs w:val="24"/>
        </w:rPr>
        <w:t>.</w:t>
      </w:r>
    </w:p>
    <w:p w14:paraId="7D0DA26C" w14:textId="77777777" w:rsidR="00A77E4D" w:rsidRPr="00816370" w:rsidRDefault="00A77E4D" w:rsidP="00D2605B">
      <w:pPr>
        <w:pStyle w:val="Akapitzlist"/>
        <w:numPr>
          <w:ilvl w:val="0"/>
          <w:numId w:val="4"/>
        </w:numPr>
        <w:shd w:val="clear" w:color="auto" w:fill="FFFFFF"/>
        <w:spacing w:after="0"/>
        <w:jc w:val="both"/>
        <w:rPr>
          <w:rStyle w:val="markedcontent"/>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Podstawowe obowiązki kierownika robót budowlanych zostały określone w art. 22 </w:t>
      </w:r>
      <w:r w:rsidR="00A8062C">
        <w:rPr>
          <w:rFonts w:ascii="Times New Roman" w:hAnsi="Times New Roman" w:cs="Times New Roman"/>
          <w:color w:val="000000" w:themeColor="text1"/>
          <w:sz w:val="24"/>
          <w:szCs w:val="24"/>
        </w:rPr>
        <w:t xml:space="preserve">ustawy </w:t>
      </w:r>
      <w:r w:rsidR="00A8062C">
        <w:rPr>
          <w:rStyle w:val="markedcontent"/>
          <w:rFonts w:ascii="Times New Roman" w:hAnsi="Times New Roman" w:cs="Times New Roman"/>
          <w:sz w:val="24"/>
          <w:szCs w:val="24"/>
        </w:rPr>
        <w:t>z dnia 7 lipca 1994 r. Prawo budowlane (Dz. U. z 2021 r. poz. 2351 ze zm.)</w:t>
      </w:r>
      <w:r w:rsidR="00816370">
        <w:rPr>
          <w:rStyle w:val="markedcontent"/>
          <w:rFonts w:ascii="Times New Roman" w:hAnsi="Times New Roman" w:cs="Times New Roman"/>
          <w:sz w:val="24"/>
          <w:szCs w:val="24"/>
        </w:rPr>
        <w:t>.</w:t>
      </w:r>
    </w:p>
    <w:p w14:paraId="0F1CF8CE" w14:textId="77777777" w:rsidR="00816370" w:rsidRPr="00E764D0" w:rsidRDefault="00816370" w:rsidP="00D2605B">
      <w:pPr>
        <w:pStyle w:val="Akapitzlist"/>
        <w:numPr>
          <w:ilvl w:val="0"/>
          <w:numId w:val="4"/>
        </w:numPr>
        <w:shd w:val="clear" w:color="auto" w:fill="FFFFFF"/>
        <w:spacing w:after="0"/>
        <w:jc w:val="both"/>
        <w:rPr>
          <w:rStyle w:val="markedcontent"/>
          <w:rFonts w:ascii="Times New Roman" w:hAnsi="Times New Roman" w:cs="Times New Roman"/>
          <w:color w:val="000000" w:themeColor="text1"/>
          <w:sz w:val="24"/>
          <w:szCs w:val="24"/>
        </w:rPr>
      </w:pPr>
      <w:r>
        <w:rPr>
          <w:rStyle w:val="markedcontent"/>
          <w:rFonts w:ascii="Times New Roman" w:hAnsi="Times New Roman" w:cs="Times New Roman"/>
          <w:sz w:val="24"/>
          <w:szCs w:val="24"/>
        </w:rPr>
        <w:t xml:space="preserve">Kierownik robót budowlanych zgodnie z art. 45 ustawy Prawo budowlane odpowiada </w:t>
      </w:r>
      <w:r w:rsidR="00E764D0">
        <w:rPr>
          <w:rStyle w:val="markedcontent"/>
          <w:rFonts w:ascii="Times New Roman" w:hAnsi="Times New Roman" w:cs="Times New Roman"/>
          <w:sz w:val="24"/>
          <w:szCs w:val="24"/>
        </w:rPr>
        <w:t>za prowadzenie dziennika budowy.</w:t>
      </w:r>
    </w:p>
    <w:p w14:paraId="6581BC25" w14:textId="77777777" w:rsidR="00E764D0" w:rsidRPr="00532094" w:rsidRDefault="008D0D2D" w:rsidP="00D2605B">
      <w:pPr>
        <w:pStyle w:val="Akapitzlist"/>
        <w:numPr>
          <w:ilvl w:val="0"/>
          <w:numId w:val="4"/>
        </w:numPr>
        <w:shd w:val="clear" w:color="auto" w:fill="FFFFFF"/>
        <w:spacing w:after="0"/>
        <w:jc w:val="both"/>
        <w:rPr>
          <w:rStyle w:val="markedcontent"/>
          <w:rFonts w:ascii="Times New Roman" w:hAnsi="Times New Roman" w:cs="Times New Roman"/>
          <w:sz w:val="24"/>
          <w:szCs w:val="24"/>
        </w:rPr>
      </w:pPr>
      <w:r w:rsidRPr="00532094">
        <w:rPr>
          <w:rStyle w:val="markedcontent"/>
          <w:rFonts w:ascii="Times New Roman" w:hAnsi="Times New Roman" w:cs="Times New Roman"/>
          <w:sz w:val="24"/>
          <w:szCs w:val="24"/>
        </w:rPr>
        <w:t xml:space="preserve">Wykonawca robót budowlanych </w:t>
      </w:r>
      <w:r w:rsidR="00E764D0" w:rsidRPr="00532094">
        <w:rPr>
          <w:rStyle w:val="markedcontent"/>
          <w:rFonts w:ascii="Times New Roman" w:hAnsi="Times New Roman" w:cs="Times New Roman"/>
          <w:sz w:val="24"/>
          <w:szCs w:val="24"/>
        </w:rPr>
        <w:t xml:space="preserve">w imieniu </w:t>
      </w:r>
      <w:r w:rsidR="005833EE" w:rsidRPr="00532094">
        <w:rPr>
          <w:rStyle w:val="markedcontent"/>
          <w:rFonts w:ascii="Times New Roman" w:hAnsi="Times New Roman" w:cs="Times New Roman"/>
          <w:sz w:val="24"/>
          <w:szCs w:val="24"/>
        </w:rPr>
        <w:t>Zamawiającego</w:t>
      </w:r>
      <w:r w:rsidR="00F079EF" w:rsidRPr="00532094">
        <w:rPr>
          <w:rStyle w:val="markedcontent"/>
          <w:rFonts w:ascii="Times New Roman" w:hAnsi="Times New Roman" w:cs="Times New Roman"/>
          <w:sz w:val="24"/>
          <w:szCs w:val="24"/>
        </w:rPr>
        <w:t>,</w:t>
      </w:r>
      <w:r w:rsidR="00E764D0" w:rsidRPr="00532094">
        <w:rPr>
          <w:rStyle w:val="markedcontent"/>
          <w:rFonts w:ascii="Times New Roman" w:hAnsi="Times New Roman" w:cs="Times New Roman"/>
          <w:sz w:val="24"/>
          <w:szCs w:val="24"/>
        </w:rPr>
        <w:t xml:space="preserve"> w ramach realizacji niniejszego zadania </w:t>
      </w:r>
      <w:r w:rsidRPr="00532094">
        <w:rPr>
          <w:rStyle w:val="markedcontent"/>
          <w:rFonts w:ascii="Times New Roman" w:hAnsi="Times New Roman" w:cs="Times New Roman"/>
          <w:sz w:val="24"/>
          <w:szCs w:val="24"/>
        </w:rPr>
        <w:t xml:space="preserve">ma </w:t>
      </w:r>
      <w:r w:rsidR="00766AD8" w:rsidRPr="00532094">
        <w:rPr>
          <w:rStyle w:val="markedcontent"/>
          <w:rFonts w:ascii="Times New Roman" w:hAnsi="Times New Roman" w:cs="Times New Roman"/>
          <w:sz w:val="24"/>
          <w:szCs w:val="24"/>
        </w:rPr>
        <w:t>nabyć</w:t>
      </w:r>
      <w:r w:rsidR="00370BE0" w:rsidRPr="00532094">
        <w:rPr>
          <w:rStyle w:val="markedcontent"/>
          <w:rFonts w:ascii="Times New Roman" w:hAnsi="Times New Roman" w:cs="Times New Roman"/>
          <w:sz w:val="24"/>
          <w:szCs w:val="24"/>
        </w:rPr>
        <w:t xml:space="preserve"> (pokryć koszty jego zakupu)</w:t>
      </w:r>
      <w:r w:rsidR="00766AD8" w:rsidRPr="00532094">
        <w:rPr>
          <w:rStyle w:val="markedcontent"/>
          <w:rFonts w:ascii="Times New Roman" w:hAnsi="Times New Roman" w:cs="Times New Roman"/>
          <w:sz w:val="24"/>
          <w:szCs w:val="24"/>
        </w:rPr>
        <w:t xml:space="preserve"> dziennik budowy ora</w:t>
      </w:r>
      <w:r w:rsidR="001B5EB8" w:rsidRPr="00532094">
        <w:rPr>
          <w:rStyle w:val="markedcontent"/>
          <w:rFonts w:ascii="Times New Roman" w:hAnsi="Times New Roman" w:cs="Times New Roman"/>
          <w:sz w:val="24"/>
          <w:szCs w:val="24"/>
        </w:rPr>
        <w:t>z</w:t>
      </w:r>
      <w:r w:rsidR="00023B42" w:rsidRPr="00532094">
        <w:rPr>
          <w:rStyle w:val="markedcontent"/>
          <w:rFonts w:ascii="Times New Roman" w:hAnsi="Times New Roman" w:cs="Times New Roman"/>
          <w:sz w:val="24"/>
          <w:szCs w:val="24"/>
        </w:rPr>
        <w:t xml:space="preserve"> </w:t>
      </w:r>
      <w:r w:rsidR="00766AD8" w:rsidRPr="00532094">
        <w:rPr>
          <w:rStyle w:val="markedcontent"/>
          <w:rFonts w:ascii="Times New Roman" w:hAnsi="Times New Roman" w:cs="Times New Roman"/>
          <w:sz w:val="24"/>
          <w:szCs w:val="24"/>
        </w:rPr>
        <w:t xml:space="preserve"> </w:t>
      </w:r>
      <w:r w:rsidR="00FD34AE" w:rsidRPr="00532094">
        <w:rPr>
          <w:rStyle w:val="markedcontent"/>
          <w:rFonts w:ascii="Times New Roman" w:hAnsi="Times New Roman" w:cs="Times New Roman"/>
          <w:sz w:val="24"/>
          <w:szCs w:val="24"/>
        </w:rPr>
        <w:t>przed rozpoczęciem robót budowlanych wystąpić do właściwego organu w celu ostemplowania przedłożonego dziennika budowy albo wydania i ostemplowania dziennika budowy</w:t>
      </w:r>
      <w:r w:rsidR="00F079EF" w:rsidRPr="00532094">
        <w:rPr>
          <w:rStyle w:val="markedcontent"/>
          <w:rFonts w:ascii="Times New Roman" w:hAnsi="Times New Roman" w:cs="Times New Roman"/>
          <w:sz w:val="24"/>
          <w:szCs w:val="24"/>
        </w:rPr>
        <w:t>, zgodnie z art. 45 ust. 6, 7 ustawy Prawo budowlane</w:t>
      </w:r>
      <w:r w:rsidR="00FD34AE" w:rsidRPr="00532094">
        <w:rPr>
          <w:rStyle w:val="markedcontent"/>
          <w:rFonts w:ascii="Times New Roman" w:hAnsi="Times New Roman" w:cs="Times New Roman"/>
          <w:sz w:val="24"/>
          <w:szCs w:val="24"/>
        </w:rPr>
        <w:t>.</w:t>
      </w:r>
    </w:p>
    <w:p w14:paraId="3D1BB1F5" w14:textId="77777777" w:rsidR="005833EE" w:rsidRPr="00532094" w:rsidRDefault="005833EE" w:rsidP="00D2605B">
      <w:pPr>
        <w:pStyle w:val="Akapitzlist"/>
        <w:numPr>
          <w:ilvl w:val="0"/>
          <w:numId w:val="4"/>
        </w:numPr>
        <w:shd w:val="clear" w:color="auto" w:fill="FFFFFF"/>
        <w:spacing w:after="0"/>
        <w:jc w:val="both"/>
        <w:rPr>
          <w:rStyle w:val="markedcontent"/>
          <w:rFonts w:ascii="Times New Roman" w:hAnsi="Times New Roman" w:cs="Times New Roman"/>
          <w:sz w:val="24"/>
          <w:szCs w:val="24"/>
        </w:rPr>
      </w:pPr>
      <w:r w:rsidRPr="00532094">
        <w:rPr>
          <w:rStyle w:val="markedcontent"/>
          <w:rFonts w:ascii="Times New Roman" w:hAnsi="Times New Roman" w:cs="Times New Roman"/>
          <w:sz w:val="24"/>
          <w:szCs w:val="24"/>
        </w:rPr>
        <w:t>Wykonawca przed rozpoczęciem robót budowlanych ma dokonać w dzienniku budowy wpisu osób, które pełnią funk</w:t>
      </w:r>
      <w:r w:rsidR="00B81358" w:rsidRPr="00532094">
        <w:rPr>
          <w:rStyle w:val="markedcontent"/>
          <w:rFonts w:ascii="Times New Roman" w:hAnsi="Times New Roman" w:cs="Times New Roman"/>
          <w:sz w:val="24"/>
          <w:szCs w:val="24"/>
        </w:rPr>
        <w:t>cje kierownika budowy i inspekto</w:t>
      </w:r>
      <w:r w:rsidRPr="00532094">
        <w:rPr>
          <w:rStyle w:val="markedcontent"/>
          <w:rFonts w:ascii="Times New Roman" w:hAnsi="Times New Roman" w:cs="Times New Roman"/>
          <w:sz w:val="24"/>
          <w:szCs w:val="24"/>
        </w:rPr>
        <w:t>ra nadzoru inwestorskiego. Osoby te są obowiązane potwierdzić podpisem przejęcie powierzonych im funkcji.</w:t>
      </w:r>
    </w:p>
    <w:p w14:paraId="6A86C7A9" w14:textId="6E0B86E3" w:rsidR="00E021CD" w:rsidRPr="00532094" w:rsidRDefault="005833EE" w:rsidP="00E021CD">
      <w:pPr>
        <w:pStyle w:val="Akapitzlist"/>
        <w:numPr>
          <w:ilvl w:val="0"/>
          <w:numId w:val="4"/>
        </w:numPr>
        <w:shd w:val="clear" w:color="auto" w:fill="FFFFFF"/>
        <w:spacing w:after="0"/>
        <w:jc w:val="both"/>
        <w:rPr>
          <w:rStyle w:val="markedcontent"/>
          <w:rFonts w:ascii="Times New Roman" w:hAnsi="Times New Roman" w:cs="Times New Roman"/>
          <w:sz w:val="24"/>
          <w:szCs w:val="24"/>
        </w:rPr>
      </w:pPr>
      <w:r w:rsidRPr="00532094">
        <w:rPr>
          <w:rStyle w:val="markedcontent"/>
          <w:rFonts w:ascii="Times New Roman" w:hAnsi="Times New Roman" w:cs="Times New Roman"/>
          <w:sz w:val="24"/>
          <w:szCs w:val="24"/>
        </w:rPr>
        <w:t xml:space="preserve">Wykonawca ma obowiązek prowadzenia dziennika budowy zgodnie z ustawą Prawo budowlane </w:t>
      </w:r>
      <w:r w:rsidR="00023E89" w:rsidRPr="00532094">
        <w:rPr>
          <w:rStyle w:val="markedcontent"/>
          <w:rFonts w:ascii="Times New Roman" w:hAnsi="Times New Roman" w:cs="Times New Roman"/>
          <w:sz w:val="24"/>
          <w:szCs w:val="24"/>
        </w:rPr>
        <w:t xml:space="preserve">oraz </w:t>
      </w:r>
      <w:r w:rsidR="002939B1" w:rsidRPr="00532094">
        <w:rPr>
          <w:rStyle w:val="markedcontent"/>
          <w:rFonts w:ascii="Times New Roman" w:hAnsi="Times New Roman" w:cs="Times New Roman"/>
          <w:sz w:val="24"/>
          <w:szCs w:val="24"/>
        </w:rPr>
        <w:t xml:space="preserve">rozporządzeniem Ministra Rozwoju, </w:t>
      </w:r>
      <w:r w:rsidR="009F02F7" w:rsidRPr="00532094">
        <w:rPr>
          <w:rStyle w:val="markedcontent"/>
          <w:rFonts w:ascii="Times New Roman" w:hAnsi="Times New Roman" w:cs="Times New Roman"/>
          <w:sz w:val="24"/>
          <w:szCs w:val="24"/>
        </w:rPr>
        <w:t>Pracy i Technologii z dnia 6 </w:t>
      </w:r>
      <w:r w:rsidR="00582730" w:rsidRPr="00532094">
        <w:rPr>
          <w:rStyle w:val="markedcontent"/>
          <w:rFonts w:ascii="Times New Roman" w:hAnsi="Times New Roman" w:cs="Times New Roman"/>
          <w:sz w:val="24"/>
          <w:szCs w:val="24"/>
        </w:rPr>
        <w:t xml:space="preserve">września 2021 r. </w:t>
      </w:r>
      <w:r w:rsidR="00C331CE" w:rsidRPr="00532094">
        <w:rPr>
          <w:rStyle w:val="markedcontent"/>
          <w:rFonts w:ascii="Times New Roman" w:hAnsi="Times New Roman" w:cs="Times New Roman"/>
          <w:sz w:val="24"/>
          <w:szCs w:val="24"/>
        </w:rPr>
        <w:t>w sprawie sposobu prowadzen</w:t>
      </w:r>
      <w:r w:rsidR="009F02F7" w:rsidRPr="00532094">
        <w:rPr>
          <w:rStyle w:val="markedcontent"/>
          <w:rFonts w:ascii="Times New Roman" w:hAnsi="Times New Roman" w:cs="Times New Roman"/>
          <w:sz w:val="24"/>
          <w:szCs w:val="24"/>
        </w:rPr>
        <w:t>ia dzienników budowy, montażu i </w:t>
      </w:r>
      <w:r w:rsidR="00360884" w:rsidRPr="00532094">
        <w:rPr>
          <w:rStyle w:val="markedcontent"/>
          <w:rFonts w:ascii="Times New Roman" w:hAnsi="Times New Roman" w:cs="Times New Roman"/>
          <w:sz w:val="24"/>
          <w:szCs w:val="24"/>
        </w:rPr>
        <w:t xml:space="preserve">rozbiórki </w:t>
      </w:r>
      <w:r w:rsidR="00013C0D" w:rsidRPr="00532094">
        <w:rPr>
          <w:rStyle w:val="markedcontent"/>
          <w:rFonts w:ascii="Times New Roman" w:hAnsi="Times New Roman" w:cs="Times New Roman"/>
          <w:sz w:val="24"/>
          <w:szCs w:val="24"/>
        </w:rPr>
        <w:t xml:space="preserve">(Dz. U. z 2021 r. poz. </w:t>
      </w:r>
      <w:r w:rsidR="004A0A68" w:rsidRPr="00532094">
        <w:rPr>
          <w:rStyle w:val="markedcontent"/>
          <w:rFonts w:ascii="Times New Roman" w:hAnsi="Times New Roman" w:cs="Times New Roman"/>
          <w:sz w:val="24"/>
          <w:szCs w:val="24"/>
        </w:rPr>
        <w:t>1686)</w:t>
      </w:r>
      <w:r w:rsidR="00B310CD" w:rsidRPr="00532094">
        <w:rPr>
          <w:rStyle w:val="markedcontent"/>
          <w:rFonts w:ascii="Times New Roman" w:hAnsi="Times New Roman" w:cs="Times New Roman"/>
          <w:sz w:val="24"/>
          <w:szCs w:val="24"/>
        </w:rPr>
        <w:t>.</w:t>
      </w:r>
    </w:p>
    <w:p w14:paraId="4FA69F6C" w14:textId="77777777" w:rsidR="00E021CD" w:rsidRPr="00305CE4" w:rsidRDefault="00BA25C0" w:rsidP="00FA3533">
      <w:pPr>
        <w:pStyle w:val="Akapitzlist"/>
        <w:numPr>
          <w:ilvl w:val="0"/>
          <w:numId w:val="4"/>
        </w:numPr>
        <w:shd w:val="clear" w:color="auto" w:fill="FFFFFF"/>
        <w:spacing w:after="0"/>
        <w:jc w:val="both"/>
        <w:rPr>
          <w:rStyle w:val="markedcontent"/>
          <w:rFonts w:ascii="Times New Roman" w:hAnsi="Times New Roman" w:cs="Times New Roman"/>
          <w:sz w:val="24"/>
          <w:szCs w:val="24"/>
        </w:rPr>
      </w:pPr>
      <w:r w:rsidRPr="00305CE4">
        <w:rPr>
          <w:rStyle w:val="markedcontent"/>
          <w:rFonts w:ascii="Times New Roman" w:hAnsi="Times New Roman" w:cs="Times New Roman"/>
          <w:sz w:val="24"/>
          <w:szCs w:val="24"/>
        </w:rPr>
        <w:t xml:space="preserve">Kierownik budowy jest </w:t>
      </w:r>
      <w:r w:rsidR="00D91F77" w:rsidRPr="00305CE4">
        <w:rPr>
          <w:rStyle w:val="markedcontent"/>
          <w:rFonts w:ascii="Times New Roman" w:hAnsi="Times New Roman" w:cs="Times New Roman"/>
          <w:sz w:val="24"/>
          <w:szCs w:val="24"/>
        </w:rPr>
        <w:t xml:space="preserve">obowiązany na podstawie art. 45a, 45b, 45c </w:t>
      </w:r>
      <w:r w:rsidR="00493F36" w:rsidRPr="00305CE4">
        <w:rPr>
          <w:rStyle w:val="markedcontent"/>
          <w:rFonts w:ascii="Times New Roman" w:hAnsi="Times New Roman" w:cs="Times New Roman"/>
          <w:sz w:val="24"/>
          <w:szCs w:val="24"/>
        </w:rPr>
        <w:t xml:space="preserve">ustawy Prawo budowlane </w:t>
      </w:r>
      <w:r w:rsidRPr="00305CE4">
        <w:rPr>
          <w:rStyle w:val="markedcontent"/>
          <w:rFonts w:ascii="Times New Roman" w:hAnsi="Times New Roman" w:cs="Times New Roman"/>
          <w:sz w:val="24"/>
          <w:szCs w:val="24"/>
        </w:rPr>
        <w:t>przed rozpoczęciem budowy do</w:t>
      </w:r>
      <w:r w:rsidR="00E021CD" w:rsidRPr="00305CE4">
        <w:rPr>
          <w:rStyle w:val="markedcontent"/>
          <w:rFonts w:ascii="Times New Roman" w:hAnsi="Times New Roman" w:cs="Times New Roman"/>
          <w:sz w:val="24"/>
          <w:szCs w:val="24"/>
        </w:rPr>
        <w:t>:</w:t>
      </w:r>
    </w:p>
    <w:p w14:paraId="463EC3D5" w14:textId="77777777" w:rsidR="00E021CD" w:rsidRPr="00305CE4" w:rsidRDefault="006231B9" w:rsidP="00FA3533">
      <w:pPr>
        <w:shd w:val="clear" w:color="auto" w:fill="FFFFFF"/>
        <w:spacing w:after="0"/>
        <w:ind w:left="568"/>
        <w:jc w:val="both"/>
        <w:rPr>
          <w:rFonts w:ascii="Times New Roman" w:hAnsi="Times New Roman" w:cs="Times New Roman"/>
          <w:sz w:val="24"/>
          <w:szCs w:val="24"/>
        </w:rPr>
      </w:pPr>
      <w:r>
        <w:rPr>
          <w:rFonts w:ascii="Times New Roman" w:hAnsi="Times New Roman" w:cs="Times New Roman"/>
          <w:sz w:val="24"/>
          <w:szCs w:val="24"/>
        </w:rPr>
        <w:t>1) zabezpieczenia</w:t>
      </w:r>
      <w:r w:rsidR="00E021CD" w:rsidRPr="00305CE4">
        <w:rPr>
          <w:rFonts w:ascii="Times New Roman" w:hAnsi="Times New Roman" w:cs="Times New Roman"/>
          <w:sz w:val="24"/>
          <w:szCs w:val="24"/>
        </w:rPr>
        <w:t xml:space="preserve"> teren</w:t>
      </w:r>
      <w:r>
        <w:rPr>
          <w:rFonts w:ascii="Times New Roman" w:hAnsi="Times New Roman" w:cs="Times New Roman"/>
          <w:sz w:val="24"/>
          <w:szCs w:val="24"/>
        </w:rPr>
        <w:t>u budowy lub rozbiórki,</w:t>
      </w:r>
    </w:p>
    <w:p w14:paraId="70EB94CC" w14:textId="77777777" w:rsidR="00E021CD" w:rsidRPr="00305CE4" w:rsidRDefault="00E021CD" w:rsidP="00FA3533">
      <w:pPr>
        <w:spacing w:before="26" w:after="0"/>
        <w:ind w:left="581"/>
        <w:jc w:val="both"/>
        <w:rPr>
          <w:rFonts w:ascii="Times New Roman" w:hAnsi="Times New Roman" w:cs="Times New Roman"/>
          <w:sz w:val="24"/>
          <w:szCs w:val="24"/>
        </w:rPr>
      </w:pPr>
      <w:r w:rsidRPr="00305CE4">
        <w:rPr>
          <w:rFonts w:ascii="Times New Roman" w:hAnsi="Times New Roman" w:cs="Times New Roman"/>
          <w:sz w:val="24"/>
          <w:szCs w:val="24"/>
        </w:rPr>
        <w:t>2) potwierdzić wpisem w dzienniku budowy otrzymanie od inwestora zatwierdzonego projektu budowlanego oraz, o ile jest wymagany - projektu technicznego;</w:t>
      </w:r>
    </w:p>
    <w:p w14:paraId="18B84ED2" w14:textId="77777777" w:rsidR="00E021CD" w:rsidRPr="00305CE4" w:rsidRDefault="00E021CD" w:rsidP="00FA3533">
      <w:pPr>
        <w:spacing w:before="26" w:after="0"/>
        <w:ind w:left="581"/>
        <w:jc w:val="both"/>
        <w:rPr>
          <w:rFonts w:ascii="Times New Roman" w:hAnsi="Times New Roman" w:cs="Times New Roman"/>
          <w:sz w:val="24"/>
          <w:szCs w:val="24"/>
        </w:rPr>
      </w:pPr>
      <w:r w:rsidRPr="00305CE4">
        <w:rPr>
          <w:rFonts w:ascii="Times New Roman" w:hAnsi="Times New Roman" w:cs="Times New Roman"/>
          <w:sz w:val="24"/>
          <w:szCs w:val="24"/>
        </w:rPr>
        <w:t>3) umieścić na terenie budowy, w widocznym miejscu:</w:t>
      </w:r>
    </w:p>
    <w:p w14:paraId="71B499BD" w14:textId="77777777" w:rsidR="00E021CD" w:rsidRPr="00305CE4" w:rsidRDefault="00E021CD" w:rsidP="00FA3533">
      <w:pPr>
        <w:spacing w:after="0"/>
        <w:ind w:left="954"/>
        <w:jc w:val="both"/>
        <w:rPr>
          <w:rFonts w:ascii="Times New Roman" w:hAnsi="Times New Roman" w:cs="Times New Roman"/>
          <w:sz w:val="24"/>
          <w:szCs w:val="24"/>
        </w:rPr>
      </w:pPr>
      <w:r w:rsidRPr="00305CE4">
        <w:rPr>
          <w:rFonts w:ascii="Times New Roman" w:hAnsi="Times New Roman" w:cs="Times New Roman"/>
          <w:sz w:val="24"/>
          <w:szCs w:val="24"/>
        </w:rPr>
        <w:t>a) tablicę informacyjną</w:t>
      </w:r>
      <w:r w:rsidR="006231B9">
        <w:rPr>
          <w:rFonts w:ascii="Times New Roman" w:hAnsi="Times New Roman" w:cs="Times New Roman"/>
          <w:sz w:val="24"/>
          <w:szCs w:val="24"/>
        </w:rPr>
        <w:t xml:space="preserve"> wykonaną zgodnie z art. 45b ww. ustawy</w:t>
      </w:r>
      <w:r w:rsidRPr="00305CE4">
        <w:rPr>
          <w:rFonts w:ascii="Times New Roman" w:hAnsi="Times New Roman" w:cs="Times New Roman"/>
          <w:sz w:val="24"/>
          <w:szCs w:val="24"/>
        </w:rPr>
        <w:t xml:space="preserve"> oraz</w:t>
      </w:r>
    </w:p>
    <w:p w14:paraId="387AE47E" w14:textId="77777777" w:rsidR="00D91F77" w:rsidRPr="002E1AFE" w:rsidRDefault="00E021CD" w:rsidP="00FA3533">
      <w:pPr>
        <w:spacing w:after="0"/>
        <w:ind w:left="954"/>
        <w:jc w:val="both"/>
        <w:rPr>
          <w:rFonts w:ascii="Times New Roman" w:hAnsi="Times New Roman" w:cs="Times New Roman"/>
          <w:sz w:val="24"/>
          <w:szCs w:val="24"/>
        </w:rPr>
      </w:pPr>
      <w:r w:rsidRPr="00305CE4">
        <w:rPr>
          <w:rFonts w:ascii="Times New Roman" w:hAnsi="Times New Roman" w:cs="Times New Roman"/>
          <w:sz w:val="24"/>
          <w:szCs w:val="24"/>
        </w:rPr>
        <w:t>b) ogłoszenie zawierające dane dotyczące bezpieczeństwa pracy i ochrony zdrowia</w:t>
      </w:r>
      <w:r w:rsidR="006231B9">
        <w:rPr>
          <w:rFonts w:ascii="Times New Roman" w:hAnsi="Times New Roman" w:cs="Times New Roman"/>
          <w:sz w:val="24"/>
          <w:szCs w:val="24"/>
        </w:rPr>
        <w:t>, wykonane zgodnie z art. 45c ww. ustawy</w:t>
      </w:r>
      <w:r w:rsidRPr="00305CE4">
        <w:rPr>
          <w:rFonts w:ascii="Times New Roman" w:hAnsi="Times New Roman" w:cs="Times New Roman"/>
          <w:sz w:val="24"/>
          <w:szCs w:val="24"/>
        </w:rPr>
        <w:t xml:space="preserve"> - w przypadku budowy, na której przewiduje się prowadzenie robót budowlanych trwających dłużej niż 30 dni roboczych.</w:t>
      </w:r>
    </w:p>
    <w:p w14:paraId="5D9C80ED" w14:textId="6F78C2BF" w:rsidR="00B3277C" w:rsidRPr="0004712D" w:rsidRDefault="00B3277C" w:rsidP="00D2605B">
      <w:pPr>
        <w:pStyle w:val="Akapitzlist"/>
        <w:numPr>
          <w:ilvl w:val="0"/>
          <w:numId w:val="4"/>
        </w:numPr>
        <w:shd w:val="clear" w:color="auto" w:fill="FFFFFF"/>
        <w:spacing w:after="0"/>
        <w:jc w:val="both"/>
        <w:rPr>
          <w:rFonts w:ascii="Times New Roman" w:hAnsi="Times New Roman" w:cs="Times New Roman"/>
          <w:color w:val="000000" w:themeColor="text1"/>
          <w:sz w:val="24"/>
          <w:szCs w:val="24"/>
        </w:rPr>
      </w:pPr>
      <w:r w:rsidRPr="0004712D">
        <w:rPr>
          <w:rFonts w:ascii="Times New Roman" w:hAnsi="Times New Roman" w:cs="Times New Roman"/>
          <w:color w:val="000000" w:themeColor="text1"/>
          <w:sz w:val="24"/>
          <w:szCs w:val="24"/>
        </w:rPr>
        <w:t xml:space="preserve">Odstępstwa od projektu muszą być bezwzględnie uzgodnione z projektantem w ramach nadzoru autorskiego </w:t>
      </w:r>
      <w:r w:rsidRPr="0004712D">
        <w:rPr>
          <w:rFonts w:ascii="Times New Roman" w:eastAsia="Times New Roman" w:hAnsi="Times New Roman" w:cs="Times New Roman"/>
          <w:color w:val="000000" w:themeColor="text1"/>
          <w:sz w:val="24"/>
          <w:szCs w:val="24"/>
          <w:lang w:eastAsia="pl-PL"/>
        </w:rPr>
        <w:t xml:space="preserve">wymieniony przez Wykonawcę </w:t>
      </w:r>
      <w:r w:rsidRPr="0004712D">
        <w:rPr>
          <w:rFonts w:ascii="Times New Roman" w:hAnsi="Times New Roman" w:cs="Times New Roman"/>
          <w:color w:val="000000" w:themeColor="text1"/>
          <w:sz w:val="24"/>
          <w:szCs w:val="24"/>
        </w:rPr>
        <w:t>w „Wykazie osób które będą uczestniczyć w wykonywaniu zamówienia”</w:t>
      </w:r>
      <w:r w:rsidR="00E55750" w:rsidRPr="00E55750">
        <w:rPr>
          <w:rFonts w:ascii="Times New Roman" w:hAnsi="Times New Roman" w:cs="Times New Roman"/>
          <w:color w:val="000000"/>
          <w:sz w:val="24"/>
          <w:szCs w:val="24"/>
        </w:rPr>
        <w:t xml:space="preserve"> </w:t>
      </w:r>
      <w:r w:rsidR="00E55750" w:rsidRPr="00B76ABA">
        <w:rPr>
          <w:rFonts w:ascii="Times New Roman" w:hAnsi="Times New Roman" w:cs="Times New Roman"/>
          <w:color w:val="000000"/>
          <w:sz w:val="24"/>
          <w:szCs w:val="24"/>
        </w:rPr>
        <w:t>(który stanowi element oferty Wykonawcy, która stanowi załącznik nr 3 do niniejszej umowy)</w:t>
      </w:r>
      <w:r w:rsidRPr="0004712D">
        <w:rPr>
          <w:rFonts w:ascii="Times New Roman" w:hAnsi="Times New Roman" w:cs="Times New Roman"/>
          <w:color w:val="000000" w:themeColor="text1"/>
          <w:sz w:val="24"/>
          <w:szCs w:val="24"/>
        </w:rPr>
        <w:t>, którymi dysponuje Wykonawca i potwierdzone w imieniu Zamawiającego przez In</w:t>
      </w:r>
      <w:r w:rsidR="0004712D">
        <w:rPr>
          <w:rFonts w:ascii="Times New Roman" w:hAnsi="Times New Roman" w:cs="Times New Roman"/>
          <w:color w:val="000000" w:themeColor="text1"/>
          <w:sz w:val="24"/>
          <w:szCs w:val="24"/>
        </w:rPr>
        <w:t xml:space="preserve">spektora Nadzoru </w:t>
      </w:r>
      <w:r w:rsidR="00E22E03">
        <w:rPr>
          <w:rFonts w:ascii="Times New Roman" w:hAnsi="Times New Roman" w:cs="Times New Roman"/>
          <w:color w:val="000000" w:themeColor="text1"/>
          <w:sz w:val="24"/>
          <w:szCs w:val="24"/>
        </w:rPr>
        <w:t xml:space="preserve">Inwestorskiego </w:t>
      </w:r>
      <w:r w:rsidR="0004712D">
        <w:rPr>
          <w:rFonts w:ascii="Times New Roman" w:hAnsi="Times New Roman" w:cs="Times New Roman"/>
          <w:color w:val="000000" w:themeColor="text1"/>
          <w:sz w:val="24"/>
          <w:szCs w:val="24"/>
        </w:rPr>
        <w:t>oraz uzgodnione z Zamawiającym.</w:t>
      </w:r>
    </w:p>
    <w:p w14:paraId="580AE50E" w14:textId="77777777" w:rsidR="00B3277C" w:rsidRPr="00D2605B" w:rsidRDefault="00B3277C" w:rsidP="00D2605B">
      <w:pPr>
        <w:numPr>
          <w:ilvl w:val="0"/>
          <w:numId w:val="4"/>
        </w:numPr>
        <w:suppressAutoHyphens w:val="0"/>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Szczegóły nie ujęte w niniejszym projekcie należy realizować zgodnie z Polskimi normami, instrukcjami wykonania i stosowania, normami branżowymi, warunkami technicznymi oraz wymogami producentów materiałów i urządzeń.</w:t>
      </w:r>
    </w:p>
    <w:p w14:paraId="35022593" w14:textId="77777777" w:rsidR="00B3277C" w:rsidRPr="00D2605B" w:rsidRDefault="00B3277C" w:rsidP="00D2605B">
      <w:pPr>
        <w:numPr>
          <w:ilvl w:val="0"/>
          <w:numId w:val="4"/>
        </w:numPr>
        <w:suppressAutoHyphens w:val="0"/>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Przy prowadzeniu robót należy uwzględnić wymagania zaw</w:t>
      </w:r>
      <w:r w:rsidR="00D77BD6">
        <w:rPr>
          <w:rFonts w:ascii="Times New Roman" w:hAnsi="Times New Roman" w:cs="Times New Roman"/>
          <w:sz w:val="24"/>
          <w:szCs w:val="24"/>
        </w:rPr>
        <w:t xml:space="preserve">arte w uzgodnieniach, opiniach </w:t>
      </w:r>
      <w:r w:rsidRPr="00D2605B">
        <w:rPr>
          <w:rFonts w:ascii="Times New Roman" w:hAnsi="Times New Roman" w:cs="Times New Roman"/>
          <w:sz w:val="24"/>
          <w:szCs w:val="24"/>
        </w:rPr>
        <w:t>i decyzjach.</w:t>
      </w:r>
    </w:p>
    <w:p w14:paraId="2E6849ED" w14:textId="77777777" w:rsidR="00A72CB3" w:rsidRPr="00D2605B" w:rsidRDefault="00B3277C" w:rsidP="00D2605B">
      <w:pPr>
        <w:numPr>
          <w:ilvl w:val="0"/>
          <w:numId w:val="4"/>
        </w:numPr>
        <w:suppressAutoHyphens w:val="0"/>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Roboty budowlano-instalacyjne muszą być prowadzone z równoległą koordynacją międzybranżową. Przed przystąpieniem do robót wykonawca powinien zapoznać się </w:t>
      </w:r>
      <w:r w:rsidRPr="00D2605B">
        <w:rPr>
          <w:rFonts w:ascii="Times New Roman" w:hAnsi="Times New Roman" w:cs="Times New Roman"/>
          <w:sz w:val="24"/>
          <w:szCs w:val="24"/>
        </w:rPr>
        <w:br/>
        <w:t>z całością dokumentacji branżowej.</w:t>
      </w:r>
    </w:p>
    <w:p w14:paraId="71E8D48C" w14:textId="77777777" w:rsidR="00B3277C" w:rsidRPr="00D2605B" w:rsidRDefault="00B3277C" w:rsidP="00D2605B">
      <w:pPr>
        <w:suppressAutoHyphens w:val="0"/>
        <w:autoSpaceDE w:val="0"/>
        <w:autoSpaceDN w:val="0"/>
        <w:adjustRightInd w:val="0"/>
        <w:spacing w:after="0"/>
        <w:ind w:left="360"/>
        <w:jc w:val="both"/>
        <w:rPr>
          <w:rFonts w:ascii="Times New Roman" w:hAnsi="Times New Roman" w:cs="Times New Roman"/>
          <w:sz w:val="24"/>
          <w:szCs w:val="24"/>
        </w:rPr>
      </w:pPr>
      <w:r w:rsidRPr="00D2605B">
        <w:rPr>
          <w:rFonts w:ascii="Times New Roman" w:hAnsi="Times New Roman" w:cs="Times New Roman"/>
          <w:sz w:val="24"/>
          <w:szCs w:val="24"/>
        </w:rPr>
        <w:t>W sprawach nie określonych dokumentacją obowiązują:</w:t>
      </w:r>
    </w:p>
    <w:p w14:paraId="0C2EFBB2" w14:textId="77777777" w:rsidR="00B3277C" w:rsidRPr="00D2605B" w:rsidRDefault="00B3277C" w:rsidP="00D2605B">
      <w:pPr>
        <w:pStyle w:val="Tekstpodstawowywcity2"/>
        <w:autoSpaceDE w:val="0"/>
        <w:autoSpaceDN w:val="0"/>
        <w:adjustRightInd w:val="0"/>
        <w:spacing w:after="0" w:line="276" w:lineRule="auto"/>
        <w:ind w:left="360"/>
        <w:jc w:val="both"/>
        <w:rPr>
          <w:rFonts w:ascii="Times New Roman" w:hAnsi="Times New Roman" w:cs="Times New Roman"/>
          <w:sz w:val="24"/>
          <w:szCs w:val="24"/>
        </w:rPr>
      </w:pPr>
      <w:r w:rsidRPr="00D2605B">
        <w:rPr>
          <w:rFonts w:ascii="Times New Roman" w:hAnsi="Times New Roman" w:cs="Times New Roman"/>
          <w:sz w:val="24"/>
          <w:szCs w:val="24"/>
        </w:rPr>
        <w:t>- warunki techniczne wykonania i odbioru robót budowlano montażowych,</w:t>
      </w:r>
    </w:p>
    <w:p w14:paraId="017A8075" w14:textId="77777777" w:rsidR="00B3277C" w:rsidRPr="00D2605B" w:rsidRDefault="00B3277C" w:rsidP="00D2605B">
      <w:pPr>
        <w:suppressAutoHyphens w:val="0"/>
        <w:autoSpaceDE w:val="0"/>
        <w:autoSpaceDN w:val="0"/>
        <w:adjustRightInd w:val="0"/>
        <w:spacing w:after="0"/>
        <w:ind w:left="360"/>
        <w:jc w:val="both"/>
        <w:rPr>
          <w:rFonts w:ascii="Times New Roman" w:hAnsi="Times New Roman" w:cs="Times New Roman"/>
          <w:sz w:val="24"/>
          <w:szCs w:val="24"/>
        </w:rPr>
      </w:pPr>
      <w:r w:rsidRPr="00D2605B">
        <w:rPr>
          <w:rFonts w:ascii="Times New Roman" w:hAnsi="Times New Roman" w:cs="Times New Roman"/>
          <w:sz w:val="24"/>
          <w:szCs w:val="24"/>
        </w:rPr>
        <w:t>- normy Polskiego Komitetu Normalizacyjnego,</w:t>
      </w:r>
    </w:p>
    <w:p w14:paraId="539EC319" w14:textId="77777777" w:rsidR="00B3277C" w:rsidRPr="00D2605B" w:rsidRDefault="00B3277C" w:rsidP="00D2605B">
      <w:pPr>
        <w:suppressAutoHyphens w:val="0"/>
        <w:autoSpaceDE w:val="0"/>
        <w:autoSpaceDN w:val="0"/>
        <w:adjustRightInd w:val="0"/>
        <w:spacing w:after="0"/>
        <w:ind w:left="360"/>
        <w:jc w:val="both"/>
        <w:rPr>
          <w:rFonts w:ascii="Times New Roman" w:hAnsi="Times New Roman" w:cs="Times New Roman"/>
          <w:sz w:val="24"/>
          <w:szCs w:val="24"/>
        </w:rPr>
      </w:pPr>
      <w:r w:rsidRPr="00D2605B">
        <w:rPr>
          <w:rFonts w:ascii="Times New Roman" w:hAnsi="Times New Roman" w:cs="Times New Roman"/>
          <w:sz w:val="24"/>
          <w:szCs w:val="24"/>
        </w:rPr>
        <w:t>- instrukcje, wytyczne, świadectwa dopuszczenia, atesty Instytutu Techniki Budowlanej,</w:t>
      </w:r>
    </w:p>
    <w:p w14:paraId="0CAF7193" w14:textId="77777777" w:rsidR="00A72CB3" w:rsidRPr="00D2605B" w:rsidRDefault="00B3277C" w:rsidP="00D2605B">
      <w:pPr>
        <w:suppressAutoHyphens w:val="0"/>
        <w:autoSpaceDE w:val="0"/>
        <w:autoSpaceDN w:val="0"/>
        <w:adjustRightInd w:val="0"/>
        <w:spacing w:after="0"/>
        <w:ind w:left="360"/>
        <w:jc w:val="both"/>
        <w:rPr>
          <w:rFonts w:ascii="Times New Roman" w:hAnsi="Times New Roman" w:cs="Times New Roman"/>
          <w:sz w:val="24"/>
          <w:szCs w:val="24"/>
        </w:rPr>
      </w:pPr>
      <w:r w:rsidRPr="00D2605B">
        <w:rPr>
          <w:rFonts w:ascii="Times New Roman" w:hAnsi="Times New Roman" w:cs="Times New Roman"/>
          <w:sz w:val="24"/>
          <w:szCs w:val="24"/>
        </w:rPr>
        <w:t>- warunki techniczne producentów i dostawców materiałów budowlano instalacyjnych.</w:t>
      </w:r>
    </w:p>
    <w:p w14:paraId="41A4CB06" w14:textId="3F026D0B" w:rsidR="001972FF" w:rsidRPr="00D2605B" w:rsidRDefault="008220AF" w:rsidP="00C62D90">
      <w:pPr>
        <w:pStyle w:val="Akapitzlist"/>
        <w:numPr>
          <w:ilvl w:val="0"/>
          <w:numId w:val="4"/>
        </w:numPr>
        <w:suppressAutoHyphens w:val="0"/>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Wykonawca jest odpowiedzialny za przestrzeganie obowiązujących przepisów oraz powinien zapewnić ochronę własności publicznej i prywatnej. Wykonawca jest zobowiązany do szczegółowego oznaczenia instalacji i urządzeń, zabezpieczenia ich przed uszkodzeniem, a także do natychmiastowego powiadomienia inspektora Nadzoru i właściciela instalacji i urządzeń, jeżeli zostaną przypadkowo uszkodzone w trakcie realizacji robót. Wykonawca jest odpowiedzialny</w:t>
      </w:r>
      <w:r w:rsidR="009F02F7">
        <w:rPr>
          <w:rFonts w:ascii="Times New Roman" w:hAnsi="Times New Roman" w:cs="Times New Roman"/>
          <w:sz w:val="24"/>
          <w:szCs w:val="24"/>
        </w:rPr>
        <w:t xml:space="preserve"> za szkody w instalacjach i </w:t>
      </w:r>
      <w:r w:rsidRPr="00D2605B">
        <w:rPr>
          <w:rFonts w:ascii="Times New Roman" w:hAnsi="Times New Roman" w:cs="Times New Roman"/>
          <w:sz w:val="24"/>
          <w:szCs w:val="24"/>
        </w:rPr>
        <w:t>urządzeniach naziemnych i podziemnych pokazanych na planie zagospodarowania terenu, spowodowanych w trakcie wykonywania robót budowlanych.</w:t>
      </w:r>
      <w:r w:rsidRPr="00D2605B">
        <w:rPr>
          <w:rFonts w:ascii="Times New Roman" w:hAnsi="Times New Roman" w:cs="Times New Roman"/>
          <w:b/>
          <w:sz w:val="24"/>
          <w:szCs w:val="24"/>
        </w:rPr>
        <w:t xml:space="preserve"> </w:t>
      </w:r>
      <w:r w:rsidRPr="00D2605B">
        <w:rPr>
          <w:rFonts w:ascii="Times New Roman" w:hAnsi="Times New Roman" w:cs="Times New Roman"/>
          <w:sz w:val="24"/>
          <w:szCs w:val="24"/>
        </w:rPr>
        <w:t>W miejscach gdzie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6A0D8EFA" w14:textId="4408D8F7" w:rsidR="001972FF" w:rsidRPr="00D2605B" w:rsidRDefault="003B3586" w:rsidP="00C62D90">
      <w:pPr>
        <w:pStyle w:val="Akapitzlist"/>
        <w:numPr>
          <w:ilvl w:val="0"/>
          <w:numId w:val="4"/>
        </w:numPr>
        <w:suppressAutoHyphens w:val="0"/>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Przy wykonywaniu przedmiotowej inwestycji mogą być stosowane wyłącznie wyroby </w:t>
      </w:r>
      <w:r w:rsidRPr="00D2605B">
        <w:rPr>
          <w:rFonts w:ascii="Times New Roman" w:hAnsi="Times New Roman" w:cs="Times New Roman"/>
          <w:sz w:val="24"/>
          <w:szCs w:val="24"/>
        </w:rPr>
        <w:br/>
        <w:t>o właściwościach użytkowych umożliwiający</w:t>
      </w:r>
      <w:r w:rsidR="009F02F7">
        <w:rPr>
          <w:rFonts w:ascii="Times New Roman" w:hAnsi="Times New Roman" w:cs="Times New Roman"/>
          <w:sz w:val="24"/>
          <w:szCs w:val="24"/>
        </w:rPr>
        <w:t>ch prawidłowo zaprojektowanym i </w:t>
      </w:r>
      <w:r w:rsidRPr="00D2605B">
        <w:rPr>
          <w:rFonts w:ascii="Times New Roman" w:hAnsi="Times New Roman" w:cs="Times New Roman"/>
          <w:sz w:val="24"/>
          <w:szCs w:val="24"/>
        </w:rPr>
        <w:t xml:space="preserve">wykonanym obiektom budowlanym spełnienie wymagań podstawowych, określonych w art. 5 ust. 1 pkt.1 ustawy </w:t>
      </w:r>
      <w:r w:rsidRPr="00D2605B">
        <w:rPr>
          <w:rFonts w:ascii="Times New Roman" w:hAnsi="Times New Roman" w:cs="Times New Roman"/>
          <w:i/>
          <w:sz w:val="24"/>
          <w:szCs w:val="24"/>
        </w:rPr>
        <w:t>Prawo budowlane</w:t>
      </w:r>
      <w:r w:rsidRPr="00D2605B">
        <w:rPr>
          <w:rFonts w:ascii="Times New Roman" w:hAnsi="Times New Roman" w:cs="Times New Roman"/>
          <w:sz w:val="24"/>
          <w:szCs w:val="24"/>
        </w:rPr>
        <w:t xml:space="preserve"> – dopuszczone do obrotu i powszechnego lub jednostkowego stosowania w budownict</w:t>
      </w:r>
      <w:r w:rsidR="009F02F7">
        <w:rPr>
          <w:rFonts w:ascii="Times New Roman" w:hAnsi="Times New Roman" w:cs="Times New Roman"/>
          <w:sz w:val="24"/>
          <w:szCs w:val="24"/>
        </w:rPr>
        <w:t>wie. Powinny być także zgodne z </w:t>
      </w:r>
      <w:r w:rsidRPr="00D2605B">
        <w:rPr>
          <w:rFonts w:ascii="Times New Roman" w:hAnsi="Times New Roman" w:cs="Times New Roman"/>
          <w:sz w:val="24"/>
          <w:szCs w:val="24"/>
        </w:rPr>
        <w:t xml:space="preserve">wymaganiami określonymi w specyfikacji technicznej. Wykonawca robót powinien przedstawić inspektorowi </w:t>
      </w:r>
      <w:r w:rsidR="00E22E03">
        <w:rPr>
          <w:rFonts w:ascii="Times New Roman" w:hAnsi="Times New Roman" w:cs="Times New Roman"/>
          <w:sz w:val="24"/>
          <w:szCs w:val="24"/>
        </w:rPr>
        <w:t>n</w:t>
      </w:r>
      <w:r w:rsidRPr="00D2605B">
        <w:rPr>
          <w:rFonts w:ascii="Times New Roman" w:hAnsi="Times New Roman" w:cs="Times New Roman"/>
          <w:sz w:val="24"/>
          <w:szCs w:val="24"/>
        </w:rPr>
        <w:t>adzoru inwestorskiego szczegółowe informacje o źródle produkcji, zakupu wyrobów budowlanych i urządzeń przewidywanych do realizacji robót – właściwie oznaczonych, posiadających certyfikat na znak bezpieczeństwa, certyfikat zgodności, deklaracje zgodności z Polską Normą. Kierownik budowy jest zobowiązany przez okres wykonania robót budowlanych przechowywać dokumenty stanowiące podstawę ich wykonania.</w:t>
      </w:r>
      <w:r w:rsidR="009816CA" w:rsidRPr="00D2605B">
        <w:rPr>
          <w:rFonts w:ascii="Times New Roman" w:hAnsi="Times New Roman" w:cs="Times New Roman"/>
          <w:sz w:val="24"/>
          <w:szCs w:val="24"/>
        </w:rPr>
        <w:t xml:space="preserve"> </w:t>
      </w:r>
      <w:r w:rsidRPr="00D2605B">
        <w:rPr>
          <w:rFonts w:ascii="Times New Roman" w:hAnsi="Times New Roman" w:cs="Times New Roman"/>
          <w:sz w:val="24"/>
          <w:szCs w:val="24"/>
        </w:rPr>
        <w:t xml:space="preserve">Wykonawca jest odpowiedzialny, aby wszystkie materiały, elementy budowlane instalowane w trakcie realizacji robót odpowiadały wymaganiom określonym w art. 10 ustawy </w:t>
      </w:r>
      <w:r w:rsidRPr="00D2605B">
        <w:rPr>
          <w:rFonts w:ascii="Times New Roman" w:hAnsi="Times New Roman" w:cs="Times New Roman"/>
          <w:i/>
          <w:sz w:val="24"/>
          <w:szCs w:val="24"/>
        </w:rPr>
        <w:t>Prawo budowlane</w:t>
      </w:r>
      <w:r w:rsidRPr="00D2605B">
        <w:rPr>
          <w:rFonts w:ascii="Times New Roman" w:hAnsi="Times New Roman" w:cs="Times New Roman"/>
          <w:sz w:val="24"/>
          <w:szCs w:val="24"/>
        </w:rPr>
        <w:t xml:space="preserve"> oraz w </w:t>
      </w:r>
      <w:r w:rsidRPr="00D2605B">
        <w:rPr>
          <w:rFonts w:ascii="Times New Roman" w:hAnsi="Times New Roman" w:cs="Times New Roman"/>
          <w:i/>
          <w:sz w:val="24"/>
          <w:szCs w:val="24"/>
        </w:rPr>
        <w:t>Specyfikacji Technicznej</w:t>
      </w:r>
      <w:r w:rsidRPr="00D2605B">
        <w:rPr>
          <w:rFonts w:ascii="Times New Roman" w:hAnsi="Times New Roman" w:cs="Times New Roman"/>
          <w:sz w:val="24"/>
          <w:szCs w:val="24"/>
        </w:rPr>
        <w:t>. Wykonawca uzgodni z Inspektorem Nadzoru sposób i termin przekazania informacji o przewidywanym użyciu podstawowych materiałów oraz elementów konstrukcyjnych do wykonania robót, a także o aprobatach technicznych</w:t>
      </w:r>
      <w:r w:rsidR="009816CA" w:rsidRPr="00D2605B">
        <w:rPr>
          <w:rFonts w:ascii="Times New Roman" w:hAnsi="Times New Roman" w:cs="Times New Roman"/>
          <w:sz w:val="24"/>
          <w:szCs w:val="24"/>
        </w:rPr>
        <w:t xml:space="preserve"> przed rozpoczęcie robót budowlanych</w:t>
      </w:r>
      <w:r w:rsidRPr="00D2605B">
        <w:rPr>
          <w:rFonts w:ascii="Times New Roman" w:hAnsi="Times New Roman" w:cs="Times New Roman"/>
          <w:sz w:val="24"/>
          <w:szCs w:val="24"/>
        </w:rPr>
        <w:t>.</w:t>
      </w:r>
      <w:r w:rsidR="009816CA" w:rsidRPr="00D2605B">
        <w:rPr>
          <w:rFonts w:ascii="Times New Roman" w:hAnsi="Times New Roman" w:cs="Times New Roman"/>
          <w:sz w:val="24"/>
          <w:szCs w:val="24"/>
        </w:rPr>
        <w:t xml:space="preserve"> </w:t>
      </w:r>
      <w:r w:rsidRPr="00D2605B">
        <w:rPr>
          <w:rFonts w:ascii="Times New Roman" w:hAnsi="Times New Roman" w:cs="Times New Roman"/>
          <w:sz w:val="24"/>
          <w:szCs w:val="24"/>
        </w:rPr>
        <w:t xml:space="preserve">Ewentualne określenie nazwy własnej lub handlowej materiału zawarte w dokumentacji projektowej i </w:t>
      </w:r>
      <w:r w:rsidR="00F02FFD">
        <w:rPr>
          <w:rFonts w:ascii="Times New Roman" w:eastAsia="TimesNewRomanPSMT" w:hAnsi="Times New Roman" w:cs="Times New Roman"/>
          <w:bCs/>
          <w:sz w:val="24"/>
          <w:szCs w:val="24"/>
        </w:rPr>
        <w:t>Specyfikacji</w:t>
      </w:r>
      <w:r w:rsidR="00013173" w:rsidRPr="00D2605B">
        <w:rPr>
          <w:rFonts w:ascii="Times New Roman" w:eastAsia="TimesNewRomanPSMT" w:hAnsi="Times New Roman" w:cs="Times New Roman"/>
          <w:bCs/>
          <w:sz w:val="24"/>
          <w:szCs w:val="24"/>
        </w:rPr>
        <w:t xml:space="preserve"> </w:t>
      </w:r>
      <w:r w:rsidR="00F02FFD">
        <w:rPr>
          <w:rFonts w:ascii="Times New Roman" w:eastAsia="TimesNewRomanPSMT" w:hAnsi="Times New Roman" w:cs="Times New Roman"/>
          <w:bCs/>
          <w:sz w:val="24"/>
          <w:szCs w:val="24"/>
        </w:rPr>
        <w:t>Technicznej</w:t>
      </w:r>
      <w:r w:rsidR="00013173" w:rsidRPr="00D2605B">
        <w:rPr>
          <w:rFonts w:ascii="Times New Roman" w:eastAsia="TimesNewRomanPSMT" w:hAnsi="Times New Roman" w:cs="Times New Roman"/>
          <w:bCs/>
          <w:sz w:val="24"/>
          <w:szCs w:val="24"/>
        </w:rPr>
        <w:t xml:space="preserve"> Wykonania i Odbioru Robót Budowlanych</w:t>
      </w:r>
      <w:r w:rsidRPr="00D2605B">
        <w:rPr>
          <w:rFonts w:ascii="Times New Roman" w:hAnsi="Times New Roman" w:cs="Times New Roman"/>
          <w:sz w:val="24"/>
          <w:szCs w:val="24"/>
        </w:rPr>
        <w:t xml:space="preserve"> stanowi przykładowe określenie własności parametrycznych i nie stanowi sugestii konieczności ich stosowania. Ilekroć taka sytuacja wystąpi, należy przez to rozumieć, że towarzyszą im słowa „lub równoważne” co oznacza, że dopuszczane są wyroby o parametrach równoważnych lub lepszych. Wykonawca poniesie wszystkie koszty, w tym: opłaty, wynagrodzenia i jakiekolwiek inne koszty związane z dostarczeniem materiałów do robót.</w:t>
      </w:r>
      <w:r w:rsidR="003D2CAD" w:rsidRPr="00D2605B">
        <w:rPr>
          <w:rFonts w:ascii="Times New Roman" w:hAnsi="Times New Roman" w:cs="Times New Roman"/>
          <w:sz w:val="24"/>
          <w:szCs w:val="24"/>
        </w:rPr>
        <w:t xml:space="preserve"> Materiały nieodpowiadające wymaganiom zostaną przez Wykonawcę wywiezione z terenu budowy i złożone w miejscu wskazanym przez Inspektora Nadzoru. Każdy rodzaj robót, w którym znajdują się niezbadane i nie zaakceptowane materiały, Wykonawca wykonuje na własne ryzyko, licząc się z jego nie przyjęcie</w:t>
      </w:r>
      <w:r w:rsidR="009F02F7">
        <w:rPr>
          <w:rFonts w:ascii="Times New Roman" w:hAnsi="Times New Roman" w:cs="Times New Roman"/>
          <w:sz w:val="24"/>
          <w:szCs w:val="24"/>
        </w:rPr>
        <w:t>m, usunięciem i </w:t>
      </w:r>
      <w:r w:rsidR="001972FF" w:rsidRPr="00D2605B">
        <w:rPr>
          <w:rFonts w:ascii="Times New Roman" w:hAnsi="Times New Roman" w:cs="Times New Roman"/>
          <w:sz w:val="24"/>
          <w:szCs w:val="24"/>
        </w:rPr>
        <w:t>niezapłaceniem.</w:t>
      </w:r>
    </w:p>
    <w:p w14:paraId="2532F8F2" w14:textId="76D716A2" w:rsidR="00CE08BE" w:rsidRPr="00D2605B" w:rsidRDefault="005972D4" w:rsidP="00C62D90">
      <w:pPr>
        <w:pStyle w:val="Akapitzlist"/>
        <w:numPr>
          <w:ilvl w:val="0"/>
          <w:numId w:val="4"/>
        </w:numPr>
        <w:suppressAutoHyphens w:val="0"/>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Wykonawca zapewni, aby tymczasowo składowane materiały, do czasu gdy będą one użyte do robót, były zabezpieczone przed zanieczyszczeniami, zachowały swoją jakość i właściwości i były dostępne do kontroli przez </w:t>
      </w:r>
      <w:r w:rsidRPr="00040B97">
        <w:rPr>
          <w:rFonts w:ascii="Times New Roman" w:hAnsi="Times New Roman" w:cs="Times New Roman"/>
          <w:sz w:val="24"/>
          <w:szCs w:val="24"/>
        </w:rPr>
        <w:t xml:space="preserve">Inspektora nadzoru. </w:t>
      </w:r>
      <w:r w:rsidRPr="00D2605B">
        <w:rPr>
          <w:rFonts w:ascii="Times New Roman" w:hAnsi="Times New Roman" w:cs="Times New Roman"/>
          <w:sz w:val="24"/>
          <w:szCs w:val="24"/>
        </w:rPr>
        <w:t xml:space="preserve">Miejsca czasowego składowania materiałów będą zlokalizowane w obrębie terenu budowy w miejscach uzgodnionych z </w:t>
      </w:r>
      <w:r w:rsidRPr="00040B97">
        <w:rPr>
          <w:rFonts w:ascii="Times New Roman" w:hAnsi="Times New Roman" w:cs="Times New Roman"/>
          <w:sz w:val="24"/>
          <w:szCs w:val="24"/>
        </w:rPr>
        <w:t xml:space="preserve">Inspektorem nadzoru </w:t>
      </w:r>
      <w:r w:rsidRPr="00D2605B">
        <w:rPr>
          <w:rFonts w:ascii="Times New Roman" w:hAnsi="Times New Roman" w:cs="Times New Roman"/>
          <w:sz w:val="24"/>
          <w:szCs w:val="24"/>
        </w:rPr>
        <w:t xml:space="preserve">lub poza terenem budowy w miejscach zorganizowanych przez Wykonawcę i zaakceptowanych przez Inspektora nadzoru (poza rezerwatem przyrody). Składowanie materiałów wg asortymentu z zachowaniem bezpieczeństwa i umożliwieniem pobrania reprezentatywnych próbek. Inspektor nadzoru może okresowo kontrolować dostarczane na budowę materiały i urządzenia, aby sprawdzić czy są one zgodne z wymaganiami </w:t>
      </w:r>
      <w:r w:rsidR="00F02FFD">
        <w:rPr>
          <w:rFonts w:ascii="Times New Roman" w:eastAsia="TimesNewRomanPSMT" w:hAnsi="Times New Roman" w:cs="Times New Roman"/>
          <w:bCs/>
          <w:sz w:val="24"/>
          <w:szCs w:val="24"/>
        </w:rPr>
        <w:t>Specyfikacji</w:t>
      </w:r>
      <w:r w:rsidR="00013173" w:rsidRPr="00D2605B">
        <w:rPr>
          <w:rFonts w:ascii="Times New Roman" w:eastAsia="TimesNewRomanPSMT" w:hAnsi="Times New Roman" w:cs="Times New Roman"/>
          <w:bCs/>
          <w:sz w:val="24"/>
          <w:szCs w:val="24"/>
        </w:rPr>
        <w:t xml:space="preserve"> </w:t>
      </w:r>
      <w:r w:rsidR="00F02FFD">
        <w:rPr>
          <w:rFonts w:ascii="Times New Roman" w:eastAsia="TimesNewRomanPSMT" w:hAnsi="Times New Roman" w:cs="Times New Roman"/>
          <w:bCs/>
          <w:sz w:val="24"/>
          <w:szCs w:val="24"/>
        </w:rPr>
        <w:t>Technicznej</w:t>
      </w:r>
      <w:r w:rsidR="00013173" w:rsidRPr="00D2605B">
        <w:rPr>
          <w:rFonts w:ascii="Times New Roman" w:eastAsia="TimesNewRomanPSMT" w:hAnsi="Times New Roman" w:cs="Times New Roman"/>
          <w:bCs/>
          <w:sz w:val="24"/>
          <w:szCs w:val="24"/>
        </w:rPr>
        <w:t xml:space="preserve"> Wykonania i Odbioru Robót Budowlanych</w:t>
      </w:r>
      <w:r w:rsidRPr="00D2605B">
        <w:rPr>
          <w:rFonts w:ascii="Times New Roman" w:hAnsi="Times New Roman" w:cs="Times New Roman"/>
          <w:sz w:val="24"/>
          <w:szCs w:val="24"/>
        </w:rPr>
        <w:t xml:space="preserve">. Jest on upoważniony do pobierania próbek i badania próbek materiału w calu sprawdzenia jego własności. Wyniki tych próbek stanowić mogą podstawę do aprobaty jakości danej partii materiałów. W przypadku materiałów, dla których w szczegółowych specyfikacjach technicznych wymagane są atesty, każda partia dostarczona na budowę musi posiadać atest określający w sposób jednoznaczny jej cechy. Przed wykonaniem przez Wykonawcę badań jakości materiałów, Inspektor nadzoru może dopuścić do użycia materiały posiadające atest producenta, stwierdzający pełną zgodność tych materiałów z wymogami podanymi w </w:t>
      </w:r>
      <w:r w:rsidR="00F02FFD">
        <w:rPr>
          <w:rFonts w:ascii="Times New Roman" w:eastAsia="TimesNewRomanPSMT" w:hAnsi="Times New Roman" w:cs="Times New Roman"/>
          <w:bCs/>
          <w:sz w:val="24"/>
          <w:szCs w:val="24"/>
        </w:rPr>
        <w:t>Specyfikacji</w:t>
      </w:r>
      <w:r w:rsidR="00013173" w:rsidRPr="00D2605B">
        <w:rPr>
          <w:rFonts w:ascii="Times New Roman" w:eastAsia="TimesNewRomanPSMT" w:hAnsi="Times New Roman" w:cs="Times New Roman"/>
          <w:bCs/>
          <w:sz w:val="24"/>
          <w:szCs w:val="24"/>
        </w:rPr>
        <w:t xml:space="preserve"> </w:t>
      </w:r>
      <w:r w:rsidR="00F02FFD">
        <w:rPr>
          <w:rFonts w:ascii="Times New Roman" w:eastAsia="TimesNewRomanPSMT" w:hAnsi="Times New Roman" w:cs="Times New Roman"/>
          <w:bCs/>
          <w:sz w:val="24"/>
          <w:szCs w:val="24"/>
        </w:rPr>
        <w:t>Technicznej</w:t>
      </w:r>
      <w:r w:rsidR="00013173" w:rsidRPr="00D2605B">
        <w:rPr>
          <w:rFonts w:ascii="Times New Roman" w:eastAsia="TimesNewRomanPSMT" w:hAnsi="Times New Roman" w:cs="Times New Roman"/>
          <w:bCs/>
          <w:sz w:val="24"/>
          <w:szCs w:val="24"/>
        </w:rPr>
        <w:t xml:space="preserve"> Wykonania i Odbioru Robót Budowlanych</w:t>
      </w:r>
      <w:r w:rsidRPr="00D2605B">
        <w:rPr>
          <w:rFonts w:ascii="Times New Roman" w:hAnsi="Times New Roman" w:cs="Times New Roman"/>
          <w:sz w:val="24"/>
          <w:szCs w:val="24"/>
        </w:rPr>
        <w:t xml:space="preserve">. Produkty przemysłowe muszą posiadać atesty wydane przez producenta, poparte w razie potrzeby wynikami wykonanych przez niego badań. Kopie wyników tych badań muszą być dostarczone przez Wykonawcę </w:t>
      </w:r>
      <w:r w:rsidRPr="008F3935">
        <w:rPr>
          <w:rFonts w:ascii="Times New Roman" w:hAnsi="Times New Roman" w:cs="Times New Roman"/>
          <w:sz w:val="24"/>
          <w:szCs w:val="24"/>
        </w:rPr>
        <w:t xml:space="preserve">Inspektorowi nadzoru. </w:t>
      </w:r>
      <w:r w:rsidRPr="00D2605B">
        <w:rPr>
          <w:rFonts w:ascii="Times New Roman" w:hAnsi="Times New Roman" w:cs="Times New Roman"/>
          <w:sz w:val="24"/>
          <w:szCs w:val="24"/>
        </w:rPr>
        <w:t>Materiały posiadające atesty, a urządzenia ważną legalizację, mogą być badane przez Inspektora nadzoru w dowolnym czasie. W przypadku, gdy zostanie stwierdzona niezgodność właściwości przewi</w:t>
      </w:r>
      <w:r w:rsidR="009F02F7">
        <w:rPr>
          <w:rFonts w:ascii="Times New Roman" w:hAnsi="Times New Roman" w:cs="Times New Roman"/>
          <w:sz w:val="24"/>
          <w:szCs w:val="24"/>
        </w:rPr>
        <w:t>dzianych do użycia materiałów i </w:t>
      </w:r>
      <w:r w:rsidRPr="00D2605B">
        <w:rPr>
          <w:rFonts w:ascii="Times New Roman" w:hAnsi="Times New Roman" w:cs="Times New Roman"/>
          <w:sz w:val="24"/>
          <w:szCs w:val="24"/>
        </w:rPr>
        <w:t xml:space="preserve">urządzeń z wymaganiami zawartymi w </w:t>
      </w:r>
      <w:r w:rsidR="00F02FFD">
        <w:rPr>
          <w:rFonts w:ascii="Times New Roman" w:eastAsia="TimesNewRomanPSMT" w:hAnsi="Times New Roman" w:cs="Times New Roman"/>
          <w:bCs/>
          <w:sz w:val="24"/>
          <w:szCs w:val="24"/>
        </w:rPr>
        <w:t>Specyfikacji</w:t>
      </w:r>
      <w:r w:rsidR="00013173" w:rsidRPr="00D2605B">
        <w:rPr>
          <w:rFonts w:ascii="Times New Roman" w:eastAsia="TimesNewRomanPSMT" w:hAnsi="Times New Roman" w:cs="Times New Roman"/>
          <w:bCs/>
          <w:sz w:val="24"/>
          <w:szCs w:val="24"/>
        </w:rPr>
        <w:t xml:space="preserve"> </w:t>
      </w:r>
      <w:r w:rsidR="00F02FFD">
        <w:rPr>
          <w:rFonts w:ascii="Times New Roman" w:eastAsia="TimesNewRomanPSMT" w:hAnsi="Times New Roman" w:cs="Times New Roman"/>
          <w:bCs/>
          <w:sz w:val="24"/>
          <w:szCs w:val="24"/>
        </w:rPr>
        <w:t>Technicznej</w:t>
      </w:r>
      <w:r w:rsidR="009F02F7">
        <w:rPr>
          <w:rFonts w:ascii="Times New Roman" w:eastAsia="TimesNewRomanPSMT" w:hAnsi="Times New Roman" w:cs="Times New Roman"/>
          <w:bCs/>
          <w:sz w:val="24"/>
          <w:szCs w:val="24"/>
        </w:rPr>
        <w:t xml:space="preserve"> Wykonania i </w:t>
      </w:r>
      <w:r w:rsidR="00013173" w:rsidRPr="00D2605B">
        <w:rPr>
          <w:rFonts w:ascii="Times New Roman" w:eastAsia="TimesNewRomanPSMT" w:hAnsi="Times New Roman" w:cs="Times New Roman"/>
          <w:bCs/>
          <w:sz w:val="24"/>
          <w:szCs w:val="24"/>
        </w:rPr>
        <w:t>Odbioru Robót Budowlanych</w:t>
      </w:r>
      <w:r w:rsidRPr="00D2605B">
        <w:rPr>
          <w:rFonts w:ascii="Times New Roman" w:hAnsi="Times New Roman" w:cs="Times New Roman"/>
          <w:sz w:val="24"/>
          <w:szCs w:val="24"/>
        </w:rPr>
        <w:t>, nie zostaną one przyjęte do wbudowania.</w:t>
      </w:r>
    </w:p>
    <w:p w14:paraId="2F851383" w14:textId="17DD4842" w:rsidR="00CB2DF6" w:rsidRPr="00D2605B" w:rsidRDefault="00CB2DF6" w:rsidP="00C62D90">
      <w:pPr>
        <w:pStyle w:val="Akapitzlist"/>
        <w:numPr>
          <w:ilvl w:val="0"/>
          <w:numId w:val="4"/>
        </w:numPr>
        <w:suppressAutoHyphens w:val="0"/>
        <w:autoSpaceDE w:val="0"/>
        <w:autoSpaceDN w:val="0"/>
        <w:adjustRightInd w:val="0"/>
        <w:spacing w:after="0"/>
        <w:jc w:val="both"/>
        <w:rPr>
          <w:rFonts w:ascii="Times New Roman" w:hAnsi="Times New Roman" w:cs="Times New Roman"/>
          <w:sz w:val="24"/>
          <w:szCs w:val="24"/>
        </w:rPr>
      </w:pPr>
      <w:r w:rsidRPr="00D2605B">
        <w:rPr>
          <w:rFonts w:ascii="Times New Roman" w:hAnsi="Times New Roman" w:cs="Times New Roman"/>
          <w:sz w:val="24"/>
          <w:szCs w:val="24"/>
        </w:rPr>
        <w:t>Zgodnie z ustawą o wyrobach budowlanych</w:t>
      </w:r>
      <w:r w:rsidR="009F02F7">
        <w:rPr>
          <w:rFonts w:ascii="Times New Roman" w:hAnsi="Times New Roman" w:cs="Times New Roman"/>
          <w:sz w:val="24"/>
          <w:szCs w:val="24"/>
        </w:rPr>
        <w:t>, wyrób budowlany nadaje się do </w:t>
      </w:r>
      <w:r w:rsidRPr="00D2605B">
        <w:rPr>
          <w:rFonts w:ascii="Times New Roman" w:hAnsi="Times New Roman" w:cs="Times New Roman"/>
          <w:sz w:val="24"/>
          <w:szCs w:val="24"/>
        </w:rPr>
        <w:t>stosowania przy wykonywaniu robót budowlanych jeżeli:</w:t>
      </w:r>
    </w:p>
    <w:p w14:paraId="1F4A59E4" w14:textId="77777777" w:rsidR="00CB2DF6" w:rsidRPr="00D2605B" w:rsidRDefault="00CB2DF6" w:rsidP="00D2605B">
      <w:pPr>
        <w:numPr>
          <w:ilvl w:val="0"/>
          <w:numId w:val="29"/>
        </w:numPr>
        <w:suppressAutoHyphens w:val="0"/>
        <w:spacing w:after="0"/>
        <w:ind w:left="426"/>
        <w:jc w:val="both"/>
        <w:rPr>
          <w:rFonts w:ascii="Times New Roman" w:hAnsi="Times New Roman" w:cs="Times New Roman"/>
          <w:sz w:val="24"/>
          <w:szCs w:val="24"/>
        </w:rPr>
      </w:pPr>
      <w:r w:rsidRPr="00D2605B">
        <w:rPr>
          <w:rFonts w:ascii="Times New Roman" w:hAnsi="Times New Roman" w:cs="Times New Roman"/>
          <w:sz w:val="24"/>
          <w:szCs w:val="24"/>
        </w:rPr>
        <w:t>oznakowany jest znakiem CE, co oznacza, że dokonano oceny jego zgodności z normą zharmonizowaną albo z europejską aprobatą techniczną bądź krajową specyfikacją techniczną państwa członkowskiego Unii Europejskiej lub Europejskiego Obszaru Gospodarczego, uznaną przez Komisje Europejską za zgodną z wymaganiami podstawowymi,</w:t>
      </w:r>
    </w:p>
    <w:p w14:paraId="02673661" w14:textId="77777777" w:rsidR="00CB2DF6" w:rsidRPr="00D2605B" w:rsidRDefault="00CB2DF6" w:rsidP="00D2605B">
      <w:pPr>
        <w:numPr>
          <w:ilvl w:val="0"/>
          <w:numId w:val="29"/>
        </w:numPr>
        <w:suppressAutoHyphens w:val="0"/>
        <w:spacing w:after="0"/>
        <w:ind w:left="426"/>
        <w:jc w:val="both"/>
        <w:rPr>
          <w:rFonts w:ascii="Times New Roman" w:hAnsi="Times New Roman" w:cs="Times New Roman"/>
          <w:sz w:val="24"/>
          <w:szCs w:val="24"/>
        </w:rPr>
      </w:pPr>
      <w:r w:rsidRPr="00D2605B">
        <w:rPr>
          <w:rFonts w:ascii="Times New Roman" w:hAnsi="Times New Roman" w:cs="Times New Roman"/>
          <w:sz w:val="24"/>
          <w:szCs w:val="24"/>
        </w:rPr>
        <w:t>albo umieszczony w określonym przez Komisję Europejską wykazie wyrobów mających niewielkie znaczenie dla zdrowia i bezpieczeństwa, dla których producent wydał deklarację zgodności z uznanymi regułami sztuki budowlanej</w:t>
      </w:r>
      <w:r w:rsidR="006D1AB0" w:rsidRPr="00D2605B">
        <w:rPr>
          <w:rFonts w:ascii="Times New Roman" w:hAnsi="Times New Roman" w:cs="Times New Roman"/>
          <w:sz w:val="24"/>
          <w:szCs w:val="24"/>
        </w:rPr>
        <w:t>,</w:t>
      </w:r>
    </w:p>
    <w:p w14:paraId="4C9DE3B4" w14:textId="77777777" w:rsidR="00CB2DF6" w:rsidRPr="00D2605B" w:rsidRDefault="00CB2DF6" w:rsidP="00D2605B">
      <w:pPr>
        <w:numPr>
          <w:ilvl w:val="0"/>
          <w:numId w:val="29"/>
        </w:numPr>
        <w:suppressAutoHyphens w:val="0"/>
        <w:spacing w:after="0"/>
        <w:ind w:left="426"/>
        <w:jc w:val="both"/>
        <w:rPr>
          <w:rFonts w:ascii="Times New Roman" w:hAnsi="Times New Roman" w:cs="Times New Roman"/>
          <w:sz w:val="24"/>
          <w:szCs w:val="24"/>
        </w:rPr>
      </w:pPr>
      <w:r w:rsidRPr="00D2605B">
        <w:rPr>
          <w:rFonts w:ascii="Times New Roman" w:hAnsi="Times New Roman" w:cs="Times New Roman"/>
          <w:sz w:val="24"/>
          <w:szCs w:val="24"/>
        </w:rPr>
        <w:t>albo oznakowany, z zastrzeżeniem ust. 4, znakiem budowlanym, którego wzór określa załącznik Nr 1 do ustawy o wyrobach budowlanych.</w:t>
      </w:r>
    </w:p>
    <w:p w14:paraId="603560A2" w14:textId="77777777" w:rsidR="00CB2DF6" w:rsidRPr="00D2605B" w:rsidRDefault="00CB2DF6" w:rsidP="00D2605B">
      <w:pPr>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W przypadku materiałów, dla których w/w dokumenty są wymagane przez </w:t>
      </w:r>
      <w:r w:rsidR="00F02FFD">
        <w:rPr>
          <w:rFonts w:ascii="Times New Roman" w:eastAsia="TimesNewRomanPSMT" w:hAnsi="Times New Roman" w:cs="Times New Roman"/>
          <w:bCs/>
          <w:sz w:val="24"/>
          <w:szCs w:val="24"/>
        </w:rPr>
        <w:t>Specyfikację</w:t>
      </w:r>
      <w:r w:rsidR="00D13CEC" w:rsidRPr="00D2605B">
        <w:rPr>
          <w:rFonts w:ascii="Times New Roman" w:eastAsia="TimesNewRomanPSMT" w:hAnsi="Times New Roman" w:cs="Times New Roman"/>
          <w:bCs/>
          <w:sz w:val="24"/>
          <w:szCs w:val="24"/>
        </w:rPr>
        <w:t xml:space="preserve"> </w:t>
      </w:r>
      <w:r w:rsidR="00F02FFD">
        <w:rPr>
          <w:rFonts w:ascii="Times New Roman" w:eastAsia="TimesNewRomanPSMT" w:hAnsi="Times New Roman" w:cs="Times New Roman"/>
          <w:bCs/>
          <w:sz w:val="24"/>
          <w:szCs w:val="24"/>
        </w:rPr>
        <w:t>Techniczną</w:t>
      </w:r>
      <w:r w:rsidR="00D13CEC" w:rsidRPr="00D2605B">
        <w:rPr>
          <w:rFonts w:ascii="Times New Roman" w:eastAsia="TimesNewRomanPSMT" w:hAnsi="Times New Roman" w:cs="Times New Roman"/>
          <w:bCs/>
          <w:sz w:val="24"/>
          <w:szCs w:val="24"/>
        </w:rPr>
        <w:t xml:space="preserve"> Wykonania i Odbioru Robót Budowlanych</w:t>
      </w:r>
      <w:r w:rsidRPr="00D2605B">
        <w:rPr>
          <w:rFonts w:ascii="Times New Roman" w:hAnsi="Times New Roman" w:cs="Times New Roman"/>
          <w:sz w:val="24"/>
          <w:szCs w:val="24"/>
        </w:rPr>
        <w:t>, każda partia dostarczona robót będzie posiadać te dokumenty, określające w sposób jednoznaczny jej cechy.</w:t>
      </w:r>
    </w:p>
    <w:p w14:paraId="7AC91B70" w14:textId="77777777" w:rsidR="00CB2DF6" w:rsidRPr="00D2605B" w:rsidRDefault="00CB2DF6" w:rsidP="00D2605B">
      <w:pPr>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Przed zaplanowanym wykorzystaniem jakichkolwiek materiałów przeznaczonych do robót Wykonawca przedstawi szczegółowe informacje dotyczące proponowanego źródła zamawianych materiałów i odpowiednie dokumenty dopuszczające wyrób do stosowania oraz próbki do zatwierdzenia przez Inspektora nadzoru. Zatwierdzenie partii materiałów z danego źródła nie oznacza automatycznie, że wszelkie materiały z danego źródła uzyskują zatwierdzenie. Wykonawca zobowiązany jest do prowadzenia badań w celu udokumentowania, że materiały uzyskane z dopuszczonego źródła w sposób ciągły spełniają wymagania </w:t>
      </w:r>
      <w:r w:rsidR="00F02FFD">
        <w:rPr>
          <w:rFonts w:ascii="Times New Roman" w:eastAsia="TimesNewRomanPSMT" w:hAnsi="Times New Roman" w:cs="Times New Roman"/>
          <w:bCs/>
          <w:sz w:val="24"/>
          <w:szCs w:val="24"/>
        </w:rPr>
        <w:t>Specyfikacji</w:t>
      </w:r>
      <w:r w:rsidR="006B498C" w:rsidRPr="00D2605B">
        <w:rPr>
          <w:rFonts w:ascii="Times New Roman" w:eastAsia="TimesNewRomanPSMT" w:hAnsi="Times New Roman" w:cs="Times New Roman"/>
          <w:bCs/>
          <w:sz w:val="24"/>
          <w:szCs w:val="24"/>
        </w:rPr>
        <w:t xml:space="preserve"> </w:t>
      </w:r>
      <w:r w:rsidR="00F02FFD">
        <w:rPr>
          <w:rFonts w:ascii="Times New Roman" w:eastAsia="TimesNewRomanPSMT" w:hAnsi="Times New Roman" w:cs="Times New Roman"/>
          <w:bCs/>
          <w:sz w:val="24"/>
          <w:szCs w:val="24"/>
        </w:rPr>
        <w:t>Technicznej</w:t>
      </w:r>
      <w:r w:rsidR="006B498C" w:rsidRPr="00D2605B">
        <w:rPr>
          <w:rFonts w:ascii="Times New Roman" w:eastAsia="TimesNewRomanPSMT" w:hAnsi="Times New Roman" w:cs="Times New Roman"/>
          <w:bCs/>
          <w:sz w:val="24"/>
          <w:szCs w:val="24"/>
        </w:rPr>
        <w:t xml:space="preserve"> Wykonania i Odbioru Robót Budowlanych</w:t>
      </w:r>
      <w:r w:rsidRPr="00D2605B">
        <w:rPr>
          <w:rFonts w:ascii="Times New Roman" w:hAnsi="Times New Roman" w:cs="Times New Roman"/>
          <w:sz w:val="24"/>
          <w:szCs w:val="24"/>
        </w:rPr>
        <w:t xml:space="preserve"> i dokumentacji projektowej. </w:t>
      </w:r>
    </w:p>
    <w:p w14:paraId="102E89CE" w14:textId="15242E80" w:rsidR="00955382" w:rsidRPr="00D2605B" w:rsidRDefault="002321EE" w:rsidP="00C62D90">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 xml:space="preserve">Podane w materiałach przetargowych nazwy dostawców, producentów, materiałów, urządzeń i ich elementów należy traktować jako przykładowe, ze względu na przepisy ustawy Prawo zamówień publicznych. Wykonawca </w:t>
      </w:r>
      <w:r w:rsidR="009F02F7">
        <w:rPr>
          <w:rFonts w:ascii="Times New Roman" w:hAnsi="Times New Roman" w:cs="Times New Roman"/>
          <w:sz w:val="24"/>
          <w:szCs w:val="24"/>
        </w:rPr>
        <w:t>może zastosować wskazany lub co </w:t>
      </w:r>
      <w:r w:rsidRPr="00D2605B">
        <w:rPr>
          <w:rFonts w:ascii="Times New Roman" w:hAnsi="Times New Roman" w:cs="Times New Roman"/>
          <w:sz w:val="24"/>
          <w:szCs w:val="24"/>
        </w:rPr>
        <w:t>najmniej równoważny, inny wyrób spełniający wymogi techniczne i jakościowe oraz posiadający właściwości użytkowe nie gorsze niż określone w dokumentacji projektowej, z preferencją parametrów korzystniejszych spełniających te same wymagania jakościowe, funkcjonalne i techniczne wskazanego wyrobu oraz posiadające właściwości użytkowe spełniające wymogi określone w dokumentacji. Zastosowane w dokumentacji projektowej i specyfik</w:t>
      </w:r>
      <w:r w:rsidR="009F02F7">
        <w:rPr>
          <w:rFonts w:ascii="Times New Roman" w:hAnsi="Times New Roman" w:cs="Times New Roman"/>
          <w:sz w:val="24"/>
          <w:szCs w:val="24"/>
        </w:rPr>
        <w:t>acjach technicznych wykonania i </w:t>
      </w:r>
      <w:r w:rsidRPr="00D2605B">
        <w:rPr>
          <w:rFonts w:ascii="Times New Roman" w:hAnsi="Times New Roman" w:cs="Times New Roman"/>
          <w:sz w:val="24"/>
          <w:szCs w:val="24"/>
        </w:rPr>
        <w:t>odbioru robót wskazania pochodzenia wyrobów służą określeniu standardów cech technicznych i jakościowych. Wykonawca, który powoła się na rozwiązania równoważne do opisywanych jest obowiązany wykazać, że oferowane przez niego dostawy, usługi lub roboty budowlane spełniają wymagania określone przez Zamawiającego</w:t>
      </w:r>
      <w:r w:rsidR="00955382" w:rsidRPr="00D2605B">
        <w:rPr>
          <w:rFonts w:ascii="Times New Roman" w:hAnsi="Times New Roman" w:cs="Times New Roman"/>
          <w:sz w:val="24"/>
          <w:szCs w:val="24"/>
        </w:rPr>
        <w:t>.</w:t>
      </w:r>
    </w:p>
    <w:p w14:paraId="64696FE3" w14:textId="1B3E8535" w:rsidR="008D335E" w:rsidRPr="00D2605B" w:rsidRDefault="009D3B7C" w:rsidP="00C62D90">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Wykonawca jest zobowiązany do używania takiego sprzętu jaki nie spowoduje niekorzystnego wpływu na jakość wykonanych robót. Sprzęt, maszyny i urządzenia nie gwarantujące realizacji umowy mogą być zdyskwalifikowane przez Inspektora Nadzoru Inwestorskiego i niedopuszczone do realizacji robót. Sprzęt wykorzystany przez wykonawcę powinien być sprawny technicznie i spełniać wymagan</w:t>
      </w:r>
      <w:r w:rsidR="009F02F7">
        <w:rPr>
          <w:rFonts w:ascii="Times New Roman" w:hAnsi="Times New Roman" w:cs="Times New Roman"/>
          <w:sz w:val="24"/>
          <w:szCs w:val="24"/>
        </w:rPr>
        <w:t>ia techniczne w </w:t>
      </w:r>
      <w:r w:rsidRPr="00D2605B">
        <w:rPr>
          <w:rFonts w:ascii="Times New Roman" w:hAnsi="Times New Roman" w:cs="Times New Roman"/>
          <w:sz w:val="24"/>
          <w:szCs w:val="24"/>
        </w:rPr>
        <w:t xml:space="preserve">zakresie BHP. Liczba i wydajność sprzętu powinna gwarantować przeprowadzenie robót, zgodnie z zasadami określonymi w dokumentacji projektowej, </w:t>
      </w:r>
      <w:r w:rsidR="00F02FFD">
        <w:rPr>
          <w:rFonts w:ascii="Times New Roman" w:eastAsia="TimesNewRomanPSMT" w:hAnsi="Times New Roman" w:cs="Times New Roman"/>
          <w:bCs/>
          <w:sz w:val="24"/>
          <w:szCs w:val="24"/>
        </w:rPr>
        <w:t>Specyfikacji</w:t>
      </w:r>
      <w:r w:rsidR="00F02FFD" w:rsidRPr="00D2605B">
        <w:rPr>
          <w:rFonts w:ascii="Times New Roman" w:eastAsia="TimesNewRomanPSMT" w:hAnsi="Times New Roman" w:cs="Times New Roman"/>
          <w:bCs/>
          <w:sz w:val="24"/>
          <w:szCs w:val="24"/>
        </w:rPr>
        <w:t xml:space="preserve"> </w:t>
      </w:r>
      <w:r w:rsidR="00F02FFD">
        <w:rPr>
          <w:rFonts w:ascii="Times New Roman" w:eastAsia="TimesNewRomanPSMT" w:hAnsi="Times New Roman" w:cs="Times New Roman"/>
          <w:bCs/>
          <w:sz w:val="24"/>
          <w:szCs w:val="24"/>
        </w:rPr>
        <w:t>Technicznej</w:t>
      </w:r>
      <w:r w:rsidR="00F02FFD" w:rsidRPr="00D2605B">
        <w:rPr>
          <w:rFonts w:ascii="Times New Roman" w:eastAsia="TimesNewRomanPSMT" w:hAnsi="Times New Roman" w:cs="Times New Roman"/>
          <w:bCs/>
          <w:sz w:val="24"/>
          <w:szCs w:val="24"/>
        </w:rPr>
        <w:t xml:space="preserve"> Wykonania i Odbioru Robót Budowlanych</w:t>
      </w:r>
      <w:r w:rsidRPr="00D2605B">
        <w:rPr>
          <w:rFonts w:ascii="Times New Roman" w:hAnsi="Times New Roman" w:cs="Times New Roman"/>
          <w:sz w:val="24"/>
          <w:szCs w:val="24"/>
        </w:rPr>
        <w:t xml:space="preserve"> i wskazaniach Inspektora Nadzoru. Sprzęt będący własnością Wykonawcy lub wynajęty do wykonania robót ma być utrzymywany w dobrym stanie i gotowości </w:t>
      </w:r>
      <w:r w:rsidR="009F02F7">
        <w:rPr>
          <w:rFonts w:ascii="Times New Roman" w:hAnsi="Times New Roman" w:cs="Times New Roman"/>
          <w:sz w:val="24"/>
          <w:szCs w:val="24"/>
        </w:rPr>
        <w:t>do pracy. Powinien być zgodny z </w:t>
      </w:r>
      <w:r w:rsidRPr="00D2605B">
        <w:rPr>
          <w:rFonts w:ascii="Times New Roman" w:hAnsi="Times New Roman" w:cs="Times New Roman"/>
          <w:sz w:val="24"/>
          <w:szCs w:val="24"/>
        </w:rPr>
        <w:t xml:space="preserve">normami ochrony środowiska i przepisami dotyczącymi jego użytkowania. Wykonawca dostarczy </w:t>
      </w:r>
      <w:r w:rsidRPr="00A62DF5">
        <w:rPr>
          <w:rFonts w:ascii="Times New Roman" w:hAnsi="Times New Roman" w:cs="Times New Roman"/>
          <w:sz w:val="24"/>
          <w:szCs w:val="24"/>
        </w:rPr>
        <w:t xml:space="preserve">Inspektorowi Nadzoru </w:t>
      </w:r>
      <w:r w:rsidRPr="00D2605B">
        <w:rPr>
          <w:rFonts w:ascii="Times New Roman" w:hAnsi="Times New Roman" w:cs="Times New Roman"/>
          <w:sz w:val="24"/>
          <w:szCs w:val="24"/>
        </w:rPr>
        <w:t xml:space="preserve">kopie dokumentów potwierdzających dopuszczenie sprzętu do użytkowania i badań okresowych, tam gdzie jest to wymagane przepisami. Wykonawca będzie konserwować sprzęt jak również naprawiać lub wymieniać sprzęt niesprawny. Jakikolwiek sprzęt, maszyny, urządzenia i narzędzia niegwarantujące zachowania warunków umowy, zostaną przez </w:t>
      </w:r>
      <w:r w:rsidRPr="00A62DF5">
        <w:rPr>
          <w:rFonts w:ascii="Times New Roman" w:hAnsi="Times New Roman" w:cs="Times New Roman"/>
          <w:sz w:val="24"/>
          <w:szCs w:val="24"/>
        </w:rPr>
        <w:t xml:space="preserve">Inspektora Nadzoru </w:t>
      </w:r>
      <w:r w:rsidRPr="00D2605B">
        <w:rPr>
          <w:rFonts w:ascii="Times New Roman" w:hAnsi="Times New Roman" w:cs="Times New Roman"/>
          <w:sz w:val="24"/>
          <w:szCs w:val="24"/>
        </w:rPr>
        <w:t>zdyskwalifikowane i niedopuszczone do robót.</w:t>
      </w:r>
    </w:p>
    <w:p w14:paraId="3BF63F51" w14:textId="4A5CD3CC" w:rsidR="003674AC" w:rsidRPr="00586D03" w:rsidRDefault="00D64B57" w:rsidP="00C62D90">
      <w:pPr>
        <w:pStyle w:val="Akapitzlist"/>
        <w:numPr>
          <w:ilvl w:val="0"/>
          <w:numId w:val="4"/>
        </w:numPr>
        <w:spacing w:after="0"/>
        <w:jc w:val="both"/>
        <w:rPr>
          <w:rFonts w:ascii="Times New Roman" w:hAnsi="Times New Roman" w:cs="Times New Roman"/>
          <w:sz w:val="24"/>
          <w:szCs w:val="24"/>
        </w:rPr>
      </w:pPr>
      <w:r w:rsidRPr="00586D03">
        <w:rPr>
          <w:rFonts w:ascii="Times New Roman" w:hAnsi="Times New Roman" w:cs="Times New Roman"/>
          <w:sz w:val="24"/>
          <w:szCs w:val="24"/>
        </w:rPr>
        <w:t>Wykonawca jest zobowiązany do stosowania tylko takich środków transportu, które nie wpłyną niekorzystnie na stan i jakość transportowanych materiałów. Środki transportu wykorzystane przez Wykonawcę powinny być sprawne technicznie i spełniać wymagania techniczne w zakresie BHP oraz przepisów o ruchu drogowym.</w:t>
      </w:r>
      <w:r w:rsidR="007A0A3F" w:rsidRPr="00586D03">
        <w:rPr>
          <w:rFonts w:ascii="Times New Roman" w:hAnsi="Times New Roman" w:cs="Times New Roman"/>
          <w:sz w:val="24"/>
          <w:szCs w:val="24"/>
        </w:rPr>
        <w:t xml:space="preserve"> </w:t>
      </w:r>
      <w:r w:rsidRPr="00586D03">
        <w:rPr>
          <w:rFonts w:ascii="Times New Roman" w:hAnsi="Times New Roman" w:cs="Times New Roman"/>
          <w:sz w:val="24"/>
          <w:szCs w:val="24"/>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w:t>
      </w:r>
      <w:r w:rsidR="007A0A3F" w:rsidRPr="00586D03">
        <w:rPr>
          <w:rFonts w:ascii="Times New Roman" w:hAnsi="Times New Roman" w:cs="Times New Roman"/>
          <w:sz w:val="24"/>
          <w:szCs w:val="24"/>
        </w:rPr>
        <w:t xml:space="preserve"> </w:t>
      </w:r>
      <w:r w:rsidR="009F02F7">
        <w:rPr>
          <w:rFonts w:ascii="Times New Roman" w:hAnsi="Times New Roman" w:cs="Times New Roman"/>
          <w:sz w:val="24"/>
          <w:szCs w:val="24"/>
        </w:rPr>
        <w:t>Wykonawca będzie usuwać na </w:t>
      </w:r>
      <w:r w:rsidRPr="00586D03">
        <w:rPr>
          <w:rFonts w:ascii="Times New Roman" w:hAnsi="Times New Roman" w:cs="Times New Roman"/>
          <w:sz w:val="24"/>
          <w:szCs w:val="24"/>
        </w:rPr>
        <w:t>bieżąco, na własny koszt, wszelkie zanieczyszczenia, uszkodzenia spowodowane jego pojazdami na drogach publicznych oraz dojazdach do terenu budowy.</w:t>
      </w:r>
    </w:p>
    <w:p w14:paraId="70E7D6D2" w14:textId="056D0856" w:rsidR="00B75AD1" w:rsidRPr="00586D03" w:rsidRDefault="00CD1A40" w:rsidP="00C62D90">
      <w:pPr>
        <w:pStyle w:val="Akapitzlist"/>
        <w:numPr>
          <w:ilvl w:val="0"/>
          <w:numId w:val="4"/>
        </w:numPr>
        <w:spacing w:after="0"/>
        <w:jc w:val="both"/>
        <w:rPr>
          <w:rFonts w:ascii="Times New Roman" w:hAnsi="Times New Roman" w:cs="Times New Roman"/>
          <w:sz w:val="24"/>
          <w:szCs w:val="24"/>
        </w:rPr>
      </w:pPr>
      <w:r w:rsidRPr="00586D03">
        <w:rPr>
          <w:rFonts w:ascii="Times New Roman" w:hAnsi="Times New Roman" w:cs="Times New Roman"/>
          <w:sz w:val="24"/>
          <w:szCs w:val="24"/>
        </w:rPr>
        <w:t>Wykonawca jest odpowiedzialny za prowadzenie robót zg</w:t>
      </w:r>
      <w:r w:rsidR="003036CF" w:rsidRPr="00586D03">
        <w:rPr>
          <w:rFonts w:ascii="Times New Roman" w:hAnsi="Times New Roman" w:cs="Times New Roman"/>
          <w:sz w:val="24"/>
          <w:szCs w:val="24"/>
        </w:rPr>
        <w:t xml:space="preserve">odnie z umową, za ich zgodność </w:t>
      </w:r>
      <w:r w:rsidRPr="00586D03">
        <w:rPr>
          <w:rFonts w:ascii="Times New Roman" w:hAnsi="Times New Roman" w:cs="Times New Roman"/>
          <w:sz w:val="24"/>
          <w:szCs w:val="24"/>
        </w:rPr>
        <w:t>z dokumentacją projektową, wymaganiami Specyfikacji Technicznej, projektem organizacji robót oraz poleceniami Inspektora Nadzoru Inwestorskiego</w:t>
      </w:r>
      <w:r w:rsidR="009F02F7">
        <w:rPr>
          <w:rFonts w:ascii="Times New Roman" w:hAnsi="Times New Roman" w:cs="Times New Roman"/>
          <w:sz w:val="24"/>
          <w:szCs w:val="24"/>
        </w:rPr>
        <w:t xml:space="preserve"> po </w:t>
      </w:r>
      <w:r w:rsidR="005A6165" w:rsidRPr="00586D03">
        <w:rPr>
          <w:rFonts w:ascii="Times New Roman" w:hAnsi="Times New Roman" w:cs="Times New Roman"/>
          <w:sz w:val="24"/>
          <w:szCs w:val="24"/>
        </w:rPr>
        <w:t>uzgodnieniu z Zamawiającym</w:t>
      </w:r>
      <w:r w:rsidRPr="00586D03">
        <w:rPr>
          <w:rFonts w:ascii="Times New Roman" w:hAnsi="Times New Roman" w:cs="Times New Roman"/>
          <w:sz w:val="24"/>
          <w:szCs w:val="24"/>
        </w:rPr>
        <w:t>. Wykonawca ponosi odpowiedzialność za dokładne wytyczenie w planie i wyznaczenie wysokości wszys</w:t>
      </w:r>
      <w:r w:rsidR="009F02F7">
        <w:rPr>
          <w:rFonts w:ascii="Times New Roman" w:hAnsi="Times New Roman" w:cs="Times New Roman"/>
          <w:sz w:val="24"/>
          <w:szCs w:val="24"/>
        </w:rPr>
        <w:t>tkich elementów robót zgodnie z </w:t>
      </w:r>
      <w:r w:rsidRPr="00586D03">
        <w:rPr>
          <w:rFonts w:ascii="Times New Roman" w:hAnsi="Times New Roman" w:cs="Times New Roman"/>
          <w:sz w:val="24"/>
          <w:szCs w:val="24"/>
        </w:rPr>
        <w:t xml:space="preserve">wymiarami i rzędnymi określonymi w dokumentacji projektowej lub przekazanymi na piśmie przez Inspektora Nadzoru </w:t>
      </w:r>
      <w:r w:rsidR="005A6165" w:rsidRPr="00586D03">
        <w:rPr>
          <w:rFonts w:ascii="Times New Roman" w:hAnsi="Times New Roman" w:cs="Times New Roman"/>
          <w:sz w:val="24"/>
          <w:szCs w:val="24"/>
        </w:rPr>
        <w:t>Inwestorskiego</w:t>
      </w:r>
      <w:r w:rsidRPr="00586D03">
        <w:rPr>
          <w:rFonts w:ascii="Times New Roman" w:hAnsi="Times New Roman" w:cs="Times New Roman"/>
          <w:sz w:val="24"/>
          <w:szCs w:val="24"/>
        </w:rPr>
        <w:t>. Następstwa błędu popełnionego przez Wykonawcę w wytyczeniu obiektu i wyznaczeniu robót będą poprawione przez wykonawcę na własny koszt, zgodnie z wymogami Inspektora Nadzoru Inwestorskiego. Sprawdzenie wytyczenia robót przez inspektora nie zwalnia Wykonaw</w:t>
      </w:r>
      <w:r w:rsidR="009F02F7">
        <w:rPr>
          <w:rFonts w:ascii="Times New Roman" w:hAnsi="Times New Roman" w:cs="Times New Roman"/>
          <w:sz w:val="24"/>
          <w:szCs w:val="24"/>
        </w:rPr>
        <w:t>cy od </w:t>
      </w:r>
      <w:r w:rsidRPr="00586D03">
        <w:rPr>
          <w:rFonts w:ascii="Times New Roman" w:hAnsi="Times New Roman" w:cs="Times New Roman"/>
          <w:sz w:val="24"/>
          <w:szCs w:val="24"/>
        </w:rPr>
        <w:t>odpowiedzialności za ich dokładność. Decyzje Inspektora Nadzoru Budowlanego dotyczące akceptacji wyboru materiałów, elementów budowlanych, elementów robót, wyboru sprzętu i innych ustaleń odnoszących się do wykonywanych robót będą oparte na wymaganiach określonych w umowie, dokumentacji projektowej, specyfikacji technicznej, a także w normach. Polecenia inspektora</w:t>
      </w:r>
      <w:r w:rsidR="00E66BDE" w:rsidRPr="00586D03">
        <w:rPr>
          <w:rFonts w:ascii="Times New Roman" w:hAnsi="Times New Roman" w:cs="Times New Roman"/>
          <w:sz w:val="24"/>
          <w:szCs w:val="24"/>
        </w:rPr>
        <w:t xml:space="preserve"> przekazane wykonawcy będą spełniane nie później niż w wyznaczonym czasie, pod groźbą zatrzymania robót. Skutki finansowe z tego tytułu ponosić będzie Wykonawca. Wykonawca zapewni uprawnionego geodetę do obsługi geodezyjnej budowy, który w razie potrzeby będzie służył pomocą inspektorowi Nadzoru inwestorskiego,</w:t>
      </w:r>
      <w:r w:rsidR="009F02F7">
        <w:rPr>
          <w:rFonts w:ascii="Times New Roman" w:hAnsi="Times New Roman" w:cs="Times New Roman"/>
          <w:sz w:val="24"/>
          <w:szCs w:val="24"/>
        </w:rPr>
        <w:t xml:space="preserve"> przy sprawdzaniu lokalizacji i </w:t>
      </w:r>
      <w:r w:rsidR="00E66BDE" w:rsidRPr="00586D03">
        <w:rPr>
          <w:rFonts w:ascii="Times New Roman" w:hAnsi="Times New Roman" w:cs="Times New Roman"/>
          <w:sz w:val="24"/>
          <w:szCs w:val="24"/>
        </w:rPr>
        <w:t xml:space="preserve">rzędnych wyznaczonych przez Wykonawcę. Wykonawca zabezpieczy sieć punktów odwzorowania założoną przez geodetę. </w:t>
      </w:r>
    </w:p>
    <w:p w14:paraId="092932AC" w14:textId="77777777" w:rsidR="00C94699" w:rsidRPr="00D2605B" w:rsidRDefault="00C94699" w:rsidP="00C62D90">
      <w:pPr>
        <w:pStyle w:val="Akapitzlist"/>
        <w:numPr>
          <w:ilvl w:val="0"/>
          <w:numId w:val="4"/>
        </w:numPr>
        <w:spacing w:after="0"/>
        <w:jc w:val="both"/>
        <w:rPr>
          <w:rFonts w:ascii="Times New Roman" w:hAnsi="Times New Roman" w:cs="Times New Roman"/>
          <w:sz w:val="24"/>
          <w:szCs w:val="24"/>
        </w:rPr>
      </w:pPr>
      <w:r w:rsidRPr="00D2605B">
        <w:rPr>
          <w:rFonts w:ascii="Times New Roman" w:hAnsi="Times New Roman" w:cs="Times New Roman"/>
          <w:sz w:val="24"/>
          <w:szCs w:val="24"/>
        </w:rPr>
        <w:t>Przy wykonaniu robót należy:</w:t>
      </w:r>
    </w:p>
    <w:p w14:paraId="0C89B80B" w14:textId="77777777" w:rsidR="00C94699" w:rsidRPr="00D2605B" w:rsidRDefault="00C94699" w:rsidP="00D2605B">
      <w:pPr>
        <w:pStyle w:val="Akapitzlist"/>
        <w:numPr>
          <w:ilvl w:val="0"/>
          <w:numId w:val="30"/>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bezwzględnie przestrzeg</w:t>
      </w:r>
      <w:r w:rsidR="00036E4E">
        <w:rPr>
          <w:rFonts w:ascii="Times New Roman" w:hAnsi="Times New Roman" w:cs="Times New Roman"/>
          <w:sz w:val="24"/>
          <w:szCs w:val="24"/>
        </w:rPr>
        <w:t>ać obowiązujących przepisów BHP,</w:t>
      </w:r>
    </w:p>
    <w:p w14:paraId="1A664362" w14:textId="77777777" w:rsidR="00C94699" w:rsidRPr="00D2605B" w:rsidRDefault="00036E4E" w:rsidP="00D2605B">
      <w:pPr>
        <w:numPr>
          <w:ilvl w:val="0"/>
          <w:numId w:val="30"/>
        </w:num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w</w:t>
      </w:r>
      <w:r w:rsidR="00C94699" w:rsidRPr="00D2605B">
        <w:rPr>
          <w:rFonts w:ascii="Times New Roman" w:hAnsi="Times New Roman" w:cs="Times New Roman"/>
          <w:sz w:val="24"/>
          <w:szCs w:val="24"/>
        </w:rPr>
        <w:t xml:space="preserve"> przypadku natrafienia na urządzenia infrastruktury technicznej, nienaniesione na plan zagospodarowania terenu należy je zabezpieczyć i powiadomić Inspektora Nadzoru Inwes</w:t>
      </w:r>
      <w:r>
        <w:rPr>
          <w:rFonts w:ascii="Times New Roman" w:hAnsi="Times New Roman" w:cs="Times New Roman"/>
          <w:sz w:val="24"/>
          <w:szCs w:val="24"/>
        </w:rPr>
        <w:t>torskiego oraz Biur</w:t>
      </w:r>
      <w:r w:rsidR="009D4754">
        <w:rPr>
          <w:rFonts w:ascii="Times New Roman" w:hAnsi="Times New Roman" w:cs="Times New Roman"/>
          <w:sz w:val="24"/>
          <w:szCs w:val="24"/>
        </w:rPr>
        <w:t>o Projektowe oraz Zamawiającego,</w:t>
      </w:r>
    </w:p>
    <w:p w14:paraId="6033C1B8" w14:textId="77777777" w:rsidR="00C94699" w:rsidRPr="00D2605B" w:rsidRDefault="009D4754" w:rsidP="00D2605B">
      <w:pPr>
        <w:numPr>
          <w:ilvl w:val="0"/>
          <w:numId w:val="30"/>
        </w:num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r</w:t>
      </w:r>
      <w:r w:rsidR="00C94699" w:rsidRPr="00D2605B">
        <w:rPr>
          <w:rFonts w:ascii="Times New Roman" w:hAnsi="Times New Roman" w:cs="Times New Roman"/>
          <w:sz w:val="24"/>
          <w:szCs w:val="24"/>
        </w:rPr>
        <w:t xml:space="preserve">oboty nieujęte w niniejszej </w:t>
      </w:r>
      <w:r w:rsidR="00F02FFD">
        <w:rPr>
          <w:rFonts w:ascii="Times New Roman" w:eastAsia="TimesNewRomanPSMT" w:hAnsi="Times New Roman" w:cs="Times New Roman"/>
          <w:bCs/>
          <w:sz w:val="24"/>
          <w:szCs w:val="24"/>
        </w:rPr>
        <w:t>Specyfikacji</w:t>
      </w:r>
      <w:r w:rsidR="00F02FFD" w:rsidRPr="00D2605B">
        <w:rPr>
          <w:rFonts w:ascii="Times New Roman" w:eastAsia="TimesNewRomanPSMT" w:hAnsi="Times New Roman" w:cs="Times New Roman"/>
          <w:bCs/>
          <w:sz w:val="24"/>
          <w:szCs w:val="24"/>
        </w:rPr>
        <w:t xml:space="preserve"> </w:t>
      </w:r>
      <w:r w:rsidR="00F02FFD">
        <w:rPr>
          <w:rFonts w:ascii="Times New Roman" w:eastAsia="TimesNewRomanPSMT" w:hAnsi="Times New Roman" w:cs="Times New Roman"/>
          <w:bCs/>
          <w:sz w:val="24"/>
          <w:szCs w:val="24"/>
        </w:rPr>
        <w:t>Technicznej</w:t>
      </w:r>
      <w:r w:rsidR="00F02FFD" w:rsidRPr="00D2605B">
        <w:rPr>
          <w:rFonts w:ascii="Times New Roman" w:eastAsia="TimesNewRomanPSMT" w:hAnsi="Times New Roman" w:cs="Times New Roman"/>
          <w:bCs/>
          <w:sz w:val="24"/>
          <w:szCs w:val="24"/>
        </w:rPr>
        <w:t xml:space="preserve"> Wykonania i Odbioru Robót Budowlanych</w:t>
      </w:r>
      <w:r w:rsidR="00C94699" w:rsidRPr="00D2605B">
        <w:rPr>
          <w:rFonts w:ascii="Times New Roman" w:hAnsi="Times New Roman" w:cs="Times New Roman"/>
          <w:sz w:val="24"/>
          <w:szCs w:val="24"/>
        </w:rPr>
        <w:t xml:space="preserve"> należy realizować zgodnie z instrukcjami wykonania i stosowania, normami branżowymi, warunkami technicznymi, obowiązującymi PN oraz wymogami pr</w:t>
      </w:r>
      <w:r>
        <w:rPr>
          <w:rFonts w:ascii="Times New Roman" w:hAnsi="Times New Roman" w:cs="Times New Roman"/>
          <w:sz w:val="24"/>
          <w:szCs w:val="24"/>
        </w:rPr>
        <w:t>oducentów materiałów i urządzeń,</w:t>
      </w:r>
    </w:p>
    <w:p w14:paraId="3C9B95BF" w14:textId="77777777" w:rsidR="00C94699" w:rsidRPr="00D2605B" w:rsidRDefault="009D4754" w:rsidP="00D2605B">
      <w:pPr>
        <w:numPr>
          <w:ilvl w:val="0"/>
          <w:numId w:val="30"/>
        </w:num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w</w:t>
      </w:r>
      <w:r w:rsidR="00C94699" w:rsidRPr="00D2605B">
        <w:rPr>
          <w:rFonts w:ascii="Times New Roman" w:hAnsi="Times New Roman" w:cs="Times New Roman"/>
          <w:sz w:val="24"/>
          <w:szCs w:val="24"/>
        </w:rPr>
        <w:t xml:space="preserve"> celu zapewnienia właściwej jakości robót należy rygorystycznie przestrzegać odpowiednich warunków technicznych wykonania i odbioru robót i specyfikacji technicznej wykonania i odbioru robót.</w:t>
      </w:r>
    </w:p>
    <w:p w14:paraId="37CC9B6D" w14:textId="4E357F40" w:rsidR="003B3586" w:rsidRPr="00D2605B" w:rsidRDefault="00AB58B7" w:rsidP="00B27FFC">
      <w:pPr>
        <w:pStyle w:val="Akapitzlist"/>
        <w:numPr>
          <w:ilvl w:val="0"/>
          <w:numId w:val="47"/>
        </w:numPr>
        <w:shd w:val="clear" w:color="auto" w:fill="FFFFFF"/>
        <w:suppressAutoHyphens w:val="0"/>
        <w:spacing w:after="0"/>
        <w:jc w:val="both"/>
        <w:textAlignment w:val="baseline"/>
        <w:rPr>
          <w:rFonts w:ascii="Times New Roman" w:hAnsi="Times New Roman" w:cs="Times New Roman"/>
          <w:b/>
          <w:sz w:val="24"/>
          <w:szCs w:val="24"/>
        </w:rPr>
      </w:pPr>
      <w:r w:rsidRPr="00D2605B">
        <w:rPr>
          <w:rFonts w:ascii="Times New Roman" w:hAnsi="Times New Roman" w:cs="Times New Roman"/>
          <w:sz w:val="24"/>
          <w:szCs w:val="24"/>
        </w:rPr>
        <w:t>Wykonawca będzie odpowiedzialny za p</w:t>
      </w:r>
      <w:r w:rsidR="00C90EF9">
        <w:rPr>
          <w:rFonts w:ascii="Times New Roman" w:hAnsi="Times New Roman" w:cs="Times New Roman"/>
          <w:sz w:val="24"/>
          <w:szCs w:val="24"/>
        </w:rPr>
        <w:t>rawidłowe, zgodne z dokumentacją</w:t>
      </w:r>
      <w:r w:rsidRPr="00D2605B">
        <w:rPr>
          <w:rFonts w:ascii="Times New Roman" w:hAnsi="Times New Roman" w:cs="Times New Roman"/>
          <w:sz w:val="24"/>
          <w:szCs w:val="24"/>
        </w:rPr>
        <w:t xml:space="preserve"> projektową, wytyczenie nowo</w:t>
      </w:r>
      <w:r w:rsidR="00C90EF9">
        <w:rPr>
          <w:rFonts w:ascii="Times New Roman" w:hAnsi="Times New Roman" w:cs="Times New Roman"/>
          <w:sz w:val="24"/>
          <w:szCs w:val="24"/>
        </w:rPr>
        <w:t xml:space="preserve"> </w:t>
      </w:r>
      <w:r w:rsidRPr="00D2605B">
        <w:rPr>
          <w:rFonts w:ascii="Times New Roman" w:hAnsi="Times New Roman" w:cs="Times New Roman"/>
          <w:sz w:val="24"/>
          <w:szCs w:val="24"/>
        </w:rPr>
        <w:t xml:space="preserve">projektowanych obiektów przez </w:t>
      </w:r>
      <w:r w:rsidRPr="00C70403">
        <w:rPr>
          <w:rFonts w:ascii="Times New Roman" w:hAnsi="Times New Roman" w:cs="Times New Roman"/>
          <w:sz w:val="24"/>
          <w:szCs w:val="24"/>
        </w:rPr>
        <w:t xml:space="preserve">uprawnionego geodetę, </w:t>
      </w:r>
      <w:r w:rsidRPr="00D2605B">
        <w:rPr>
          <w:rFonts w:ascii="Times New Roman" w:hAnsi="Times New Roman" w:cs="Times New Roman"/>
          <w:sz w:val="24"/>
          <w:szCs w:val="24"/>
        </w:rPr>
        <w:t xml:space="preserve">który wyniesie wysokości z reperów, wyznaczy kierunki i spadki zgodnie z dokumentacją projektową. </w:t>
      </w:r>
      <w:r w:rsidRPr="003861CB">
        <w:rPr>
          <w:rFonts w:ascii="Times New Roman" w:hAnsi="Times New Roman" w:cs="Times New Roman"/>
          <w:sz w:val="24"/>
          <w:szCs w:val="24"/>
        </w:rPr>
        <w:t>Wykonawca zapewni zatrudnienie uprawnionego geodety, który będzie służył również pomocą inspektorowi nadzoru inwestorskiego przy sprawdzaniu lokalizacji i pionowości konstrukcji. Wykonawca zapewni odpowiednie oznakowanie i zabezpieczenie przed uszkodzeniem stałych i tymczasowych reperów i sieci punktów odwzorowania założonej przez geodetę. W przypadku uszkodzenia lub usunięcia punktów przez Wykonawcę, zostaną one założone ponownie na jego koszt, również w przypadkach, gdy roboty budowlane wymagają ich usunięcia. Wykonawca w</w:t>
      </w:r>
      <w:r w:rsidR="009F02F7">
        <w:rPr>
          <w:rFonts w:ascii="Times New Roman" w:hAnsi="Times New Roman" w:cs="Times New Roman"/>
          <w:sz w:val="24"/>
          <w:szCs w:val="24"/>
        </w:rPr>
        <w:t xml:space="preserve"> odpowiednim czasie powiadomi o </w:t>
      </w:r>
      <w:r w:rsidRPr="003861CB">
        <w:rPr>
          <w:rFonts w:ascii="Times New Roman" w:hAnsi="Times New Roman" w:cs="Times New Roman"/>
          <w:sz w:val="24"/>
          <w:szCs w:val="24"/>
        </w:rPr>
        <w:t xml:space="preserve">potrzebie ich usunięcia i będzie </w:t>
      </w:r>
      <w:r w:rsidRPr="00D2605B">
        <w:rPr>
          <w:rFonts w:ascii="Times New Roman" w:hAnsi="Times New Roman" w:cs="Times New Roman"/>
          <w:sz w:val="24"/>
          <w:szCs w:val="24"/>
        </w:rPr>
        <w:t xml:space="preserve">zobowiązany do przeniesienia tych punktów na swój koszt.   </w:t>
      </w:r>
    </w:p>
    <w:p w14:paraId="3F7372AC" w14:textId="77777777" w:rsidR="00A479AC" w:rsidRPr="00966652" w:rsidRDefault="00025153" w:rsidP="00B27FFC">
      <w:pPr>
        <w:pStyle w:val="Akapitzlist"/>
        <w:numPr>
          <w:ilvl w:val="0"/>
          <w:numId w:val="47"/>
        </w:numPr>
        <w:shd w:val="clear" w:color="auto" w:fill="FFFFFF"/>
        <w:suppressAutoHyphens w:val="0"/>
        <w:spacing w:after="0"/>
        <w:jc w:val="both"/>
        <w:textAlignment w:val="baseline"/>
        <w:rPr>
          <w:rFonts w:ascii="Times New Roman" w:hAnsi="Times New Roman" w:cs="Times New Roman"/>
          <w:b/>
          <w:sz w:val="24"/>
          <w:szCs w:val="24"/>
        </w:rPr>
      </w:pPr>
      <w:r w:rsidRPr="00966652">
        <w:rPr>
          <w:rFonts w:ascii="Times New Roman" w:hAnsi="Times New Roman" w:cs="Times New Roman"/>
          <w:sz w:val="24"/>
          <w:szCs w:val="24"/>
        </w:rPr>
        <w:t xml:space="preserve">Wykonawca jest zobowiązany do likwidacji placu budowy i pełnego uporządkowania terenu wokół budowy. Uprzątnięcie terenu budowy stanowi wymóg określony przepisami administracyjnymi oraz ustawowymi </w:t>
      </w:r>
      <w:r w:rsidR="003A43F2" w:rsidRPr="00966652">
        <w:rPr>
          <w:rFonts w:ascii="Times New Roman" w:hAnsi="Times New Roman" w:cs="Times New Roman"/>
          <w:sz w:val="24"/>
          <w:szCs w:val="24"/>
        </w:rPr>
        <w:t xml:space="preserve">tj. ustawy z dnia </w:t>
      </w:r>
      <w:r w:rsidR="00C76055" w:rsidRPr="00966652">
        <w:rPr>
          <w:rFonts w:ascii="Times New Roman" w:hAnsi="Times New Roman" w:cs="Times New Roman"/>
          <w:sz w:val="24"/>
          <w:szCs w:val="24"/>
        </w:rPr>
        <w:t xml:space="preserve">13 września 1996 r. </w:t>
      </w:r>
      <w:r w:rsidRPr="00966652">
        <w:rPr>
          <w:rFonts w:ascii="Times New Roman" w:hAnsi="Times New Roman" w:cs="Times New Roman"/>
          <w:sz w:val="24"/>
          <w:szCs w:val="24"/>
        </w:rPr>
        <w:t>o utrzymaniu czystości i porządku w gminach</w:t>
      </w:r>
      <w:r w:rsidRPr="00966652">
        <w:rPr>
          <w:rFonts w:ascii="Times New Roman" w:hAnsi="Times New Roman" w:cs="Times New Roman"/>
          <w:i/>
          <w:sz w:val="24"/>
          <w:szCs w:val="24"/>
        </w:rPr>
        <w:t xml:space="preserve"> </w:t>
      </w:r>
      <w:r w:rsidR="0040351B" w:rsidRPr="00966652">
        <w:rPr>
          <w:rFonts w:ascii="Times New Roman" w:hAnsi="Times New Roman" w:cs="Times New Roman"/>
          <w:sz w:val="24"/>
          <w:szCs w:val="24"/>
        </w:rPr>
        <w:t>(</w:t>
      </w:r>
      <w:r w:rsidR="003A43F2" w:rsidRPr="00966652">
        <w:rPr>
          <w:rFonts w:ascii="Times New Roman" w:hAnsi="Times New Roman" w:cs="Times New Roman"/>
          <w:sz w:val="24"/>
          <w:szCs w:val="24"/>
        </w:rPr>
        <w:t>Dz. U.</w:t>
      </w:r>
      <w:r w:rsidR="0040351B" w:rsidRPr="00966652">
        <w:rPr>
          <w:rFonts w:ascii="Times New Roman" w:hAnsi="Times New Roman" w:cs="Times New Roman"/>
          <w:sz w:val="24"/>
          <w:szCs w:val="24"/>
        </w:rPr>
        <w:t xml:space="preserve"> z </w:t>
      </w:r>
      <w:r w:rsidR="003A43F2" w:rsidRPr="00966652">
        <w:rPr>
          <w:rFonts w:ascii="Times New Roman" w:hAnsi="Times New Roman" w:cs="Times New Roman"/>
          <w:sz w:val="24"/>
          <w:szCs w:val="24"/>
        </w:rPr>
        <w:t>2021</w:t>
      </w:r>
      <w:r w:rsidR="0040351B" w:rsidRPr="00966652">
        <w:rPr>
          <w:rFonts w:ascii="Times New Roman" w:hAnsi="Times New Roman" w:cs="Times New Roman"/>
          <w:sz w:val="24"/>
          <w:szCs w:val="24"/>
        </w:rPr>
        <w:t xml:space="preserve"> r. poz. </w:t>
      </w:r>
      <w:r w:rsidR="00966652" w:rsidRPr="00966652">
        <w:rPr>
          <w:rFonts w:ascii="Times New Roman" w:hAnsi="Times New Roman" w:cs="Times New Roman"/>
          <w:sz w:val="24"/>
          <w:szCs w:val="24"/>
        </w:rPr>
        <w:t>888</w:t>
      </w:r>
      <w:r w:rsidR="003C70F7">
        <w:rPr>
          <w:rFonts w:ascii="Times New Roman" w:hAnsi="Times New Roman" w:cs="Times New Roman"/>
          <w:sz w:val="24"/>
          <w:szCs w:val="24"/>
        </w:rPr>
        <w:t xml:space="preserve"> ze zm.</w:t>
      </w:r>
      <w:r w:rsidRPr="00966652">
        <w:rPr>
          <w:rFonts w:ascii="Times New Roman" w:hAnsi="Times New Roman" w:cs="Times New Roman"/>
          <w:sz w:val="24"/>
          <w:szCs w:val="24"/>
        </w:rPr>
        <w:t>)</w:t>
      </w:r>
      <w:r w:rsidRPr="00966652">
        <w:rPr>
          <w:rFonts w:ascii="Times New Roman" w:hAnsi="Times New Roman" w:cs="Times New Roman"/>
          <w:i/>
          <w:sz w:val="24"/>
          <w:szCs w:val="24"/>
        </w:rPr>
        <w:t>.</w:t>
      </w:r>
    </w:p>
    <w:p w14:paraId="4B0314AA" w14:textId="614BB8F8" w:rsidR="0050517F" w:rsidRPr="008C22D1" w:rsidRDefault="0050517F" w:rsidP="00B27FFC">
      <w:pPr>
        <w:pStyle w:val="Tekstpodstawowy"/>
        <w:numPr>
          <w:ilvl w:val="0"/>
          <w:numId w:val="47"/>
        </w:numPr>
        <w:spacing w:after="0"/>
        <w:jc w:val="both"/>
        <w:rPr>
          <w:rFonts w:ascii="Times New Roman" w:hAnsi="Times New Roman"/>
          <w:sz w:val="24"/>
          <w:szCs w:val="24"/>
        </w:rPr>
      </w:pPr>
      <w:r w:rsidRPr="00D2605B">
        <w:rPr>
          <w:rFonts w:ascii="Times New Roman" w:hAnsi="Times New Roman"/>
          <w:sz w:val="24"/>
          <w:szCs w:val="24"/>
        </w:rPr>
        <w:t xml:space="preserve">Wykonawca jest odpowiedzialny za pełną kontrolę robót, jakości materiałów i elementów, zapewni odpowiedni system kontroli oraz możliwość pobierania próbek i badania materiałów i robót. W przypadku, gdy wykonawca posiada certyfikat ISO 9001, jest zobowiązany do opracowania programu i planu zapewnienia jakości zgodnie z wymogami certyfikatu. Wykonawca będzie prowadził pomiary i </w:t>
      </w:r>
      <w:r w:rsidR="009F02F7">
        <w:rPr>
          <w:rFonts w:ascii="Times New Roman" w:hAnsi="Times New Roman"/>
          <w:sz w:val="24"/>
          <w:szCs w:val="24"/>
        </w:rPr>
        <w:t>badania materiałów oraz robót z </w:t>
      </w:r>
      <w:r w:rsidRPr="00D2605B">
        <w:rPr>
          <w:rFonts w:ascii="Times New Roman" w:hAnsi="Times New Roman"/>
          <w:sz w:val="24"/>
          <w:szCs w:val="24"/>
        </w:rPr>
        <w:t xml:space="preserve">częstotliwością gwarantującą, że roboty wykonano zgodnie z wymaganiami zawartymi w dokumentacji projektowej i specyfikacji technicznej. Wszystkie badania i pomiary należy przeprowadzić zgodnie z wymogami norm. </w:t>
      </w:r>
      <w:r w:rsidR="009F02F7">
        <w:rPr>
          <w:rFonts w:ascii="Times New Roman" w:hAnsi="Times New Roman"/>
          <w:sz w:val="24"/>
          <w:szCs w:val="24"/>
        </w:rPr>
        <w:t>Przed przystąpieniem do badań i </w:t>
      </w:r>
      <w:r w:rsidRPr="00D2605B">
        <w:rPr>
          <w:rFonts w:ascii="Times New Roman" w:hAnsi="Times New Roman"/>
          <w:sz w:val="24"/>
          <w:szCs w:val="24"/>
        </w:rPr>
        <w:t xml:space="preserve">pomiarów </w:t>
      </w:r>
      <w:r w:rsidRPr="00CA0597">
        <w:rPr>
          <w:rFonts w:ascii="Times New Roman" w:hAnsi="Times New Roman"/>
          <w:sz w:val="24"/>
          <w:szCs w:val="24"/>
        </w:rPr>
        <w:t xml:space="preserve">wykonawca powiadomi inspektora Nadzoru </w:t>
      </w:r>
      <w:r w:rsidRPr="00D2605B">
        <w:rPr>
          <w:rFonts w:ascii="Times New Roman" w:hAnsi="Times New Roman"/>
          <w:sz w:val="24"/>
          <w:szCs w:val="24"/>
        </w:rPr>
        <w:t xml:space="preserve">o rodzaju, miejscu i terminie pomiaru, a po wykonaniu przedstawi inspektorowi wyniki badań. </w:t>
      </w:r>
      <w:r w:rsidRPr="001835C0">
        <w:rPr>
          <w:rFonts w:ascii="Times New Roman" w:hAnsi="Times New Roman"/>
          <w:sz w:val="24"/>
          <w:szCs w:val="24"/>
        </w:rPr>
        <w:t>Inspektor Nadzoru Inwestorskiego jest uprawniony do dokonywania kontroli pobierania próbek i badania materiałów u źródła ich wytwarzania, a Wykonawca zapewni wszelką potrzebną pomoc w tych czynnościach</w:t>
      </w:r>
      <w:r w:rsidRPr="008C22D1">
        <w:rPr>
          <w:rFonts w:ascii="Times New Roman" w:hAnsi="Times New Roman"/>
          <w:sz w:val="24"/>
          <w:szCs w:val="24"/>
        </w:rPr>
        <w:t>. Na zlecenie inspektora Nadzoru inwestorskiego Wykonawca będzie przeprowadzał dodatkowe badania tych materiałów</w:t>
      </w:r>
      <w:r w:rsidR="009F02F7">
        <w:rPr>
          <w:rFonts w:ascii="Times New Roman" w:hAnsi="Times New Roman"/>
          <w:sz w:val="24"/>
          <w:szCs w:val="24"/>
        </w:rPr>
        <w:t>, które budzą wątpliwości co do </w:t>
      </w:r>
      <w:r w:rsidRPr="008C22D1">
        <w:rPr>
          <w:rFonts w:ascii="Times New Roman" w:hAnsi="Times New Roman"/>
          <w:sz w:val="24"/>
          <w:szCs w:val="24"/>
        </w:rPr>
        <w:t>jakości, o ile kwestionowane materiały nie zos</w:t>
      </w:r>
      <w:r w:rsidR="009F02F7">
        <w:rPr>
          <w:rFonts w:ascii="Times New Roman" w:hAnsi="Times New Roman"/>
          <w:sz w:val="24"/>
          <w:szCs w:val="24"/>
        </w:rPr>
        <w:t>taną przez Wykonawcę usunięte z </w:t>
      </w:r>
      <w:r w:rsidRPr="008C22D1">
        <w:rPr>
          <w:rFonts w:ascii="Times New Roman" w:hAnsi="Times New Roman"/>
          <w:sz w:val="24"/>
          <w:szCs w:val="24"/>
        </w:rPr>
        <w:t>własnej woli. Koszty tych dodatkowych badań pokrywa Wykonawca, koszt</w:t>
      </w:r>
      <w:r w:rsidR="00E30AAD" w:rsidRPr="008C22D1">
        <w:rPr>
          <w:rFonts w:ascii="Times New Roman" w:hAnsi="Times New Roman"/>
          <w:sz w:val="24"/>
          <w:szCs w:val="24"/>
        </w:rPr>
        <w:t>ów</w:t>
      </w:r>
      <w:r w:rsidR="008C22D1">
        <w:rPr>
          <w:rFonts w:ascii="Times New Roman" w:hAnsi="Times New Roman"/>
          <w:sz w:val="24"/>
          <w:szCs w:val="24"/>
        </w:rPr>
        <w:t xml:space="preserve"> </w:t>
      </w:r>
      <w:r w:rsidR="00E30AAD" w:rsidRPr="00FE269B">
        <w:rPr>
          <w:rFonts w:ascii="Times New Roman" w:hAnsi="Times New Roman"/>
          <w:sz w:val="24"/>
          <w:szCs w:val="24"/>
        </w:rPr>
        <w:t xml:space="preserve">tych </w:t>
      </w:r>
      <w:r w:rsidRPr="00FE269B">
        <w:rPr>
          <w:rFonts w:ascii="Times New Roman" w:hAnsi="Times New Roman"/>
          <w:sz w:val="24"/>
          <w:szCs w:val="24"/>
        </w:rPr>
        <w:t xml:space="preserve">nie pokrywa </w:t>
      </w:r>
      <w:r w:rsidR="00E30AAD" w:rsidRPr="00FE269B">
        <w:rPr>
          <w:rFonts w:ascii="Times New Roman" w:hAnsi="Times New Roman"/>
          <w:sz w:val="24"/>
          <w:szCs w:val="24"/>
        </w:rPr>
        <w:t xml:space="preserve">i nie zwraca </w:t>
      </w:r>
      <w:r w:rsidRPr="008C22D1">
        <w:rPr>
          <w:rFonts w:ascii="Times New Roman" w:hAnsi="Times New Roman"/>
          <w:sz w:val="24"/>
          <w:szCs w:val="24"/>
        </w:rPr>
        <w:t>Zamawiający.</w:t>
      </w:r>
      <w:r w:rsidR="009802F1" w:rsidRPr="008C22D1">
        <w:rPr>
          <w:rFonts w:ascii="Times New Roman" w:hAnsi="Times New Roman"/>
          <w:sz w:val="24"/>
          <w:szCs w:val="24"/>
        </w:rPr>
        <w:t xml:space="preserve"> </w:t>
      </w:r>
      <w:r w:rsidRPr="008C22D1">
        <w:rPr>
          <w:rFonts w:ascii="Times New Roman" w:hAnsi="Times New Roman"/>
          <w:sz w:val="24"/>
          <w:szCs w:val="24"/>
        </w:rPr>
        <w:t>Wykonawca jest zobowiązany do prowadzenia dokumentacji budowy, przechowywania jej we właściwie zabezpieczonym miejs</w:t>
      </w:r>
      <w:r w:rsidR="00974BB9" w:rsidRPr="008C22D1">
        <w:rPr>
          <w:rFonts w:ascii="Times New Roman" w:hAnsi="Times New Roman"/>
          <w:sz w:val="24"/>
          <w:szCs w:val="24"/>
        </w:rPr>
        <w:t xml:space="preserve">cu oraz udostępniania do wglądu </w:t>
      </w:r>
      <w:r w:rsidRPr="008C22D1">
        <w:rPr>
          <w:rFonts w:ascii="Times New Roman" w:hAnsi="Times New Roman"/>
          <w:sz w:val="24"/>
          <w:szCs w:val="24"/>
        </w:rPr>
        <w:t xml:space="preserve">przedstawicielom uprawnionych organów. </w:t>
      </w:r>
    </w:p>
    <w:p w14:paraId="503C91FA" w14:textId="7E3E38CB" w:rsidR="00EB5DD9" w:rsidRPr="00D2605B" w:rsidRDefault="00C366AE" w:rsidP="00B27FFC">
      <w:pPr>
        <w:pStyle w:val="Tekstpodstawowy"/>
        <w:numPr>
          <w:ilvl w:val="0"/>
          <w:numId w:val="47"/>
        </w:numPr>
        <w:spacing w:after="0"/>
        <w:jc w:val="both"/>
        <w:rPr>
          <w:rFonts w:ascii="Times New Roman" w:hAnsi="Times New Roman"/>
          <w:sz w:val="24"/>
          <w:szCs w:val="24"/>
        </w:rPr>
      </w:pPr>
      <w:r w:rsidRPr="00D2605B">
        <w:rPr>
          <w:rFonts w:ascii="Times New Roman" w:hAnsi="Times New Roman"/>
          <w:sz w:val="24"/>
          <w:szCs w:val="24"/>
        </w:rPr>
        <w:t xml:space="preserve">Próbki do badań będą pobierane losowo. Zaleca się stosowanie statystycznych metod pobierania próbek, opartych na zasadzie, że wszystkie jednostkowe elementy produkcji mogą być z jednakowym prawdopodobieństwem wytypowane do badań. Inspektor nadzoru musi mieć zapewnioną możliwość udziału w pobieraniu próbek.  Na jego zlecenie Wykonawca ma obowiązek przeprowadzić dodatkowe badania tych materiałów, które </w:t>
      </w:r>
      <w:r w:rsidR="009C2875">
        <w:rPr>
          <w:rFonts w:ascii="Times New Roman" w:hAnsi="Times New Roman"/>
          <w:sz w:val="24"/>
          <w:szCs w:val="24"/>
        </w:rPr>
        <w:t xml:space="preserve">budzą </w:t>
      </w:r>
      <w:r w:rsidRPr="00D2605B">
        <w:rPr>
          <w:rFonts w:ascii="Times New Roman" w:hAnsi="Times New Roman"/>
          <w:sz w:val="24"/>
          <w:szCs w:val="24"/>
        </w:rPr>
        <w:t>wątpliwość co do jakości. Próbki dostarczone do badań przez Wykonawcę będą odpowiednio oznakowane i opisane. Koszty wykonania dodatkowych badań pokrywa Wykonawca, koszt</w:t>
      </w:r>
      <w:r w:rsidR="009C2875">
        <w:rPr>
          <w:rFonts w:ascii="Times New Roman" w:hAnsi="Times New Roman"/>
          <w:sz w:val="24"/>
          <w:szCs w:val="24"/>
        </w:rPr>
        <w:t>ów</w:t>
      </w:r>
      <w:r w:rsidRPr="00D2605B">
        <w:rPr>
          <w:rFonts w:ascii="Times New Roman" w:hAnsi="Times New Roman"/>
          <w:sz w:val="24"/>
          <w:szCs w:val="24"/>
        </w:rPr>
        <w:t xml:space="preserve"> t</w:t>
      </w:r>
      <w:r w:rsidR="009C2875">
        <w:rPr>
          <w:rFonts w:ascii="Times New Roman" w:hAnsi="Times New Roman"/>
          <w:sz w:val="24"/>
          <w:szCs w:val="24"/>
        </w:rPr>
        <w:t>ych</w:t>
      </w:r>
      <w:r w:rsidRPr="00D2605B">
        <w:rPr>
          <w:rFonts w:ascii="Times New Roman" w:hAnsi="Times New Roman"/>
          <w:sz w:val="24"/>
          <w:szCs w:val="24"/>
        </w:rPr>
        <w:t xml:space="preserve"> nie pokrywa</w:t>
      </w:r>
      <w:r w:rsidR="009C2875">
        <w:rPr>
          <w:rFonts w:ascii="Times New Roman" w:hAnsi="Times New Roman"/>
          <w:sz w:val="24"/>
          <w:szCs w:val="24"/>
        </w:rPr>
        <w:t xml:space="preserve"> i nie zwraca</w:t>
      </w:r>
      <w:r w:rsidRPr="00D2605B">
        <w:rPr>
          <w:rFonts w:ascii="Times New Roman" w:hAnsi="Times New Roman"/>
          <w:sz w:val="24"/>
          <w:szCs w:val="24"/>
        </w:rPr>
        <w:t xml:space="preserve"> Zamawiający.</w:t>
      </w:r>
    </w:p>
    <w:p w14:paraId="3EB903F4" w14:textId="0158B54D" w:rsidR="00352C96" w:rsidRPr="00D2605B" w:rsidRDefault="00352C96" w:rsidP="00B27FFC">
      <w:pPr>
        <w:pStyle w:val="Tekstpodstawowy"/>
        <w:numPr>
          <w:ilvl w:val="0"/>
          <w:numId w:val="47"/>
        </w:numPr>
        <w:spacing w:after="0"/>
        <w:jc w:val="both"/>
        <w:rPr>
          <w:rFonts w:ascii="Times New Roman" w:hAnsi="Times New Roman"/>
          <w:sz w:val="24"/>
          <w:szCs w:val="24"/>
        </w:rPr>
      </w:pPr>
      <w:r w:rsidRPr="00D2605B">
        <w:rPr>
          <w:rFonts w:ascii="Times New Roman" w:hAnsi="Times New Roman"/>
          <w:sz w:val="24"/>
          <w:szCs w:val="24"/>
        </w:rPr>
        <w:t>Wszystkie badania i pomiary będą przeprowadzon</w:t>
      </w:r>
      <w:r w:rsidR="009F02F7">
        <w:rPr>
          <w:rFonts w:ascii="Times New Roman" w:hAnsi="Times New Roman"/>
          <w:sz w:val="24"/>
          <w:szCs w:val="24"/>
        </w:rPr>
        <w:t>e zgodnie z wymaganiami norm. W </w:t>
      </w:r>
      <w:r w:rsidRPr="00D2605B">
        <w:rPr>
          <w:rFonts w:ascii="Times New Roman" w:hAnsi="Times New Roman"/>
          <w:sz w:val="24"/>
          <w:szCs w:val="24"/>
        </w:rPr>
        <w:t>przypadku, gdy normy nie obejmują jakiegokolwiek badania wymaganego ST, można stosować wytyczne krajowe albo inne procedury, zaakceptowane przez Inspektora nadzoru. Przed przystąpieniem do pomiarów i badań, Wykonawca powiadomi inspektora nadzoru inwestorskiego o rodzaju, miejscu i terminie pomiaru lub badania. Po ich wykonaniu Wykonawca przedstawi inspektorowi nadzoru wyniki badań. Wykonawca będzie przekazywać inspektorowi nadzoru inwestorskiego kopie raportów z wynikami badań jak najszybciej, nie później jednak niż w terminie określonym w programie zapewnienia jakości.</w:t>
      </w:r>
    </w:p>
    <w:p w14:paraId="5AD98334" w14:textId="77777777" w:rsidR="003475C8" w:rsidRPr="00D2605B" w:rsidRDefault="003475C8" w:rsidP="00B27FFC">
      <w:pPr>
        <w:pStyle w:val="Tekstpodstawowy"/>
        <w:numPr>
          <w:ilvl w:val="0"/>
          <w:numId w:val="47"/>
        </w:numPr>
        <w:spacing w:after="0"/>
        <w:jc w:val="both"/>
        <w:rPr>
          <w:rFonts w:ascii="Times New Roman" w:hAnsi="Times New Roman"/>
          <w:sz w:val="24"/>
          <w:szCs w:val="24"/>
        </w:rPr>
      </w:pPr>
      <w:r w:rsidRPr="00D2605B">
        <w:rPr>
          <w:rFonts w:ascii="Times New Roman" w:hAnsi="Times New Roman"/>
          <w:sz w:val="24"/>
          <w:szCs w:val="24"/>
        </w:rPr>
        <w:t>Inspektor nadzoru inwestorskiego jest uprawniony do dokonywa</w:t>
      </w:r>
      <w:r w:rsidR="00D758FE">
        <w:rPr>
          <w:rFonts w:ascii="Times New Roman" w:hAnsi="Times New Roman"/>
          <w:sz w:val="24"/>
          <w:szCs w:val="24"/>
        </w:rPr>
        <w:t xml:space="preserve">nia kontroli pobierania próbek </w:t>
      </w:r>
      <w:r w:rsidRPr="00D2605B">
        <w:rPr>
          <w:rFonts w:ascii="Times New Roman" w:hAnsi="Times New Roman"/>
          <w:sz w:val="24"/>
          <w:szCs w:val="24"/>
        </w:rPr>
        <w:t>i badania materiałów u źródła ich wytwarzania, a Wykonawca zapewni wszelką potrzebną pomoc w tych czynnościach. Na zlecenie inspektora nadzoru inwestorskiego Wykonawca będzie przeprowadzał dodatkowe badania materiałów, które budzą wątpliwości co do jakości, o ile kwestionowane materiały nie zostaną przez Wykonawcę usunięte z własnej woli. Koszty tych dodatkowych badań pokrywa Wykonawca</w:t>
      </w:r>
      <w:r w:rsidR="007B147A" w:rsidRPr="00D2605B">
        <w:rPr>
          <w:rFonts w:ascii="Times New Roman" w:hAnsi="Times New Roman"/>
          <w:sz w:val="24"/>
          <w:szCs w:val="24"/>
        </w:rPr>
        <w:t>.</w:t>
      </w:r>
      <w:r w:rsidRPr="00D2605B">
        <w:rPr>
          <w:rFonts w:ascii="Times New Roman" w:hAnsi="Times New Roman"/>
          <w:sz w:val="24"/>
          <w:szCs w:val="24"/>
        </w:rPr>
        <w:t xml:space="preserve"> Próbki dostarczone przez Wykonawcę do badań wykonywanych na zlecenie Inspektora nadzoru będą odpowiednio opisane i oznakowane, a sposób przez niego zaakceptowany.</w:t>
      </w:r>
    </w:p>
    <w:p w14:paraId="658B3A61" w14:textId="4F5208CA" w:rsidR="00352C96" w:rsidRPr="00D2605B" w:rsidRDefault="00812C80" w:rsidP="00B27FFC">
      <w:pPr>
        <w:pStyle w:val="tekstost"/>
        <w:numPr>
          <w:ilvl w:val="0"/>
          <w:numId w:val="47"/>
        </w:numPr>
        <w:spacing w:line="276" w:lineRule="auto"/>
        <w:rPr>
          <w:sz w:val="24"/>
          <w:szCs w:val="24"/>
        </w:rPr>
      </w:pPr>
      <w:r w:rsidRPr="00D2605B">
        <w:rPr>
          <w:sz w:val="24"/>
          <w:szCs w:val="24"/>
        </w:rPr>
        <w:t>Inspektor Nadzoru może dopuścić do użycia tylko te materiały, które posiadają Deklarację zgodności lub certyfikat zgodności z Polską Normą lub aprobatą techniczną (w przypadku wyrobów, dla których nie ustanowiono Polskiej Normy, jeżeli nie są objęte certyf</w:t>
      </w:r>
      <w:r w:rsidR="009F02F7">
        <w:rPr>
          <w:sz w:val="24"/>
          <w:szCs w:val="24"/>
        </w:rPr>
        <w:t>ikacją i </w:t>
      </w:r>
      <w:r w:rsidRPr="00D2605B">
        <w:rPr>
          <w:sz w:val="24"/>
          <w:szCs w:val="24"/>
        </w:rPr>
        <w:t xml:space="preserve">które spełniają wymogi </w:t>
      </w:r>
      <w:r w:rsidR="004B49CE">
        <w:rPr>
          <w:rFonts w:eastAsia="TimesNewRomanPSMT"/>
          <w:bCs/>
          <w:sz w:val="24"/>
          <w:szCs w:val="24"/>
        </w:rPr>
        <w:t>Specyfikacji</w:t>
      </w:r>
      <w:r w:rsidR="004B49CE" w:rsidRPr="00D2605B">
        <w:rPr>
          <w:rFonts w:eastAsia="TimesNewRomanPSMT"/>
          <w:bCs/>
          <w:sz w:val="24"/>
          <w:szCs w:val="24"/>
        </w:rPr>
        <w:t xml:space="preserve"> </w:t>
      </w:r>
      <w:r w:rsidR="004B49CE">
        <w:rPr>
          <w:rFonts w:eastAsia="TimesNewRomanPSMT"/>
          <w:bCs/>
          <w:sz w:val="24"/>
          <w:szCs w:val="24"/>
        </w:rPr>
        <w:t>Technicznej</w:t>
      </w:r>
      <w:r w:rsidR="004B49CE" w:rsidRPr="00D2605B">
        <w:rPr>
          <w:rFonts w:eastAsia="TimesNewRomanPSMT"/>
          <w:bCs/>
          <w:sz w:val="24"/>
          <w:szCs w:val="24"/>
        </w:rPr>
        <w:t xml:space="preserve"> Wykonania i Odbioru Robót Budowlanych</w:t>
      </w:r>
      <w:r w:rsidRPr="00D2605B">
        <w:rPr>
          <w:sz w:val="24"/>
          <w:szCs w:val="24"/>
        </w:rPr>
        <w:t xml:space="preserve">). W przypadku materiałów, dla których w/w dokumenty są wymagane przez </w:t>
      </w:r>
      <w:r w:rsidR="004B49CE">
        <w:rPr>
          <w:rFonts w:eastAsia="TimesNewRomanPSMT"/>
          <w:bCs/>
          <w:sz w:val="24"/>
          <w:szCs w:val="24"/>
        </w:rPr>
        <w:t>Specyfikację</w:t>
      </w:r>
      <w:r w:rsidR="004B49CE" w:rsidRPr="00D2605B">
        <w:rPr>
          <w:rFonts w:eastAsia="TimesNewRomanPSMT"/>
          <w:bCs/>
          <w:sz w:val="24"/>
          <w:szCs w:val="24"/>
        </w:rPr>
        <w:t xml:space="preserve"> </w:t>
      </w:r>
      <w:r w:rsidR="004B49CE">
        <w:rPr>
          <w:rFonts w:eastAsia="TimesNewRomanPSMT"/>
          <w:bCs/>
          <w:sz w:val="24"/>
          <w:szCs w:val="24"/>
        </w:rPr>
        <w:t>Techniczną</w:t>
      </w:r>
      <w:r w:rsidR="004B49CE" w:rsidRPr="00D2605B">
        <w:rPr>
          <w:rFonts w:eastAsia="TimesNewRomanPSMT"/>
          <w:bCs/>
          <w:sz w:val="24"/>
          <w:szCs w:val="24"/>
        </w:rPr>
        <w:t xml:space="preserve"> Wykonania i Odbioru Robót Budowlanych</w:t>
      </w:r>
      <w:r w:rsidRPr="00D2605B">
        <w:rPr>
          <w:sz w:val="24"/>
          <w:szCs w:val="24"/>
        </w:rPr>
        <w:t>, każda partia dostarczona do robót będzie posiadać te dokumenty, określające w sposób jednoznaczny jej cechy. Jakiekolwiek materiały, które nie spełniają tych wymagań będą odrzucone.</w:t>
      </w:r>
    </w:p>
    <w:p w14:paraId="294B88EF" w14:textId="47CFB40F" w:rsidR="00516C86" w:rsidRPr="00D2605B" w:rsidRDefault="00BA68AF" w:rsidP="00B27FFC">
      <w:pPr>
        <w:pStyle w:val="Tekstpodstawowy"/>
        <w:numPr>
          <w:ilvl w:val="0"/>
          <w:numId w:val="47"/>
        </w:numPr>
        <w:spacing w:after="0"/>
        <w:jc w:val="both"/>
        <w:rPr>
          <w:rFonts w:ascii="Times New Roman" w:hAnsi="Times New Roman"/>
          <w:sz w:val="24"/>
          <w:szCs w:val="24"/>
        </w:rPr>
      </w:pPr>
      <w:r w:rsidRPr="00D2605B">
        <w:rPr>
          <w:rFonts w:ascii="Times New Roman" w:hAnsi="Times New Roman"/>
          <w:sz w:val="24"/>
          <w:szCs w:val="24"/>
        </w:rPr>
        <w:t>Wykonawca jest zobowiązany do prowadzenia dokumentacji budowy, przechowywania jej we właściwie zabezpieczonym miejscu oraz udostępniania do wglądu przedstawicielom uprawnionych organów. Wszelkie dokumenty budowy będą dostępne dla Inspektora nadzoru oraz upoważnionych przedstawicieli Zamawiającego w dowolnym czasie i na każde żądanie oraz przedstawiane do wglądu na życzenie Zamawiającego. Dziennik laboratoryjne, atesty materiałów, orzeczenia o jakości materiałów, recepty robocze i kontrolne wyniki badań będą gromadzon</w:t>
      </w:r>
      <w:r w:rsidR="009F02F7">
        <w:rPr>
          <w:rFonts w:ascii="Times New Roman" w:hAnsi="Times New Roman"/>
          <w:sz w:val="24"/>
          <w:szCs w:val="24"/>
        </w:rPr>
        <w:t>e przez wykonawcę. Dokumenty te </w:t>
      </w:r>
      <w:r w:rsidRPr="00D2605B">
        <w:rPr>
          <w:rFonts w:ascii="Times New Roman" w:hAnsi="Times New Roman"/>
          <w:sz w:val="24"/>
          <w:szCs w:val="24"/>
        </w:rPr>
        <w:t>stanowią załączniki do odbioru robót. Powinny być udostępnione na każde życzenie Inspektora nadzoru.</w:t>
      </w:r>
      <w:r w:rsidR="00120D30" w:rsidRPr="00D2605B">
        <w:rPr>
          <w:rFonts w:ascii="Times New Roman" w:hAnsi="Times New Roman"/>
          <w:sz w:val="24"/>
          <w:szCs w:val="24"/>
        </w:rPr>
        <w:t xml:space="preserve"> </w:t>
      </w:r>
    </w:p>
    <w:p w14:paraId="51D10FAA" w14:textId="1623FB40" w:rsidR="00516C86" w:rsidRPr="00D2605B" w:rsidRDefault="00120D30" w:rsidP="00B27FFC">
      <w:pPr>
        <w:pStyle w:val="Tekstpodstawowy"/>
        <w:numPr>
          <w:ilvl w:val="0"/>
          <w:numId w:val="47"/>
        </w:numPr>
        <w:spacing w:after="0"/>
        <w:jc w:val="both"/>
        <w:rPr>
          <w:rFonts w:ascii="Times New Roman" w:hAnsi="Times New Roman"/>
          <w:sz w:val="24"/>
          <w:szCs w:val="24"/>
        </w:rPr>
      </w:pPr>
      <w:r w:rsidRPr="00756C76">
        <w:rPr>
          <w:rFonts w:ascii="Times New Roman" w:hAnsi="Times New Roman"/>
          <w:sz w:val="24"/>
          <w:szCs w:val="24"/>
        </w:rPr>
        <w:t xml:space="preserve">Książka obmiaru robót stanowi dokument pozwalający na rozlicznie faktycznego postępu każdego z elementów robót. Obmiary wykonanych robót przeprowadza się w sposób ciągły w jednostkach przyjętych w </w:t>
      </w:r>
      <w:r w:rsidR="00756C76" w:rsidRPr="00756C76">
        <w:rPr>
          <w:rFonts w:ascii="Times New Roman" w:hAnsi="Times New Roman"/>
          <w:sz w:val="24"/>
          <w:szCs w:val="24"/>
        </w:rPr>
        <w:t>przedmiarze robót</w:t>
      </w:r>
      <w:r w:rsidRPr="00756C76">
        <w:rPr>
          <w:rFonts w:ascii="Times New Roman" w:hAnsi="Times New Roman"/>
          <w:sz w:val="24"/>
          <w:szCs w:val="24"/>
        </w:rPr>
        <w:t xml:space="preserve"> </w:t>
      </w:r>
      <w:r w:rsidR="009F02F7" w:rsidRPr="00756C76">
        <w:rPr>
          <w:rFonts w:ascii="Times New Roman" w:hAnsi="Times New Roman"/>
          <w:sz w:val="24"/>
          <w:szCs w:val="24"/>
        </w:rPr>
        <w:t>i </w:t>
      </w:r>
      <w:r w:rsidR="00516C86" w:rsidRPr="00756C76">
        <w:rPr>
          <w:rFonts w:ascii="Times New Roman" w:hAnsi="Times New Roman"/>
          <w:sz w:val="24"/>
          <w:szCs w:val="24"/>
        </w:rPr>
        <w:t>wpisuje do Książki obmiaru</w:t>
      </w:r>
      <w:r w:rsidR="00AC364B" w:rsidRPr="00756C76">
        <w:rPr>
          <w:rFonts w:ascii="Times New Roman" w:hAnsi="Times New Roman"/>
          <w:sz w:val="24"/>
          <w:szCs w:val="24"/>
        </w:rPr>
        <w:t>.</w:t>
      </w:r>
      <w:r w:rsidR="00516C86" w:rsidRPr="00756C76">
        <w:rPr>
          <w:rFonts w:ascii="Times New Roman" w:hAnsi="Times New Roman"/>
          <w:sz w:val="24"/>
          <w:szCs w:val="24"/>
        </w:rPr>
        <w:t xml:space="preserve"> Obmiar</w:t>
      </w:r>
      <w:r w:rsidR="009C2875" w:rsidRPr="00756C76">
        <w:rPr>
          <w:rFonts w:ascii="Times New Roman" w:hAnsi="Times New Roman"/>
          <w:sz w:val="24"/>
          <w:szCs w:val="24"/>
        </w:rPr>
        <w:t>u</w:t>
      </w:r>
      <w:r w:rsidR="00516C86" w:rsidRPr="00756C76">
        <w:rPr>
          <w:rFonts w:ascii="Times New Roman" w:hAnsi="Times New Roman"/>
          <w:sz w:val="24"/>
          <w:szCs w:val="24"/>
        </w:rPr>
        <w:t xml:space="preserve"> robót dokon</w:t>
      </w:r>
      <w:bookmarkStart w:id="0" w:name="_GoBack"/>
      <w:bookmarkEnd w:id="0"/>
      <w:r w:rsidR="00516C86" w:rsidRPr="00756C76">
        <w:rPr>
          <w:rFonts w:ascii="Times New Roman" w:hAnsi="Times New Roman"/>
          <w:sz w:val="24"/>
          <w:szCs w:val="24"/>
        </w:rPr>
        <w:t xml:space="preserve">uje Wykonawca po pisemnym powiadomieniu Inspektora Nadzoru o terminie i zakresie obmierzanych robót. Powiadomienie powinno nastąpić co najmniej </w:t>
      </w:r>
      <w:r w:rsidR="00516C86" w:rsidRPr="001835C0">
        <w:rPr>
          <w:rFonts w:ascii="Times New Roman" w:hAnsi="Times New Roman"/>
          <w:sz w:val="24"/>
          <w:szCs w:val="24"/>
        </w:rPr>
        <w:t xml:space="preserve">3 dni przed tym terminem. </w:t>
      </w:r>
      <w:r w:rsidR="00516C86" w:rsidRPr="00D2605B">
        <w:rPr>
          <w:rFonts w:ascii="Times New Roman" w:hAnsi="Times New Roman"/>
          <w:sz w:val="24"/>
          <w:szCs w:val="24"/>
        </w:rPr>
        <w:t>Wszystkie wyniki obmiarów wpisywane są do książki obmiarów. Książka obmiarów jest niezbędna do udokumentowania wykonanych robót ulegających zakryciu, robót rozbiórkowych oraz związanych z remontami lub przebudową obiektów. Jakikolwiek błąd lub opuszczenie (przeoczenie w ilościach podanych w przedmiarze lub specyfikacji nie zwalnia Wykonawcy od obowiązku ukończenia wszystkich robót). Korekta ewentualnych błędów lub pominiętych pozycji w przedmiarze wymaga pi</w:t>
      </w:r>
      <w:r w:rsidR="009F02F7">
        <w:rPr>
          <w:rFonts w:ascii="Times New Roman" w:hAnsi="Times New Roman"/>
          <w:sz w:val="24"/>
          <w:szCs w:val="24"/>
        </w:rPr>
        <w:t>semnego wystąpienia Wykonawcy i </w:t>
      </w:r>
      <w:r w:rsidR="00516C86" w:rsidRPr="00D2605B">
        <w:rPr>
          <w:rFonts w:ascii="Times New Roman" w:hAnsi="Times New Roman"/>
          <w:sz w:val="24"/>
          <w:szCs w:val="24"/>
        </w:rPr>
        <w:t>akceptacji przez inspektora Nadzoru, po porozumieniu z Zamawiającym, jeżeli zawarta umowa o wykonaniu robót nie stanowi inaczej. Obmiaru wykonanych robót dokonuje kierownik budowy.</w:t>
      </w:r>
    </w:p>
    <w:p w14:paraId="5C52DA9A" w14:textId="77777777" w:rsidR="00AB410E" w:rsidRPr="00485205" w:rsidRDefault="00AB410E" w:rsidP="00B27FFC">
      <w:pPr>
        <w:pStyle w:val="Tekstpodstawowy"/>
        <w:numPr>
          <w:ilvl w:val="0"/>
          <w:numId w:val="47"/>
        </w:numPr>
        <w:spacing w:after="0"/>
        <w:jc w:val="both"/>
        <w:rPr>
          <w:rFonts w:ascii="Times New Roman" w:hAnsi="Times New Roman"/>
          <w:sz w:val="24"/>
          <w:szCs w:val="24"/>
        </w:rPr>
      </w:pPr>
      <w:r w:rsidRPr="00485205">
        <w:rPr>
          <w:rFonts w:ascii="Times New Roman" w:hAnsi="Times New Roman"/>
          <w:sz w:val="24"/>
          <w:szCs w:val="24"/>
        </w:rPr>
        <w:t>Urządzenia i sprzęt pomiarowy zostaną dostarczone przez Wykonawcę. Jeżeli urządzenia te lub sprzęt pomiarowy wymagają badań atestujących, to Wykonawca przedstawi inspektorowi Nadzoru inwestorskiego ważne świadectwa. Wszystkie urządzenia i sprzęt pomiarowy będą przez Wykonawcę utrzymywane w należytym stanie przez cały okres trwania robót. Urządzenia i sprzęt pomiarowy, stosowane w czasie obmiaru robót wymagają akceptacji Inspektora Nadzoru Inwestorskiego.</w:t>
      </w:r>
    </w:p>
    <w:p w14:paraId="71992AB9" w14:textId="77777777" w:rsidR="00336EE7" w:rsidRPr="00D2605B" w:rsidRDefault="00C24FCD" w:rsidP="00B27FFC">
      <w:pPr>
        <w:pStyle w:val="Tekstpodstawowy"/>
        <w:numPr>
          <w:ilvl w:val="0"/>
          <w:numId w:val="47"/>
        </w:numPr>
        <w:spacing w:after="0"/>
        <w:jc w:val="both"/>
        <w:rPr>
          <w:rFonts w:ascii="Times New Roman" w:hAnsi="Times New Roman"/>
          <w:sz w:val="24"/>
          <w:szCs w:val="24"/>
        </w:rPr>
      </w:pPr>
      <w:r w:rsidRPr="00D2605B">
        <w:rPr>
          <w:rFonts w:ascii="Times New Roman" w:hAnsi="Times New Roman"/>
          <w:sz w:val="24"/>
          <w:szCs w:val="24"/>
        </w:rPr>
        <w:t>Obmiary należy przeprowadzić przed częściowym lub ostate</w:t>
      </w:r>
      <w:r w:rsidR="000E0479">
        <w:rPr>
          <w:rFonts w:ascii="Times New Roman" w:hAnsi="Times New Roman"/>
          <w:sz w:val="24"/>
          <w:szCs w:val="24"/>
        </w:rPr>
        <w:t xml:space="preserve">cznym odbiorem odcinków robót, </w:t>
      </w:r>
      <w:r w:rsidRPr="00D2605B">
        <w:rPr>
          <w:rFonts w:ascii="Times New Roman" w:hAnsi="Times New Roman"/>
          <w:sz w:val="24"/>
          <w:szCs w:val="24"/>
        </w:rPr>
        <w:t>a także w przypadku występującej dłuższej przerwy w robotach. Obmiar robót ulegających zakryciu przeprowadza się przed ich zakryciem. Obmiar robót zanikających należy przeprowadzać w czasie ich wykonywania. Wymiary skomplikowanych powierzchni lub objętości będą uzupełnione odpowiednimi szkicami dołączonymi do książki obmiarów, względnie umieszczonymi na karcie obmiarowej.</w:t>
      </w:r>
      <w:r w:rsidR="00336EE7" w:rsidRPr="00D2605B">
        <w:rPr>
          <w:rFonts w:ascii="Times New Roman" w:hAnsi="Times New Roman"/>
          <w:sz w:val="24"/>
          <w:szCs w:val="24"/>
        </w:rPr>
        <w:t xml:space="preserve"> Jednostki obmiaru robót:</w:t>
      </w:r>
    </w:p>
    <w:p w14:paraId="1C08E0D0" w14:textId="77777777" w:rsidR="00336EE7" w:rsidRPr="00D2605B" w:rsidRDefault="00336EE7" w:rsidP="00D2605B">
      <w:pPr>
        <w:numPr>
          <w:ilvl w:val="0"/>
          <w:numId w:val="34"/>
        </w:numPr>
        <w:tabs>
          <w:tab w:val="clear" w:pos="720"/>
        </w:tabs>
        <w:suppressAutoHyphens w:val="0"/>
        <w:spacing w:after="0"/>
        <w:ind w:left="567"/>
        <w:rPr>
          <w:rFonts w:ascii="Times New Roman" w:hAnsi="Times New Roman" w:cs="Times New Roman"/>
          <w:sz w:val="24"/>
          <w:szCs w:val="24"/>
        </w:rPr>
      </w:pPr>
      <w:r w:rsidRPr="00D2605B">
        <w:rPr>
          <w:rFonts w:ascii="Times New Roman" w:hAnsi="Times New Roman" w:cs="Times New Roman"/>
          <w:sz w:val="24"/>
          <w:szCs w:val="24"/>
        </w:rPr>
        <w:t xml:space="preserve">jednostką obmiarową wykopów jest </w:t>
      </w:r>
      <w:smartTag w:uri="urn:schemas-microsoft-com:office:smarttags" w:element="metricconverter">
        <w:smartTagPr>
          <w:attr w:name="ProductID" w:val="1 m3"/>
        </w:smartTagPr>
        <w:r w:rsidRPr="00D2605B">
          <w:rPr>
            <w:rFonts w:ascii="Times New Roman" w:hAnsi="Times New Roman" w:cs="Times New Roman"/>
            <w:sz w:val="24"/>
            <w:szCs w:val="24"/>
          </w:rPr>
          <w:t>1 m</w:t>
        </w:r>
        <w:r w:rsidRPr="00D2605B">
          <w:rPr>
            <w:rFonts w:ascii="Times New Roman" w:hAnsi="Times New Roman" w:cs="Times New Roman"/>
            <w:sz w:val="24"/>
            <w:szCs w:val="24"/>
            <w:vertAlign w:val="superscript"/>
          </w:rPr>
          <w:t>3</w:t>
        </w:r>
      </w:smartTag>
      <w:r w:rsidRPr="00D2605B">
        <w:rPr>
          <w:rFonts w:ascii="Times New Roman" w:hAnsi="Times New Roman" w:cs="Times New Roman"/>
          <w:sz w:val="24"/>
          <w:szCs w:val="24"/>
        </w:rPr>
        <w:t xml:space="preserve"> </w:t>
      </w:r>
    </w:p>
    <w:p w14:paraId="1BA54ABB" w14:textId="77777777" w:rsidR="00336EE7" w:rsidRPr="00D2605B" w:rsidRDefault="00336EE7" w:rsidP="00D2605B">
      <w:pPr>
        <w:numPr>
          <w:ilvl w:val="0"/>
          <w:numId w:val="34"/>
        </w:numPr>
        <w:tabs>
          <w:tab w:val="clear" w:pos="720"/>
        </w:tabs>
        <w:suppressAutoHyphens w:val="0"/>
        <w:spacing w:after="0"/>
        <w:ind w:left="567"/>
        <w:rPr>
          <w:rFonts w:ascii="Times New Roman" w:hAnsi="Times New Roman" w:cs="Times New Roman"/>
          <w:sz w:val="24"/>
          <w:szCs w:val="24"/>
        </w:rPr>
      </w:pPr>
      <w:r w:rsidRPr="00D2605B">
        <w:rPr>
          <w:rFonts w:ascii="Times New Roman" w:hAnsi="Times New Roman" w:cs="Times New Roman"/>
          <w:sz w:val="24"/>
          <w:szCs w:val="24"/>
        </w:rPr>
        <w:t xml:space="preserve">jednostką obmiarową nasypów jest </w:t>
      </w:r>
      <w:smartTag w:uri="urn:schemas-microsoft-com:office:smarttags" w:element="metricconverter">
        <w:smartTagPr>
          <w:attr w:name="ProductID" w:val="1 m3"/>
        </w:smartTagPr>
        <w:r w:rsidRPr="00D2605B">
          <w:rPr>
            <w:rFonts w:ascii="Times New Roman" w:hAnsi="Times New Roman" w:cs="Times New Roman"/>
            <w:sz w:val="24"/>
            <w:szCs w:val="24"/>
          </w:rPr>
          <w:t>1 m</w:t>
        </w:r>
        <w:r w:rsidRPr="00D2605B">
          <w:rPr>
            <w:rFonts w:ascii="Times New Roman" w:hAnsi="Times New Roman" w:cs="Times New Roman"/>
            <w:sz w:val="24"/>
            <w:szCs w:val="24"/>
            <w:vertAlign w:val="superscript"/>
          </w:rPr>
          <w:t>3</w:t>
        </w:r>
      </w:smartTag>
      <w:r w:rsidRPr="00D2605B">
        <w:rPr>
          <w:rFonts w:ascii="Times New Roman" w:hAnsi="Times New Roman" w:cs="Times New Roman"/>
          <w:sz w:val="24"/>
          <w:szCs w:val="24"/>
        </w:rPr>
        <w:t xml:space="preserve"> </w:t>
      </w:r>
    </w:p>
    <w:p w14:paraId="2F30A022" w14:textId="73BC9BB5" w:rsidR="00336EE7" w:rsidRPr="00D2605B" w:rsidRDefault="00336EE7" w:rsidP="00591406">
      <w:pPr>
        <w:numPr>
          <w:ilvl w:val="0"/>
          <w:numId w:val="34"/>
        </w:numPr>
        <w:tabs>
          <w:tab w:val="clear" w:pos="720"/>
        </w:tabs>
        <w:suppressAutoHyphens w:val="0"/>
        <w:spacing w:after="0"/>
        <w:ind w:left="567"/>
        <w:jc w:val="both"/>
        <w:rPr>
          <w:rFonts w:ascii="Times New Roman" w:hAnsi="Times New Roman" w:cs="Times New Roman"/>
          <w:sz w:val="24"/>
          <w:szCs w:val="24"/>
        </w:rPr>
      </w:pPr>
      <w:r w:rsidRPr="00D2605B">
        <w:rPr>
          <w:rFonts w:ascii="Times New Roman" w:hAnsi="Times New Roman" w:cs="Times New Roman"/>
          <w:sz w:val="24"/>
          <w:szCs w:val="24"/>
        </w:rPr>
        <w:t>jednostką obmiarową ścianek szczelnych jest 1</w:t>
      </w:r>
      <w:r w:rsidR="009F02F7">
        <w:rPr>
          <w:rFonts w:ascii="Times New Roman" w:hAnsi="Times New Roman" w:cs="Times New Roman"/>
          <w:sz w:val="24"/>
          <w:szCs w:val="24"/>
        </w:rPr>
        <w:t xml:space="preserve"> m wykonanych ścianek zgodnie z </w:t>
      </w:r>
      <w:r w:rsidRPr="00D2605B">
        <w:rPr>
          <w:rFonts w:ascii="Times New Roman" w:hAnsi="Times New Roman" w:cs="Times New Roman"/>
          <w:sz w:val="24"/>
          <w:szCs w:val="24"/>
        </w:rPr>
        <w:t xml:space="preserve">dokumentacją projektową i obmiarem w terenie, </w:t>
      </w:r>
    </w:p>
    <w:p w14:paraId="777BF4AA" w14:textId="77777777" w:rsidR="00BD5252" w:rsidRPr="00D2605B" w:rsidRDefault="00BD5252" w:rsidP="00B27FFC">
      <w:pPr>
        <w:pStyle w:val="Tekstpodstawowy"/>
        <w:numPr>
          <w:ilvl w:val="0"/>
          <w:numId w:val="47"/>
        </w:numPr>
        <w:spacing w:after="0"/>
        <w:jc w:val="both"/>
        <w:rPr>
          <w:rFonts w:ascii="Times New Roman" w:hAnsi="Times New Roman"/>
          <w:sz w:val="24"/>
          <w:szCs w:val="24"/>
        </w:rPr>
      </w:pPr>
      <w:r w:rsidRPr="00D2605B">
        <w:rPr>
          <w:rFonts w:ascii="Times New Roman" w:hAnsi="Times New Roman"/>
          <w:sz w:val="24"/>
          <w:szCs w:val="24"/>
        </w:rPr>
        <w:t>Występują następujące rodzaje odbiorów:</w:t>
      </w:r>
    </w:p>
    <w:p w14:paraId="6966266D" w14:textId="77777777" w:rsidR="00BD5252" w:rsidRPr="00D2605B" w:rsidRDefault="00BD5252" w:rsidP="00591406">
      <w:pPr>
        <w:pStyle w:val="Tekstpodstawowy"/>
        <w:numPr>
          <w:ilvl w:val="0"/>
          <w:numId w:val="35"/>
        </w:numPr>
        <w:tabs>
          <w:tab w:val="clear" w:pos="720"/>
        </w:tabs>
        <w:suppressAutoHyphens w:val="0"/>
        <w:spacing w:after="0"/>
        <w:ind w:left="567"/>
        <w:jc w:val="both"/>
        <w:rPr>
          <w:rFonts w:ascii="Times New Roman" w:hAnsi="Times New Roman"/>
          <w:sz w:val="24"/>
          <w:szCs w:val="24"/>
        </w:rPr>
      </w:pPr>
      <w:r w:rsidRPr="00D2605B">
        <w:rPr>
          <w:rFonts w:ascii="Times New Roman" w:hAnsi="Times New Roman"/>
          <w:sz w:val="24"/>
          <w:szCs w:val="24"/>
        </w:rPr>
        <w:t>odbiór częściowy,</w:t>
      </w:r>
    </w:p>
    <w:p w14:paraId="0EDD096E" w14:textId="77777777" w:rsidR="00BD5252" w:rsidRPr="00D2605B" w:rsidRDefault="00BD5252" w:rsidP="00591406">
      <w:pPr>
        <w:pStyle w:val="Tekstpodstawowy"/>
        <w:numPr>
          <w:ilvl w:val="0"/>
          <w:numId w:val="35"/>
        </w:numPr>
        <w:tabs>
          <w:tab w:val="clear" w:pos="720"/>
        </w:tabs>
        <w:suppressAutoHyphens w:val="0"/>
        <w:spacing w:after="0"/>
        <w:ind w:left="567"/>
        <w:jc w:val="both"/>
        <w:rPr>
          <w:rFonts w:ascii="Times New Roman" w:hAnsi="Times New Roman"/>
          <w:sz w:val="24"/>
          <w:szCs w:val="24"/>
        </w:rPr>
      </w:pPr>
      <w:r w:rsidRPr="00D2605B">
        <w:rPr>
          <w:rFonts w:ascii="Times New Roman" w:hAnsi="Times New Roman"/>
          <w:sz w:val="24"/>
          <w:szCs w:val="24"/>
        </w:rPr>
        <w:t>odbiór etapowy,</w:t>
      </w:r>
    </w:p>
    <w:p w14:paraId="50BF6EAB" w14:textId="77777777" w:rsidR="00BD5252" w:rsidRPr="00D2605B" w:rsidRDefault="00BD5252" w:rsidP="00591406">
      <w:pPr>
        <w:pStyle w:val="Tekstpodstawowy"/>
        <w:numPr>
          <w:ilvl w:val="0"/>
          <w:numId w:val="35"/>
        </w:numPr>
        <w:tabs>
          <w:tab w:val="clear" w:pos="720"/>
        </w:tabs>
        <w:suppressAutoHyphens w:val="0"/>
        <w:spacing w:after="0"/>
        <w:ind w:left="567"/>
        <w:jc w:val="both"/>
        <w:rPr>
          <w:rFonts w:ascii="Times New Roman" w:hAnsi="Times New Roman"/>
          <w:sz w:val="24"/>
          <w:szCs w:val="24"/>
        </w:rPr>
      </w:pPr>
      <w:r w:rsidRPr="00D2605B">
        <w:rPr>
          <w:rFonts w:ascii="Times New Roman" w:hAnsi="Times New Roman"/>
          <w:sz w:val="24"/>
          <w:szCs w:val="24"/>
        </w:rPr>
        <w:t>odbiór robót zanikających lub ulegających zakryciu,</w:t>
      </w:r>
    </w:p>
    <w:p w14:paraId="5B056851" w14:textId="77777777" w:rsidR="00BD5252" w:rsidRPr="00D2605B" w:rsidRDefault="00BD5252" w:rsidP="00591406">
      <w:pPr>
        <w:pStyle w:val="Tekstpodstawowy"/>
        <w:numPr>
          <w:ilvl w:val="0"/>
          <w:numId w:val="35"/>
        </w:numPr>
        <w:tabs>
          <w:tab w:val="clear" w:pos="720"/>
        </w:tabs>
        <w:suppressAutoHyphens w:val="0"/>
        <w:spacing w:after="0"/>
        <w:ind w:left="567"/>
        <w:jc w:val="both"/>
        <w:rPr>
          <w:rFonts w:ascii="Times New Roman" w:hAnsi="Times New Roman"/>
          <w:sz w:val="24"/>
          <w:szCs w:val="24"/>
        </w:rPr>
      </w:pPr>
      <w:r w:rsidRPr="00D2605B">
        <w:rPr>
          <w:rFonts w:ascii="Times New Roman" w:hAnsi="Times New Roman"/>
          <w:sz w:val="24"/>
          <w:szCs w:val="24"/>
        </w:rPr>
        <w:t>odbiór końcowy,</w:t>
      </w:r>
    </w:p>
    <w:p w14:paraId="797FCF3A" w14:textId="77777777" w:rsidR="00BD5252" w:rsidRPr="00D2605B" w:rsidRDefault="00BD5252" w:rsidP="00591406">
      <w:pPr>
        <w:pStyle w:val="Tekstpodstawowy"/>
        <w:numPr>
          <w:ilvl w:val="0"/>
          <w:numId w:val="35"/>
        </w:numPr>
        <w:tabs>
          <w:tab w:val="clear" w:pos="720"/>
        </w:tabs>
        <w:suppressAutoHyphens w:val="0"/>
        <w:spacing w:after="0"/>
        <w:ind w:left="567"/>
        <w:jc w:val="both"/>
        <w:rPr>
          <w:rFonts w:ascii="Times New Roman" w:hAnsi="Times New Roman"/>
          <w:sz w:val="24"/>
          <w:szCs w:val="24"/>
        </w:rPr>
      </w:pPr>
      <w:r w:rsidRPr="00D2605B">
        <w:rPr>
          <w:rFonts w:ascii="Times New Roman" w:hAnsi="Times New Roman"/>
          <w:sz w:val="24"/>
          <w:szCs w:val="24"/>
        </w:rPr>
        <w:t>odbiór po okresie rękojmi,</w:t>
      </w:r>
    </w:p>
    <w:p w14:paraId="373DE22D" w14:textId="77777777" w:rsidR="00BD5252" w:rsidRPr="00D2605B" w:rsidRDefault="00BD5252" w:rsidP="00591406">
      <w:pPr>
        <w:pStyle w:val="Tekstpodstawowy"/>
        <w:numPr>
          <w:ilvl w:val="0"/>
          <w:numId w:val="35"/>
        </w:numPr>
        <w:tabs>
          <w:tab w:val="clear" w:pos="720"/>
        </w:tabs>
        <w:suppressAutoHyphens w:val="0"/>
        <w:spacing w:after="0"/>
        <w:ind w:left="567"/>
        <w:jc w:val="both"/>
        <w:rPr>
          <w:rFonts w:ascii="Times New Roman" w:hAnsi="Times New Roman"/>
          <w:sz w:val="24"/>
          <w:szCs w:val="24"/>
        </w:rPr>
      </w:pPr>
      <w:r w:rsidRPr="00D2605B">
        <w:rPr>
          <w:rFonts w:ascii="Times New Roman" w:hAnsi="Times New Roman"/>
          <w:sz w:val="24"/>
          <w:szCs w:val="24"/>
        </w:rPr>
        <w:t>odbiór ostateczny (pogwarancyjny).</w:t>
      </w:r>
    </w:p>
    <w:p w14:paraId="5C1AA6CC" w14:textId="77777777" w:rsidR="00BD5252" w:rsidRPr="00D2605B" w:rsidRDefault="00BD5252" w:rsidP="00591406">
      <w:pPr>
        <w:pStyle w:val="Tekstpodstawowy"/>
        <w:spacing w:after="0"/>
        <w:jc w:val="both"/>
        <w:rPr>
          <w:rFonts w:ascii="Times New Roman" w:hAnsi="Times New Roman"/>
          <w:sz w:val="24"/>
          <w:szCs w:val="24"/>
        </w:rPr>
      </w:pPr>
      <w:r w:rsidRPr="00D2605B">
        <w:rPr>
          <w:rFonts w:ascii="Times New Roman" w:hAnsi="Times New Roman"/>
          <w:sz w:val="24"/>
          <w:szCs w:val="24"/>
          <w:u w:val="single"/>
        </w:rPr>
        <w:t>Odbiór częściowy:</w:t>
      </w:r>
      <w:r w:rsidRPr="00D2605B">
        <w:rPr>
          <w:rFonts w:ascii="Times New Roman" w:hAnsi="Times New Roman"/>
          <w:sz w:val="24"/>
          <w:szCs w:val="24"/>
        </w:rPr>
        <w:t xml:space="preserve"> Polega na ocenie ilości i jakości wykonanych części robót.</w:t>
      </w:r>
    </w:p>
    <w:p w14:paraId="057DC0C5" w14:textId="77777777" w:rsidR="00BD5252" w:rsidRPr="00D2605B" w:rsidRDefault="00BD5252" w:rsidP="00591406">
      <w:pPr>
        <w:pStyle w:val="Tekstpodstawowy"/>
        <w:spacing w:after="0"/>
        <w:jc w:val="both"/>
        <w:rPr>
          <w:rFonts w:ascii="Times New Roman" w:hAnsi="Times New Roman"/>
          <w:sz w:val="24"/>
          <w:szCs w:val="24"/>
        </w:rPr>
      </w:pPr>
      <w:r w:rsidRPr="00D2605B">
        <w:rPr>
          <w:rFonts w:ascii="Times New Roman" w:hAnsi="Times New Roman"/>
          <w:sz w:val="24"/>
          <w:szCs w:val="24"/>
          <w:u w:val="single"/>
        </w:rPr>
        <w:t>Odbiór etapowy:</w:t>
      </w:r>
      <w:r w:rsidRPr="00D2605B">
        <w:rPr>
          <w:rFonts w:ascii="Times New Roman" w:hAnsi="Times New Roman"/>
          <w:sz w:val="24"/>
          <w:szCs w:val="24"/>
        </w:rPr>
        <w:t xml:space="preserve"> Polega na ocenie ilości i jakości wykonanych robót, które stanowią całość technologiczną.</w:t>
      </w:r>
    </w:p>
    <w:p w14:paraId="4459052E" w14:textId="77777777" w:rsidR="00BD5252" w:rsidRPr="00FA7E5B" w:rsidRDefault="00BD5252" w:rsidP="00591406">
      <w:pPr>
        <w:pStyle w:val="Tekstpodstawowy"/>
        <w:spacing w:after="0"/>
        <w:jc w:val="both"/>
        <w:rPr>
          <w:rFonts w:ascii="Times New Roman" w:hAnsi="Times New Roman"/>
          <w:sz w:val="24"/>
          <w:szCs w:val="24"/>
        </w:rPr>
      </w:pPr>
      <w:r w:rsidRPr="00D2605B">
        <w:rPr>
          <w:rFonts w:ascii="Times New Roman" w:hAnsi="Times New Roman"/>
          <w:sz w:val="24"/>
          <w:szCs w:val="24"/>
          <w:u w:val="single"/>
        </w:rPr>
        <w:t>Odbiór robót zanikających lub ulegających zakryciu:</w:t>
      </w:r>
      <w:r w:rsidRPr="00D2605B">
        <w:rPr>
          <w:rFonts w:ascii="Times New Roman" w:hAnsi="Times New Roman"/>
          <w:b/>
          <w:sz w:val="24"/>
          <w:szCs w:val="24"/>
        </w:rPr>
        <w:t xml:space="preserve"> </w:t>
      </w:r>
      <w:r w:rsidRPr="00D2605B">
        <w:rPr>
          <w:rFonts w:ascii="Times New Roman" w:hAnsi="Times New Roman"/>
          <w:sz w:val="24"/>
          <w:szCs w:val="24"/>
        </w:rPr>
        <w:t>Polega na ocenie ilości i jakości robó</w:t>
      </w:r>
      <w:r w:rsidR="00591406">
        <w:rPr>
          <w:rFonts w:ascii="Times New Roman" w:hAnsi="Times New Roman"/>
          <w:sz w:val="24"/>
          <w:szCs w:val="24"/>
        </w:rPr>
        <w:t xml:space="preserve">t, które </w:t>
      </w:r>
      <w:r w:rsidRPr="00D2605B">
        <w:rPr>
          <w:rFonts w:ascii="Times New Roman" w:hAnsi="Times New Roman"/>
          <w:sz w:val="24"/>
          <w:szCs w:val="24"/>
        </w:rPr>
        <w:t>w dalszym procesie budowlanym ulegną</w:t>
      </w:r>
      <w:r w:rsidR="00591406">
        <w:rPr>
          <w:rFonts w:ascii="Times New Roman" w:hAnsi="Times New Roman"/>
          <w:sz w:val="24"/>
          <w:szCs w:val="24"/>
        </w:rPr>
        <w:t xml:space="preserve"> zakryciu. Odbiór taki musi być </w:t>
      </w:r>
      <w:r w:rsidRPr="00D2605B">
        <w:rPr>
          <w:rFonts w:ascii="Times New Roman" w:hAnsi="Times New Roman"/>
          <w:sz w:val="24"/>
          <w:szCs w:val="24"/>
        </w:rPr>
        <w:t xml:space="preserve">przeprowadzony w czasie umożliwiającym wykonanie ewentualnych poprawek bez hamowania postępu robót. </w:t>
      </w:r>
      <w:r w:rsidRPr="00FA7E5B">
        <w:rPr>
          <w:rFonts w:ascii="Times New Roman" w:hAnsi="Times New Roman"/>
          <w:sz w:val="24"/>
          <w:szCs w:val="24"/>
        </w:rPr>
        <w:t>Gotowość do odbioru zgłasza Wykonawca wpisem do Dziennika Budowy, przy jednoczesnym powiadomieniu Inspektora Nadzoru z wyprzedzeniem min. 3 dni przed planowanym odbiorem.</w:t>
      </w:r>
    </w:p>
    <w:p w14:paraId="262897B8" w14:textId="75FB7168" w:rsidR="00166E5E" w:rsidRDefault="00BD5252" w:rsidP="00591406">
      <w:pPr>
        <w:pStyle w:val="Tekstpodstawowy"/>
        <w:spacing w:after="0"/>
        <w:jc w:val="both"/>
        <w:rPr>
          <w:rFonts w:ascii="Times New Roman" w:hAnsi="Times New Roman"/>
          <w:color w:val="FF0000"/>
          <w:sz w:val="24"/>
          <w:szCs w:val="24"/>
        </w:rPr>
      </w:pPr>
      <w:r w:rsidRPr="00D2605B">
        <w:rPr>
          <w:rFonts w:ascii="Times New Roman" w:hAnsi="Times New Roman"/>
          <w:sz w:val="24"/>
          <w:szCs w:val="24"/>
          <w:u w:val="single"/>
        </w:rPr>
        <w:t>Odbiór końcowy:</w:t>
      </w:r>
      <w:r w:rsidRPr="00D2605B">
        <w:rPr>
          <w:rFonts w:ascii="Times New Roman" w:hAnsi="Times New Roman"/>
          <w:b/>
          <w:sz w:val="24"/>
          <w:szCs w:val="24"/>
        </w:rPr>
        <w:t xml:space="preserve"> </w:t>
      </w:r>
      <w:r w:rsidRPr="00D2605B">
        <w:rPr>
          <w:rFonts w:ascii="Times New Roman" w:hAnsi="Times New Roman"/>
          <w:sz w:val="24"/>
          <w:szCs w:val="24"/>
        </w:rPr>
        <w:t>Polega na ocenie wykonanych robót zg</w:t>
      </w:r>
      <w:r w:rsidR="009F02F7">
        <w:rPr>
          <w:rFonts w:ascii="Times New Roman" w:hAnsi="Times New Roman"/>
          <w:sz w:val="24"/>
          <w:szCs w:val="24"/>
        </w:rPr>
        <w:t>odnie z warunkami określonymi w </w:t>
      </w:r>
      <w:r w:rsidRPr="00D2605B">
        <w:rPr>
          <w:rFonts w:ascii="Times New Roman" w:hAnsi="Times New Roman"/>
          <w:sz w:val="24"/>
          <w:szCs w:val="24"/>
        </w:rPr>
        <w:t>umowie. Odbioru końcowego dokonuje komisja w</w:t>
      </w:r>
      <w:r w:rsidR="009F02F7">
        <w:rPr>
          <w:rFonts w:ascii="Times New Roman" w:hAnsi="Times New Roman"/>
          <w:sz w:val="24"/>
          <w:szCs w:val="24"/>
        </w:rPr>
        <w:t>yznaczona przez zamawiającego w </w:t>
      </w:r>
      <w:r w:rsidRPr="00D2605B">
        <w:rPr>
          <w:rFonts w:ascii="Times New Roman" w:hAnsi="Times New Roman"/>
          <w:sz w:val="24"/>
          <w:szCs w:val="24"/>
        </w:rPr>
        <w:t xml:space="preserve">obecności Inspektora Nadzoru Inwestorskiego oraz wykonawcy. Komisja sporządza protokół odbioru robót budowlanych, zawierający w szczególności wykaz ewentualnych  wad i usterek oraz termin ich usunięcia. </w:t>
      </w:r>
    </w:p>
    <w:p w14:paraId="7E5137CB" w14:textId="77777777" w:rsidR="00BD5252" w:rsidRPr="00D2605B" w:rsidRDefault="00BD5252" w:rsidP="00591406">
      <w:pPr>
        <w:pStyle w:val="Tekstpodstawowy"/>
        <w:spacing w:after="0"/>
        <w:jc w:val="both"/>
        <w:rPr>
          <w:rFonts w:ascii="Times New Roman" w:hAnsi="Times New Roman"/>
          <w:sz w:val="24"/>
          <w:szCs w:val="24"/>
        </w:rPr>
      </w:pPr>
      <w:r w:rsidRPr="00D2605B">
        <w:rPr>
          <w:rFonts w:ascii="Times New Roman" w:hAnsi="Times New Roman"/>
          <w:sz w:val="24"/>
          <w:szCs w:val="24"/>
          <w:u w:val="single"/>
        </w:rPr>
        <w:t>Odbiór po okresie rękojmi:</w:t>
      </w:r>
      <w:r w:rsidRPr="00D2605B">
        <w:rPr>
          <w:rFonts w:ascii="Times New Roman" w:hAnsi="Times New Roman"/>
          <w:sz w:val="24"/>
          <w:szCs w:val="24"/>
        </w:rPr>
        <w:t xml:space="preserve"> Przed zakończeniem okresu rękojmi Zamawiający lub użytkownik obiektu wraz z Wykonawcą dokonują odbioru „po okresie rękojmi”. Odbiór taki wymaga przygotowania następujących dokumentów:</w:t>
      </w:r>
    </w:p>
    <w:p w14:paraId="0CD671AB" w14:textId="77777777" w:rsidR="00BD5252" w:rsidRPr="00D2605B" w:rsidRDefault="00BD5252" w:rsidP="00591406">
      <w:pPr>
        <w:pStyle w:val="Tekstpodstawowy"/>
        <w:numPr>
          <w:ilvl w:val="0"/>
          <w:numId w:val="36"/>
        </w:numPr>
        <w:tabs>
          <w:tab w:val="clear" w:pos="840"/>
        </w:tabs>
        <w:suppressAutoHyphens w:val="0"/>
        <w:spacing w:after="0"/>
        <w:ind w:left="567"/>
        <w:jc w:val="both"/>
        <w:rPr>
          <w:rFonts w:ascii="Times New Roman" w:hAnsi="Times New Roman"/>
          <w:b/>
          <w:sz w:val="24"/>
          <w:szCs w:val="24"/>
        </w:rPr>
      </w:pPr>
      <w:r w:rsidRPr="00D2605B">
        <w:rPr>
          <w:rFonts w:ascii="Times New Roman" w:hAnsi="Times New Roman"/>
          <w:sz w:val="24"/>
          <w:szCs w:val="24"/>
        </w:rPr>
        <w:t>umowy,</w:t>
      </w:r>
    </w:p>
    <w:p w14:paraId="19D3579C" w14:textId="77777777" w:rsidR="00BD5252" w:rsidRPr="00D2605B" w:rsidRDefault="00BD5252" w:rsidP="00591406">
      <w:pPr>
        <w:pStyle w:val="Tekstpodstawowy"/>
        <w:numPr>
          <w:ilvl w:val="0"/>
          <w:numId w:val="36"/>
        </w:numPr>
        <w:tabs>
          <w:tab w:val="clear" w:pos="840"/>
        </w:tabs>
        <w:suppressAutoHyphens w:val="0"/>
        <w:spacing w:after="0"/>
        <w:ind w:left="567"/>
        <w:jc w:val="both"/>
        <w:rPr>
          <w:rFonts w:ascii="Times New Roman" w:hAnsi="Times New Roman"/>
          <w:b/>
          <w:sz w:val="24"/>
          <w:szCs w:val="24"/>
        </w:rPr>
      </w:pPr>
      <w:r w:rsidRPr="00D2605B">
        <w:rPr>
          <w:rFonts w:ascii="Times New Roman" w:hAnsi="Times New Roman"/>
          <w:sz w:val="24"/>
          <w:szCs w:val="24"/>
        </w:rPr>
        <w:t>protokołu odbioru końcowego,</w:t>
      </w:r>
    </w:p>
    <w:p w14:paraId="5BD4AEC6" w14:textId="77777777" w:rsidR="00BD5252" w:rsidRPr="00D2605B" w:rsidRDefault="00BD5252" w:rsidP="00591406">
      <w:pPr>
        <w:pStyle w:val="Tekstpodstawowy"/>
        <w:numPr>
          <w:ilvl w:val="0"/>
          <w:numId w:val="36"/>
        </w:numPr>
        <w:tabs>
          <w:tab w:val="clear" w:pos="840"/>
        </w:tabs>
        <w:suppressAutoHyphens w:val="0"/>
        <w:spacing w:after="0"/>
        <w:ind w:left="567"/>
        <w:jc w:val="both"/>
        <w:rPr>
          <w:rFonts w:ascii="Times New Roman" w:hAnsi="Times New Roman"/>
          <w:b/>
          <w:sz w:val="24"/>
          <w:szCs w:val="24"/>
        </w:rPr>
      </w:pPr>
      <w:r w:rsidRPr="00D2605B">
        <w:rPr>
          <w:rFonts w:ascii="Times New Roman" w:hAnsi="Times New Roman"/>
          <w:sz w:val="24"/>
          <w:szCs w:val="24"/>
        </w:rPr>
        <w:t>dokumentów potwierdzających ewentualne usunięcie wad stwierdzonych podczas odbioru końcowego,</w:t>
      </w:r>
    </w:p>
    <w:p w14:paraId="0941B720" w14:textId="77777777" w:rsidR="00BD5252" w:rsidRPr="00D2605B" w:rsidRDefault="00BD5252" w:rsidP="00591406">
      <w:pPr>
        <w:pStyle w:val="Tekstpodstawowy"/>
        <w:numPr>
          <w:ilvl w:val="0"/>
          <w:numId w:val="36"/>
        </w:numPr>
        <w:tabs>
          <w:tab w:val="clear" w:pos="840"/>
        </w:tabs>
        <w:suppressAutoHyphens w:val="0"/>
        <w:spacing w:after="0"/>
        <w:ind w:left="567"/>
        <w:jc w:val="both"/>
        <w:rPr>
          <w:rFonts w:ascii="Times New Roman" w:hAnsi="Times New Roman"/>
          <w:b/>
          <w:sz w:val="24"/>
          <w:szCs w:val="24"/>
        </w:rPr>
      </w:pPr>
      <w:r w:rsidRPr="00D2605B">
        <w:rPr>
          <w:rFonts w:ascii="Times New Roman" w:hAnsi="Times New Roman"/>
          <w:sz w:val="24"/>
          <w:szCs w:val="24"/>
        </w:rPr>
        <w:t>dokumentów potwierdzających wad zgłoszonych w okresie rękojmi oraz potwierdzenia ich usunięcia,</w:t>
      </w:r>
    </w:p>
    <w:p w14:paraId="391B0E42" w14:textId="77777777" w:rsidR="00BD5252" w:rsidRPr="00D2605B" w:rsidRDefault="00BD5252" w:rsidP="00591406">
      <w:pPr>
        <w:pStyle w:val="Tekstpodstawowy"/>
        <w:numPr>
          <w:ilvl w:val="0"/>
          <w:numId w:val="36"/>
        </w:numPr>
        <w:tabs>
          <w:tab w:val="clear" w:pos="840"/>
        </w:tabs>
        <w:suppressAutoHyphens w:val="0"/>
        <w:spacing w:after="0"/>
        <w:ind w:left="567"/>
        <w:jc w:val="both"/>
        <w:rPr>
          <w:rFonts w:ascii="Times New Roman" w:hAnsi="Times New Roman"/>
          <w:b/>
          <w:sz w:val="24"/>
          <w:szCs w:val="24"/>
        </w:rPr>
      </w:pPr>
      <w:r w:rsidRPr="00D2605B">
        <w:rPr>
          <w:rFonts w:ascii="Times New Roman" w:hAnsi="Times New Roman"/>
          <w:sz w:val="24"/>
          <w:szCs w:val="24"/>
        </w:rPr>
        <w:t>innych dokumentów niezbędnych do dokonania czynności odbioru.</w:t>
      </w:r>
    </w:p>
    <w:p w14:paraId="5DFEC654" w14:textId="495BD4C0" w:rsidR="00BD5252" w:rsidRPr="00D2605B" w:rsidRDefault="00BD5252" w:rsidP="00591406">
      <w:pPr>
        <w:pStyle w:val="Tekstpodstawowy"/>
        <w:spacing w:after="0"/>
        <w:jc w:val="both"/>
        <w:rPr>
          <w:rFonts w:ascii="Times New Roman" w:hAnsi="Times New Roman"/>
          <w:sz w:val="24"/>
          <w:szCs w:val="24"/>
        </w:rPr>
      </w:pPr>
      <w:r w:rsidRPr="00D2605B">
        <w:rPr>
          <w:rFonts w:ascii="Times New Roman" w:hAnsi="Times New Roman"/>
          <w:sz w:val="24"/>
          <w:szCs w:val="24"/>
          <w:u w:val="single"/>
        </w:rPr>
        <w:t>Odbiór ostateczny:</w:t>
      </w:r>
      <w:r w:rsidRPr="00D2605B">
        <w:rPr>
          <w:rFonts w:ascii="Times New Roman" w:hAnsi="Times New Roman"/>
          <w:b/>
          <w:sz w:val="24"/>
          <w:szCs w:val="24"/>
        </w:rPr>
        <w:t xml:space="preserve"> </w:t>
      </w:r>
      <w:r w:rsidRPr="00D2605B">
        <w:rPr>
          <w:rFonts w:ascii="Times New Roman" w:hAnsi="Times New Roman"/>
          <w:sz w:val="24"/>
          <w:szCs w:val="24"/>
        </w:rPr>
        <w:t xml:space="preserve">Polega na ocenie wykonanych robót związanych </w:t>
      </w:r>
      <w:r w:rsidR="009C2875">
        <w:rPr>
          <w:rFonts w:ascii="Times New Roman" w:hAnsi="Times New Roman"/>
          <w:sz w:val="24"/>
          <w:szCs w:val="24"/>
        </w:rPr>
        <w:t xml:space="preserve">z </w:t>
      </w:r>
      <w:r w:rsidRPr="00D2605B">
        <w:rPr>
          <w:rFonts w:ascii="Times New Roman" w:hAnsi="Times New Roman"/>
          <w:sz w:val="24"/>
          <w:szCs w:val="24"/>
        </w:rPr>
        <w:t xml:space="preserve">usunięciem wad stwierdzonych przy odbiorze końcowym, odbiorze po okresie </w:t>
      </w:r>
      <w:r w:rsidR="009F02F7">
        <w:rPr>
          <w:rFonts w:ascii="Times New Roman" w:hAnsi="Times New Roman"/>
          <w:sz w:val="24"/>
          <w:szCs w:val="24"/>
        </w:rPr>
        <w:t>rękojmi oraz wad zaistniałych w </w:t>
      </w:r>
      <w:r w:rsidRPr="00D2605B">
        <w:rPr>
          <w:rFonts w:ascii="Times New Roman" w:hAnsi="Times New Roman"/>
          <w:sz w:val="24"/>
          <w:szCs w:val="24"/>
        </w:rPr>
        <w:t>okresie gwarancji.</w:t>
      </w:r>
    </w:p>
    <w:p w14:paraId="120B61E1" w14:textId="77777777" w:rsidR="00BD5252" w:rsidRPr="00D2605B" w:rsidRDefault="00BD5252" w:rsidP="00B27FFC">
      <w:pPr>
        <w:pStyle w:val="Tekstpodstawowy"/>
        <w:numPr>
          <w:ilvl w:val="0"/>
          <w:numId w:val="47"/>
        </w:numPr>
        <w:spacing w:after="0"/>
        <w:jc w:val="both"/>
        <w:rPr>
          <w:rFonts w:ascii="Times New Roman" w:hAnsi="Times New Roman"/>
          <w:sz w:val="24"/>
          <w:szCs w:val="24"/>
        </w:rPr>
      </w:pPr>
      <w:r w:rsidRPr="00D2605B">
        <w:rPr>
          <w:rFonts w:ascii="Times New Roman" w:hAnsi="Times New Roman"/>
          <w:sz w:val="24"/>
          <w:szCs w:val="24"/>
        </w:rPr>
        <w:t>Do odbioru obiektu budowlanego Wykonawca zobowiązany jest przygotować następujące dokumenty:</w:t>
      </w:r>
    </w:p>
    <w:p w14:paraId="59B6B4A7" w14:textId="49CDE92D"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oświadczenie kierownika budowy o zgodności wykonania obiekt</w:t>
      </w:r>
      <w:r w:rsidR="009F02F7">
        <w:rPr>
          <w:rFonts w:ascii="Times New Roman" w:hAnsi="Times New Roman"/>
          <w:sz w:val="24"/>
          <w:szCs w:val="24"/>
        </w:rPr>
        <w:t>u budowlanego z </w:t>
      </w:r>
      <w:r w:rsidR="00344703">
        <w:rPr>
          <w:rFonts w:ascii="Times New Roman" w:hAnsi="Times New Roman"/>
          <w:sz w:val="24"/>
          <w:szCs w:val="24"/>
        </w:rPr>
        <w:t xml:space="preserve">projektem oraz </w:t>
      </w:r>
      <w:r w:rsidRPr="00D2605B">
        <w:rPr>
          <w:rFonts w:ascii="Times New Roman" w:hAnsi="Times New Roman"/>
          <w:sz w:val="24"/>
          <w:szCs w:val="24"/>
        </w:rPr>
        <w:t>o doprowadzeniu do należytego stanu i porządku terenu budowy,</w:t>
      </w:r>
    </w:p>
    <w:p w14:paraId="513D422F"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dokumentację powykonawczą z naniesionymi zmianami dokonanymi w trakcie wykonania robót, potwierdzonymi przez projektanta, inspektora nadzoru inwestorskiego oraz geodezyjnymi pomiarami powykonawczymi,</w:t>
      </w:r>
    </w:p>
    <w:p w14:paraId="3620E4E9"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specyfikacje techniczne wykonania i odbioru robót,</w:t>
      </w:r>
    </w:p>
    <w:p w14:paraId="26FA7E56"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recepty i ustalenia technologiczne,</w:t>
      </w:r>
    </w:p>
    <w:p w14:paraId="72CD6BDA"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dziennik budowy i książkę obmiaru robót,</w:t>
      </w:r>
    </w:p>
    <w:p w14:paraId="4DAF7664"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 xml:space="preserve">wyniki badań kontrolnych i laboratoryjnych </w:t>
      </w:r>
    </w:p>
    <w:p w14:paraId="5F5DBF41"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protokoły odbiorów częściowych, etapowych, robót zanikających, ulegających zakryciu,</w:t>
      </w:r>
    </w:p>
    <w:p w14:paraId="2A7F1428"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aprobaty techniczne, deklaracje zgodności lub certyfikaty wbudowanych materiałów, certyfikaty na znak bezpieczeństwa,</w:t>
      </w:r>
    </w:p>
    <w:p w14:paraId="6834F974"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program zapewnienia jakości, o ile był wymagany,</w:t>
      </w:r>
    </w:p>
    <w:p w14:paraId="5352B673"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rysunki (dokumentacje) na wykonanie robót towarzyszących inwestycji np. przełożenie instalacji podziemnych oraz protokoły odbioru i przekazania tych robót właścicielom instalacji,</w:t>
      </w:r>
    </w:p>
    <w:p w14:paraId="272E356B"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geodezyjną inwentaryzację powykonawczą robót i sieci uzbrojenia terenu,</w:t>
      </w:r>
    </w:p>
    <w:p w14:paraId="32C402F8"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kopię mapy zasadniczej powstałej w wyniku geodezyjnej inwentaryzacji powykonawczej oraz współrzędne, przekroje, szkice geodezyjne, wykaz działek itp.,</w:t>
      </w:r>
    </w:p>
    <w:p w14:paraId="24B2A74E"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dokumentacje wbijania ścianki, kołków, pali itp.,</w:t>
      </w:r>
    </w:p>
    <w:p w14:paraId="74C9328D" w14:textId="77777777" w:rsidR="00BD5252" w:rsidRPr="00D2605B" w:rsidRDefault="00BD5252" w:rsidP="00591406">
      <w:pPr>
        <w:pStyle w:val="Tekstpodstawowy"/>
        <w:numPr>
          <w:ilvl w:val="0"/>
          <w:numId w:val="37"/>
        </w:numPr>
        <w:suppressAutoHyphens w:val="0"/>
        <w:spacing w:after="0"/>
        <w:jc w:val="both"/>
        <w:rPr>
          <w:rFonts w:ascii="Times New Roman" w:hAnsi="Times New Roman"/>
          <w:sz w:val="24"/>
          <w:szCs w:val="24"/>
        </w:rPr>
      </w:pPr>
      <w:r w:rsidRPr="00D2605B">
        <w:rPr>
          <w:rFonts w:ascii="Times New Roman" w:hAnsi="Times New Roman"/>
          <w:sz w:val="24"/>
          <w:szCs w:val="24"/>
        </w:rPr>
        <w:t>karty gw</w:t>
      </w:r>
      <w:r w:rsidR="00E1448B" w:rsidRPr="00D2605B">
        <w:rPr>
          <w:rFonts w:ascii="Times New Roman" w:hAnsi="Times New Roman"/>
          <w:sz w:val="24"/>
          <w:szCs w:val="24"/>
        </w:rPr>
        <w:t>arancyjne urządzeń technicznych.</w:t>
      </w:r>
    </w:p>
    <w:p w14:paraId="65A5358B" w14:textId="77777777" w:rsidR="00BD5252" w:rsidRPr="00C840B2" w:rsidRDefault="00BD5252" w:rsidP="00C840B2">
      <w:pPr>
        <w:pStyle w:val="Tekstpodstawowy"/>
        <w:spacing w:after="0"/>
        <w:jc w:val="both"/>
        <w:rPr>
          <w:rFonts w:ascii="Times New Roman" w:hAnsi="Times New Roman"/>
          <w:sz w:val="24"/>
          <w:szCs w:val="24"/>
        </w:rPr>
      </w:pPr>
      <w:r w:rsidRPr="00C840B2">
        <w:rPr>
          <w:rFonts w:ascii="Times New Roman" w:hAnsi="Times New Roman"/>
          <w:sz w:val="24"/>
          <w:szCs w:val="24"/>
        </w:rPr>
        <w:t xml:space="preserve">Całość materiałów ma być przekazana Zamawiającemu, co najmniej w wersji potwierdzonej za zgodność z oryginałem oraz w tłumaczeniu na język polski. Dokumentacja powykonawcza winna zawierać szczegółowy spis zawartości przekazywanych dokumentów oraz winna być przekazana w formie uporządkowanej w teczkach, skoroszytach itp. </w:t>
      </w:r>
    </w:p>
    <w:p w14:paraId="0E040C1C" w14:textId="146BA959" w:rsidR="00477CFE" w:rsidRDefault="00672B78" w:rsidP="00B27FFC">
      <w:pPr>
        <w:pStyle w:val="Akapitzlist"/>
        <w:numPr>
          <w:ilvl w:val="0"/>
          <w:numId w:val="47"/>
        </w:numPr>
        <w:spacing w:after="0"/>
        <w:jc w:val="both"/>
        <w:rPr>
          <w:rFonts w:ascii="Times New Roman" w:hAnsi="Times New Roman" w:cs="Times New Roman"/>
          <w:sz w:val="24"/>
          <w:szCs w:val="24"/>
        </w:rPr>
      </w:pPr>
      <w:r w:rsidRPr="00C840B2">
        <w:rPr>
          <w:rFonts w:ascii="Times New Roman" w:hAnsi="Times New Roman" w:cs="Times New Roman"/>
          <w:sz w:val="24"/>
          <w:szCs w:val="24"/>
        </w:rPr>
        <w:t xml:space="preserve">Wykonawca wykonuje wszystkie działania i prace określone według niniejszego Opisu przedmiotu zamówienia i umowy w ramach środków </w:t>
      </w:r>
      <w:r w:rsidR="009F02F7">
        <w:rPr>
          <w:rFonts w:ascii="Times New Roman" w:hAnsi="Times New Roman" w:cs="Times New Roman"/>
          <w:sz w:val="24"/>
          <w:szCs w:val="24"/>
        </w:rPr>
        <w:t>finansowych określonych umową w </w:t>
      </w:r>
      <w:r w:rsidR="00A810CF" w:rsidRPr="00C840B2">
        <w:rPr>
          <w:rFonts w:ascii="Times New Roman" w:hAnsi="Times New Roman" w:cs="Times New Roman"/>
          <w:sz w:val="24"/>
          <w:szCs w:val="24"/>
        </w:rPr>
        <w:t>§ 4 ust. 1</w:t>
      </w:r>
      <w:r w:rsidRPr="00C840B2">
        <w:rPr>
          <w:rFonts w:ascii="Times New Roman" w:hAnsi="Times New Roman" w:cs="Times New Roman"/>
          <w:sz w:val="24"/>
          <w:szCs w:val="24"/>
        </w:rPr>
        <w:t>. Zamawiający nie pokrywa</w:t>
      </w:r>
      <w:r w:rsidR="009C2875">
        <w:rPr>
          <w:rFonts w:ascii="Times New Roman" w:hAnsi="Times New Roman" w:cs="Times New Roman"/>
          <w:sz w:val="24"/>
          <w:szCs w:val="24"/>
        </w:rPr>
        <w:t xml:space="preserve"> i nie zwraca</w:t>
      </w:r>
      <w:r w:rsidRPr="00C840B2">
        <w:rPr>
          <w:rFonts w:ascii="Times New Roman" w:hAnsi="Times New Roman" w:cs="Times New Roman"/>
          <w:sz w:val="24"/>
          <w:szCs w:val="24"/>
        </w:rPr>
        <w:t xml:space="preserve"> dodatkowych kosztów realizacji niniejszej umowy</w:t>
      </w:r>
      <w:r w:rsidR="00FD1503" w:rsidRPr="00C840B2">
        <w:rPr>
          <w:rFonts w:ascii="Times New Roman" w:hAnsi="Times New Roman" w:cs="Times New Roman"/>
          <w:sz w:val="24"/>
          <w:szCs w:val="24"/>
        </w:rPr>
        <w:t xml:space="preserve"> (w tym pobierania dodatkowych próbek materiałów</w:t>
      </w:r>
      <w:r w:rsidR="00316AE6" w:rsidRPr="00C840B2">
        <w:rPr>
          <w:rFonts w:ascii="Times New Roman" w:hAnsi="Times New Roman" w:cs="Times New Roman"/>
          <w:sz w:val="24"/>
          <w:szCs w:val="24"/>
        </w:rPr>
        <w:t>, zakupu dziennika budowy</w:t>
      </w:r>
      <w:r w:rsidR="0017436E" w:rsidRPr="00C840B2">
        <w:rPr>
          <w:rFonts w:ascii="Times New Roman" w:hAnsi="Times New Roman" w:cs="Times New Roman"/>
          <w:sz w:val="24"/>
          <w:szCs w:val="24"/>
        </w:rPr>
        <w:t xml:space="preserve"> itd.</w:t>
      </w:r>
      <w:r w:rsidR="00E461BB" w:rsidRPr="00C840B2">
        <w:rPr>
          <w:rFonts w:ascii="Times New Roman" w:hAnsi="Times New Roman" w:cs="Times New Roman"/>
          <w:sz w:val="24"/>
          <w:szCs w:val="24"/>
        </w:rPr>
        <w:t>)</w:t>
      </w:r>
      <w:r w:rsidRPr="00C840B2">
        <w:rPr>
          <w:rFonts w:ascii="Times New Roman" w:hAnsi="Times New Roman" w:cs="Times New Roman"/>
          <w:sz w:val="24"/>
          <w:szCs w:val="24"/>
        </w:rPr>
        <w:t>.</w:t>
      </w:r>
    </w:p>
    <w:p w14:paraId="4C515641" w14:textId="77777777" w:rsidR="00477CFE" w:rsidRDefault="00065654" w:rsidP="00B27FFC">
      <w:pPr>
        <w:pStyle w:val="Akapitzlist"/>
        <w:numPr>
          <w:ilvl w:val="0"/>
          <w:numId w:val="47"/>
        </w:numPr>
        <w:spacing w:after="0"/>
        <w:jc w:val="both"/>
        <w:rPr>
          <w:rFonts w:ascii="Times New Roman" w:hAnsi="Times New Roman" w:cs="Times New Roman"/>
          <w:sz w:val="24"/>
          <w:szCs w:val="24"/>
        </w:rPr>
      </w:pPr>
      <w:r w:rsidRPr="00477CFE">
        <w:rPr>
          <w:rFonts w:ascii="Times New Roman" w:hAnsi="Times New Roman" w:cs="Times New Roman"/>
          <w:sz w:val="24"/>
          <w:szCs w:val="24"/>
        </w:rPr>
        <w:t>Prace  należy  wykonywać z</w:t>
      </w:r>
      <w:r w:rsidR="00335679" w:rsidRPr="00477CFE">
        <w:rPr>
          <w:rFonts w:ascii="Times New Roman" w:hAnsi="Times New Roman" w:cs="Times New Roman"/>
          <w:sz w:val="24"/>
          <w:szCs w:val="24"/>
        </w:rPr>
        <w:t xml:space="preserve"> </w:t>
      </w:r>
      <w:r w:rsidRPr="00477CFE">
        <w:rPr>
          <w:rFonts w:ascii="Times New Roman" w:hAnsi="Times New Roman" w:cs="Times New Roman"/>
          <w:sz w:val="24"/>
          <w:szCs w:val="24"/>
        </w:rPr>
        <w:t>zachowaniem zakazów</w:t>
      </w:r>
      <w:r w:rsidR="00335679" w:rsidRPr="00477CFE">
        <w:rPr>
          <w:rFonts w:ascii="Times New Roman" w:hAnsi="Times New Roman" w:cs="Times New Roman"/>
          <w:sz w:val="24"/>
          <w:szCs w:val="24"/>
        </w:rPr>
        <w:t xml:space="preserve"> </w:t>
      </w:r>
      <w:r w:rsidR="00D87861" w:rsidRPr="00477CFE">
        <w:rPr>
          <w:rFonts w:ascii="Times New Roman" w:hAnsi="Times New Roman" w:cs="Times New Roman"/>
          <w:sz w:val="24"/>
          <w:szCs w:val="24"/>
        </w:rPr>
        <w:t>obowiązujących względem</w:t>
      </w:r>
      <w:r w:rsidR="00335679" w:rsidRPr="00477CFE">
        <w:rPr>
          <w:rFonts w:ascii="Times New Roman" w:hAnsi="Times New Roman" w:cs="Times New Roman"/>
          <w:sz w:val="24"/>
          <w:szCs w:val="24"/>
        </w:rPr>
        <w:t xml:space="preserve"> gatunków  </w:t>
      </w:r>
      <w:r w:rsidR="00D87861" w:rsidRPr="00477CFE">
        <w:rPr>
          <w:rFonts w:ascii="Times New Roman" w:hAnsi="Times New Roman" w:cs="Times New Roman"/>
          <w:sz w:val="24"/>
          <w:szCs w:val="24"/>
        </w:rPr>
        <w:t>objętych ochroną gatunkową</w:t>
      </w:r>
      <w:r w:rsidR="00335679" w:rsidRPr="00477CFE">
        <w:rPr>
          <w:rFonts w:ascii="Times New Roman" w:hAnsi="Times New Roman" w:cs="Times New Roman"/>
          <w:sz w:val="24"/>
          <w:szCs w:val="24"/>
        </w:rPr>
        <w:t xml:space="preserve">.  Przed przystąpieniem  do  prac  Wykonawca </w:t>
      </w:r>
      <w:r w:rsidR="00477CFE">
        <w:rPr>
          <w:rFonts w:ascii="Times New Roman" w:hAnsi="Times New Roman" w:cs="Times New Roman"/>
          <w:sz w:val="24"/>
          <w:szCs w:val="24"/>
        </w:rPr>
        <w:t>z ekspertem przyrodnikiem</w:t>
      </w:r>
      <w:r w:rsidR="00335679" w:rsidRPr="00477CFE">
        <w:rPr>
          <w:rFonts w:ascii="Times New Roman" w:hAnsi="Times New Roman" w:cs="Times New Roman"/>
          <w:sz w:val="24"/>
          <w:szCs w:val="24"/>
        </w:rPr>
        <w:t xml:space="preserve"> zobowiązany  jest  do  dokonania  wizji  lokalnej  w  terenie  pod  kątem występowania </w:t>
      </w:r>
      <w:r w:rsidR="00D87861" w:rsidRPr="00477CFE">
        <w:rPr>
          <w:rFonts w:ascii="Times New Roman" w:hAnsi="Times New Roman" w:cs="Times New Roman"/>
          <w:sz w:val="24"/>
          <w:szCs w:val="24"/>
        </w:rPr>
        <w:t xml:space="preserve">siedlisk zwierząt, </w:t>
      </w:r>
      <w:r w:rsidR="00335679" w:rsidRPr="00477CFE">
        <w:rPr>
          <w:rFonts w:ascii="Times New Roman" w:hAnsi="Times New Roman" w:cs="Times New Roman"/>
          <w:sz w:val="24"/>
          <w:szCs w:val="24"/>
        </w:rPr>
        <w:t>ptaków, nietoperzy, owadów</w:t>
      </w:r>
      <w:r w:rsidR="00ED182A" w:rsidRPr="00477CFE">
        <w:rPr>
          <w:rFonts w:ascii="Times New Roman" w:hAnsi="Times New Roman" w:cs="Times New Roman"/>
          <w:sz w:val="24"/>
          <w:szCs w:val="24"/>
        </w:rPr>
        <w:t>, porostów</w:t>
      </w:r>
      <w:r w:rsidR="00D87861" w:rsidRPr="00477CFE">
        <w:rPr>
          <w:rFonts w:ascii="Times New Roman" w:hAnsi="Times New Roman" w:cs="Times New Roman"/>
          <w:sz w:val="24"/>
          <w:szCs w:val="24"/>
        </w:rPr>
        <w:t xml:space="preserve"> itd</w:t>
      </w:r>
      <w:r w:rsidR="00335679" w:rsidRPr="00477CFE">
        <w:rPr>
          <w:rFonts w:ascii="Times New Roman" w:hAnsi="Times New Roman" w:cs="Times New Roman"/>
          <w:sz w:val="24"/>
          <w:szCs w:val="24"/>
        </w:rPr>
        <w:t>. W przypadku stwierdzenia obecności gatunków chronionych lub ich siedlisk należy niezwłocznie poinformować</w:t>
      </w:r>
      <w:r w:rsidR="00D80619" w:rsidRPr="00477CFE">
        <w:rPr>
          <w:rFonts w:ascii="Times New Roman" w:hAnsi="Times New Roman" w:cs="Times New Roman"/>
          <w:sz w:val="24"/>
          <w:szCs w:val="24"/>
        </w:rPr>
        <w:t xml:space="preserve"> Regionalną Dyrekcję Ochrony Środowiska w Bydgoszczy. </w:t>
      </w:r>
    </w:p>
    <w:p w14:paraId="6766CB69" w14:textId="29201BB5" w:rsidR="003A5EC4" w:rsidRDefault="00D80619" w:rsidP="00B27FFC">
      <w:pPr>
        <w:pStyle w:val="Akapitzlist"/>
        <w:numPr>
          <w:ilvl w:val="0"/>
          <w:numId w:val="47"/>
        </w:numPr>
        <w:spacing w:after="0"/>
        <w:jc w:val="both"/>
        <w:rPr>
          <w:rFonts w:ascii="Times New Roman" w:hAnsi="Times New Roman" w:cs="Times New Roman"/>
          <w:sz w:val="24"/>
          <w:szCs w:val="24"/>
        </w:rPr>
      </w:pPr>
      <w:r w:rsidRPr="00477CFE">
        <w:rPr>
          <w:rFonts w:ascii="Times New Roman" w:hAnsi="Times New Roman" w:cs="Times New Roman"/>
          <w:sz w:val="24"/>
          <w:szCs w:val="24"/>
        </w:rPr>
        <w:t xml:space="preserve">Wykonawca zobowiązany jest posiadać ubezpieczenie </w:t>
      </w:r>
      <w:r w:rsidR="009F02F7">
        <w:rPr>
          <w:rFonts w:ascii="Times New Roman" w:hAnsi="Times New Roman" w:cs="Times New Roman"/>
          <w:sz w:val="24"/>
          <w:szCs w:val="24"/>
        </w:rPr>
        <w:t>od odpowiedzialności cywilnej w </w:t>
      </w:r>
      <w:r w:rsidR="00BB651C" w:rsidRPr="00477CFE">
        <w:rPr>
          <w:rFonts w:ascii="Times New Roman" w:hAnsi="Times New Roman" w:cs="Times New Roman"/>
          <w:sz w:val="24"/>
          <w:szCs w:val="24"/>
        </w:rPr>
        <w:t>zakresie prowadzonej działalnośc</w:t>
      </w:r>
      <w:r w:rsidRPr="00477CFE">
        <w:rPr>
          <w:rFonts w:ascii="Times New Roman" w:hAnsi="Times New Roman" w:cs="Times New Roman"/>
          <w:sz w:val="24"/>
          <w:szCs w:val="24"/>
        </w:rPr>
        <w:t>i związanej z przedmiotem umowy.</w:t>
      </w:r>
    </w:p>
    <w:p w14:paraId="6D966624" w14:textId="77777777" w:rsidR="00142686" w:rsidRPr="00691C1F" w:rsidRDefault="00937136" w:rsidP="00B27FFC">
      <w:pPr>
        <w:pStyle w:val="Akapitzlist"/>
        <w:numPr>
          <w:ilvl w:val="0"/>
          <w:numId w:val="47"/>
        </w:numPr>
        <w:spacing w:after="0"/>
        <w:jc w:val="both"/>
        <w:rPr>
          <w:rFonts w:ascii="Times New Roman" w:hAnsi="Times New Roman" w:cs="Times New Roman"/>
          <w:sz w:val="24"/>
          <w:szCs w:val="24"/>
        </w:rPr>
      </w:pPr>
      <w:r w:rsidRPr="00691C1F">
        <w:rPr>
          <w:rFonts w:ascii="Times New Roman" w:hAnsi="Times New Roman" w:cs="Times New Roman"/>
          <w:sz w:val="24"/>
          <w:szCs w:val="24"/>
        </w:rPr>
        <w:t>Wykonawca po obszarze rezerwatu będzie poruszał się pieszo po istniejących  ścieżkach i duktach (materiał można dowieść po istniejących drogach leśnych).</w:t>
      </w:r>
    </w:p>
    <w:p w14:paraId="3DD95B9B" w14:textId="77777777" w:rsidR="00D742DA" w:rsidRPr="00D2605B" w:rsidRDefault="00D742DA" w:rsidP="00B27FFC">
      <w:pPr>
        <w:numPr>
          <w:ilvl w:val="0"/>
          <w:numId w:val="47"/>
        </w:numPr>
        <w:spacing w:after="0"/>
        <w:jc w:val="both"/>
        <w:rPr>
          <w:rFonts w:ascii="Times New Roman" w:hAnsi="Times New Roman" w:cs="Times New Roman"/>
          <w:sz w:val="24"/>
          <w:szCs w:val="24"/>
        </w:rPr>
      </w:pPr>
      <w:r w:rsidRPr="00D2605B">
        <w:rPr>
          <w:rFonts w:ascii="Times New Roman" w:hAnsi="Times New Roman" w:cs="Times New Roman"/>
          <w:sz w:val="24"/>
          <w:szCs w:val="24"/>
        </w:rPr>
        <w:t>Wykonawca zobowiązany jest do przekazania Zamawiającemu</w:t>
      </w:r>
      <w:r w:rsidR="002A1397">
        <w:rPr>
          <w:rFonts w:ascii="Times New Roman" w:hAnsi="Times New Roman" w:cs="Times New Roman"/>
          <w:sz w:val="24"/>
          <w:szCs w:val="24"/>
        </w:rPr>
        <w:t>, Inspektorowi nadzoru</w:t>
      </w:r>
      <w:r w:rsidRPr="00D2605B">
        <w:rPr>
          <w:rFonts w:ascii="Times New Roman" w:hAnsi="Times New Roman" w:cs="Times New Roman"/>
          <w:sz w:val="24"/>
          <w:szCs w:val="24"/>
        </w:rPr>
        <w:t xml:space="preserve"> oraz zarządcy terenu (Nadleśnictwo </w:t>
      </w:r>
      <w:r w:rsidR="00CB2DB7" w:rsidRPr="00D2605B">
        <w:rPr>
          <w:rFonts w:ascii="Times New Roman" w:hAnsi="Times New Roman" w:cs="Times New Roman"/>
          <w:sz w:val="24"/>
          <w:szCs w:val="24"/>
        </w:rPr>
        <w:t>Brodnica</w:t>
      </w:r>
      <w:r w:rsidRPr="00D2605B">
        <w:rPr>
          <w:rFonts w:ascii="Times New Roman" w:hAnsi="Times New Roman" w:cs="Times New Roman"/>
          <w:sz w:val="24"/>
          <w:szCs w:val="24"/>
        </w:rPr>
        <w:t>) informacji o zakończonych pracach.</w:t>
      </w:r>
    </w:p>
    <w:p w14:paraId="569C0BC5" w14:textId="77777777" w:rsidR="00C9655C" w:rsidRPr="00D2605B" w:rsidRDefault="00C9655C" w:rsidP="00B27FFC">
      <w:pPr>
        <w:numPr>
          <w:ilvl w:val="0"/>
          <w:numId w:val="47"/>
        </w:numPr>
        <w:spacing w:after="0"/>
        <w:jc w:val="both"/>
        <w:rPr>
          <w:rFonts w:ascii="Times New Roman" w:hAnsi="Times New Roman" w:cs="Times New Roman"/>
          <w:sz w:val="24"/>
          <w:szCs w:val="24"/>
        </w:rPr>
      </w:pPr>
      <w:r w:rsidRPr="00D2605B">
        <w:rPr>
          <w:rFonts w:ascii="Times New Roman" w:hAnsi="Times New Roman" w:cs="Times New Roman"/>
          <w:sz w:val="24"/>
          <w:szCs w:val="24"/>
        </w:rPr>
        <w:t>Wykonawca zobowiązany jest do wykonania prac ko</w:t>
      </w:r>
      <w:r w:rsidR="005C0A19">
        <w:rPr>
          <w:rFonts w:ascii="Times New Roman" w:hAnsi="Times New Roman" w:cs="Times New Roman"/>
          <w:sz w:val="24"/>
          <w:szCs w:val="24"/>
        </w:rPr>
        <w:t>sztem i staraniem własnym.</w:t>
      </w:r>
      <w:r w:rsidRPr="00D2605B">
        <w:rPr>
          <w:rFonts w:ascii="Times New Roman" w:hAnsi="Times New Roman" w:cs="Times New Roman"/>
          <w:sz w:val="24"/>
          <w:szCs w:val="24"/>
        </w:rPr>
        <w:t xml:space="preserve"> </w:t>
      </w:r>
    </w:p>
    <w:p w14:paraId="3B7C62D4" w14:textId="77777777" w:rsidR="00D742DA" w:rsidRDefault="00D742DA" w:rsidP="00B27FFC">
      <w:pPr>
        <w:numPr>
          <w:ilvl w:val="0"/>
          <w:numId w:val="47"/>
        </w:numPr>
        <w:spacing w:after="0"/>
        <w:jc w:val="both"/>
        <w:rPr>
          <w:rFonts w:ascii="Times New Roman" w:hAnsi="Times New Roman" w:cs="Times New Roman"/>
          <w:sz w:val="24"/>
          <w:szCs w:val="24"/>
        </w:rPr>
      </w:pPr>
      <w:r w:rsidRPr="00D2605B">
        <w:rPr>
          <w:rFonts w:ascii="Times New Roman" w:hAnsi="Times New Roman" w:cs="Times New Roman"/>
          <w:sz w:val="24"/>
          <w:szCs w:val="24"/>
        </w:rPr>
        <w:t>Zamawiający zastrzega sobie prawo do kontroli prawidłowości wykonywania przez Wykonawcę prac objętych umową na każdym etapie ich realizacji</w:t>
      </w:r>
      <w:r w:rsidR="002F23D0">
        <w:rPr>
          <w:rFonts w:ascii="Times New Roman" w:hAnsi="Times New Roman" w:cs="Times New Roman"/>
          <w:sz w:val="24"/>
          <w:szCs w:val="24"/>
        </w:rPr>
        <w:t xml:space="preserve"> wraz z Inspektorem nadzoru</w:t>
      </w:r>
      <w:r w:rsidRPr="00D2605B">
        <w:rPr>
          <w:rFonts w:ascii="Times New Roman" w:hAnsi="Times New Roman" w:cs="Times New Roman"/>
          <w:sz w:val="24"/>
          <w:szCs w:val="24"/>
        </w:rPr>
        <w:t>.</w:t>
      </w:r>
    </w:p>
    <w:p w14:paraId="2DE825D3" w14:textId="77777777" w:rsidR="009E7B83" w:rsidRPr="0065497C" w:rsidRDefault="009E7B83" w:rsidP="009E7B83">
      <w:pPr>
        <w:pStyle w:val="Akapitzlist1"/>
        <w:numPr>
          <w:ilvl w:val="0"/>
          <w:numId w:val="47"/>
        </w:numPr>
        <w:autoSpaceDN w:val="0"/>
        <w:spacing w:after="0"/>
        <w:jc w:val="both"/>
        <w:rPr>
          <w:rFonts w:ascii="Times New Roman" w:hAnsi="Times New Roman" w:cs="Times New Roman"/>
          <w:color w:val="0D0D0D" w:themeColor="text1" w:themeTint="F2"/>
          <w:sz w:val="24"/>
          <w:szCs w:val="24"/>
        </w:rPr>
      </w:pPr>
      <w:r w:rsidRPr="0065497C">
        <w:rPr>
          <w:rFonts w:ascii="Times New Roman" w:hAnsi="Times New Roman" w:cs="Times New Roman"/>
          <w:color w:val="0D0D0D" w:themeColor="text1" w:themeTint="F2"/>
          <w:sz w:val="24"/>
          <w:szCs w:val="24"/>
        </w:rPr>
        <w:t xml:space="preserve">Wszelkie dokumenty i materiały będące własnością Zamawiającego, a przekazane </w:t>
      </w:r>
      <w:r>
        <w:rPr>
          <w:rFonts w:ascii="Times New Roman" w:hAnsi="Times New Roman" w:cs="Times New Roman"/>
          <w:sz w:val="24"/>
          <w:szCs w:val="24"/>
        </w:rPr>
        <w:t xml:space="preserve">Wykonawcy </w:t>
      </w:r>
      <w:r w:rsidRPr="0065497C">
        <w:rPr>
          <w:rFonts w:ascii="Times New Roman" w:hAnsi="Times New Roman" w:cs="Times New Roman"/>
          <w:color w:val="0D0D0D" w:themeColor="text1" w:themeTint="F2"/>
          <w:sz w:val="24"/>
          <w:szCs w:val="24"/>
        </w:rPr>
        <w:t xml:space="preserve">w celu umożliwienia mu prawidłowej realizacji </w:t>
      </w:r>
      <w:r>
        <w:rPr>
          <w:rFonts w:ascii="Times New Roman" w:hAnsi="Times New Roman" w:cs="Times New Roman"/>
          <w:color w:val="0D0D0D" w:themeColor="text1" w:themeTint="F2"/>
          <w:sz w:val="24"/>
          <w:szCs w:val="24"/>
        </w:rPr>
        <w:t>niniejszego przedmiotu zamówienia</w:t>
      </w:r>
      <w:r w:rsidRPr="0065497C">
        <w:rPr>
          <w:rFonts w:ascii="Times New Roman" w:hAnsi="Times New Roman" w:cs="Times New Roman"/>
          <w:color w:val="0D0D0D" w:themeColor="text1" w:themeTint="F2"/>
          <w:sz w:val="24"/>
          <w:szCs w:val="24"/>
        </w:rPr>
        <w:t xml:space="preserve">, pozostają wyłączną własnością Zamawiającego. </w:t>
      </w:r>
    </w:p>
    <w:p w14:paraId="3DFFDC14" w14:textId="77777777" w:rsidR="009E7B83" w:rsidRPr="0065497C" w:rsidRDefault="009E7B83" w:rsidP="009E7B83">
      <w:pPr>
        <w:pStyle w:val="Akapitzlist1"/>
        <w:numPr>
          <w:ilvl w:val="0"/>
          <w:numId w:val="47"/>
        </w:numPr>
        <w:autoSpaceDN w:val="0"/>
        <w:spacing w:after="0"/>
        <w:jc w:val="both"/>
        <w:rPr>
          <w:rFonts w:ascii="Times New Roman" w:hAnsi="Times New Roman" w:cs="Times New Roman"/>
          <w:color w:val="0D0D0D" w:themeColor="text1" w:themeTint="F2"/>
          <w:sz w:val="24"/>
          <w:szCs w:val="24"/>
        </w:rPr>
      </w:pPr>
      <w:r w:rsidRPr="00D2605B">
        <w:rPr>
          <w:rFonts w:ascii="Times New Roman" w:hAnsi="Times New Roman" w:cs="Times New Roman"/>
          <w:sz w:val="24"/>
          <w:szCs w:val="24"/>
        </w:rPr>
        <w:t xml:space="preserve">Wykonawca </w:t>
      </w:r>
      <w:r w:rsidRPr="0065497C">
        <w:rPr>
          <w:rFonts w:ascii="Times New Roman" w:hAnsi="Times New Roman" w:cs="Times New Roman"/>
          <w:color w:val="0D0D0D" w:themeColor="text1" w:themeTint="F2"/>
          <w:sz w:val="24"/>
          <w:szCs w:val="24"/>
        </w:rPr>
        <w:t xml:space="preserve">nie może dystrybuować w żaden sposób dokumentów i materiałów, o których mowa powyżej, nie może także ich powielać w całości, ani w części bez uzyskania wcześniejszej pisemnej zgody Zamawiającego. Zamawiający może wydać taką zgodę według własnego uznania. </w:t>
      </w:r>
    </w:p>
    <w:p w14:paraId="1BAACF99" w14:textId="77777777" w:rsidR="009E7B83" w:rsidRPr="009E7B83" w:rsidRDefault="009E7B83" w:rsidP="009E7B83">
      <w:pPr>
        <w:pStyle w:val="Akapitzlist1"/>
        <w:numPr>
          <w:ilvl w:val="0"/>
          <w:numId w:val="47"/>
        </w:numPr>
        <w:autoSpaceDN w:val="0"/>
        <w:spacing w:after="0"/>
        <w:jc w:val="both"/>
        <w:rPr>
          <w:rFonts w:ascii="Times New Roman" w:hAnsi="Times New Roman" w:cs="Times New Roman"/>
          <w:color w:val="0D0D0D" w:themeColor="text1" w:themeTint="F2"/>
          <w:sz w:val="24"/>
          <w:szCs w:val="24"/>
        </w:rPr>
      </w:pPr>
      <w:r w:rsidRPr="00D2605B">
        <w:rPr>
          <w:rFonts w:ascii="Times New Roman" w:hAnsi="Times New Roman" w:cs="Times New Roman"/>
          <w:sz w:val="24"/>
          <w:szCs w:val="24"/>
        </w:rPr>
        <w:t xml:space="preserve">Wykonawca </w:t>
      </w:r>
      <w:r w:rsidRPr="0065497C">
        <w:rPr>
          <w:rFonts w:ascii="Times New Roman" w:hAnsi="Times New Roman" w:cs="Times New Roman"/>
          <w:color w:val="0D0D0D" w:themeColor="text1" w:themeTint="F2"/>
          <w:sz w:val="24"/>
          <w:szCs w:val="24"/>
        </w:rPr>
        <w:t>zobowiązuje się zwrócić Zamawiającemu materiały, o których mowa powyżej niezwłocznie po wykonaniu Umowy, bądź w przypadku wygaśnięcia, wypowiedzenia, rozwiązania Umowy, bez dodatkowego wezwania ze strony Zamawiającego.</w:t>
      </w:r>
    </w:p>
    <w:p w14:paraId="02EADC61" w14:textId="77777777" w:rsidR="00D742DA" w:rsidRPr="00D2605B" w:rsidRDefault="00D742DA" w:rsidP="00D2605B">
      <w:pPr>
        <w:pStyle w:val="Akapitzlist"/>
        <w:suppressAutoHyphens w:val="0"/>
        <w:spacing w:after="0"/>
        <w:jc w:val="both"/>
        <w:rPr>
          <w:rFonts w:ascii="Times New Roman" w:eastAsia="UniversPro-Bold" w:hAnsi="Times New Roman" w:cs="Times New Roman"/>
          <w:sz w:val="24"/>
          <w:szCs w:val="24"/>
        </w:rPr>
      </w:pPr>
    </w:p>
    <w:p w14:paraId="071526C5" w14:textId="77777777" w:rsidR="00CC6AD6" w:rsidRPr="00D2605B" w:rsidRDefault="00CC6AD6" w:rsidP="00D2605B">
      <w:pPr>
        <w:pStyle w:val="Akapitzlist"/>
        <w:numPr>
          <w:ilvl w:val="0"/>
          <w:numId w:val="17"/>
        </w:numPr>
        <w:suppressAutoHyphens w:val="0"/>
        <w:spacing w:after="0"/>
        <w:jc w:val="both"/>
        <w:rPr>
          <w:rFonts w:ascii="Times New Roman" w:hAnsi="Times New Roman" w:cs="Times New Roman"/>
          <w:b/>
          <w:sz w:val="24"/>
          <w:szCs w:val="24"/>
        </w:rPr>
      </w:pPr>
      <w:r w:rsidRPr="00D2605B">
        <w:rPr>
          <w:rFonts w:ascii="Times New Roman" w:hAnsi="Times New Roman" w:cs="Times New Roman"/>
          <w:b/>
          <w:sz w:val="24"/>
          <w:szCs w:val="24"/>
        </w:rPr>
        <w:t>Obowiązki Zamawiającego:</w:t>
      </w:r>
    </w:p>
    <w:p w14:paraId="517D0984" w14:textId="77777777" w:rsidR="00CC6AD6" w:rsidRPr="005C0A19" w:rsidRDefault="00746754" w:rsidP="00D2605B">
      <w:pPr>
        <w:pStyle w:val="Akapitzlist"/>
        <w:numPr>
          <w:ilvl w:val="0"/>
          <w:numId w:val="18"/>
        </w:numPr>
        <w:suppressAutoHyphens w:val="0"/>
        <w:spacing w:after="0"/>
        <w:jc w:val="both"/>
        <w:rPr>
          <w:rFonts w:ascii="Times New Roman" w:hAnsi="Times New Roman" w:cs="Times New Roman"/>
          <w:b/>
          <w:sz w:val="24"/>
          <w:szCs w:val="24"/>
        </w:rPr>
      </w:pPr>
      <w:r w:rsidRPr="005C0A19">
        <w:rPr>
          <w:rFonts w:ascii="Times New Roman" w:hAnsi="Times New Roman" w:cs="Times New Roman"/>
          <w:sz w:val="24"/>
          <w:szCs w:val="24"/>
        </w:rPr>
        <w:t xml:space="preserve">Zamawiający wraz z zarządcą terenu Nadleśnictwem Brodnica </w:t>
      </w:r>
      <w:r w:rsidR="002A1397">
        <w:rPr>
          <w:rFonts w:ascii="Times New Roman" w:hAnsi="Times New Roman" w:cs="Times New Roman"/>
          <w:sz w:val="24"/>
          <w:szCs w:val="24"/>
        </w:rPr>
        <w:t xml:space="preserve">i Inspektorem nadzoru </w:t>
      </w:r>
      <w:r w:rsidRPr="005C0A19">
        <w:rPr>
          <w:rFonts w:ascii="Times New Roman" w:hAnsi="Times New Roman" w:cs="Times New Roman"/>
          <w:sz w:val="24"/>
          <w:szCs w:val="24"/>
        </w:rPr>
        <w:t xml:space="preserve">pokaże Wykonawcy teren realizacji </w:t>
      </w:r>
      <w:r w:rsidR="0010000D" w:rsidRPr="005C0A19">
        <w:rPr>
          <w:rFonts w:ascii="Times New Roman" w:hAnsi="Times New Roman" w:cs="Times New Roman"/>
          <w:sz w:val="24"/>
          <w:szCs w:val="24"/>
        </w:rPr>
        <w:t xml:space="preserve">niniejszego </w:t>
      </w:r>
      <w:r w:rsidRPr="005C0A19">
        <w:rPr>
          <w:rFonts w:ascii="Times New Roman" w:hAnsi="Times New Roman" w:cs="Times New Roman"/>
          <w:sz w:val="24"/>
          <w:szCs w:val="24"/>
        </w:rPr>
        <w:t>zadania.</w:t>
      </w:r>
    </w:p>
    <w:p w14:paraId="44E2F565" w14:textId="44DAF2CE" w:rsidR="001C7A77" w:rsidRPr="005C0A19" w:rsidRDefault="006572C2" w:rsidP="00D2605B">
      <w:pPr>
        <w:pStyle w:val="Akapitzlist"/>
        <w:numPr>
          <w:ilvl w:val="0"/>
          <w:numId w:val="18"/>
        </w:numPr>
        <w:shd w:val="clear" w:color="auto" w:fill="FFFFFF"/>
        <w:suppressAutoHyphens w:val="0"/>
        <w:spacing w:after="0"/>
        <w:jc w:val="both"/>
        <w:textAlignment w:val="baseline"/>
        <w:rPr>
          <w:rFonts w:ascii="Times New Roman" w:hAnsi="Times New Roman" w:cs="Times New Roman"/>
          <w:b/>
          <w:sz w:val="24"/>
          <w:szCs w:val="24"/>
        </w:rPr>
      </w:pPr>
      <w:r w:rsidRPr="005C0A19">
        <w:rPr>
          <w:rFonts w:ascii="Times New Roman" w:hAnsi="Times New Roman" w:cs="Times New Roman"/>
          <w:sz w:val="24"/>
          <w:szCs w:val="24"/>
        </w:rPr>
        <w:t xml:space="preserve">Zamawiający wraz z zarządcą terenu Nadleśnictwem Brodnica określi ostateczną liczbę </w:t>
      </w:r>
      <w:proofErr w:type="spellStart"/>
      <w:r w:rsidRPr="005C0A19">
        <w:rPr>
          <w:rFonts w:ascii="Times New Roman" w:hAnsi="Times New Roman" w:cs="Times New Roman"/>
          <w:sz w:val="24"/>
          <w:szCs w:val="24"/>
        </w:rPr>
        <w:t>zakrzaczeń</w:t>
      </w:r>
      <w:proofErr w:type="spellEnd"/>
      <w:r w:rsidRPr="005C0A19">
        <w:rPr>
          <w:rFonts w:ascii="Times New Roman" w:hAnsi="Times New Roman" w:cs="Times New Roman"/>
          <w:sz w:val="24"/>
          <w:szCs w:val="24"/>
        </w:rPr>
        <w:t xml:space="preserve"> i drzew niezbędnych do usunięcia/prz</w:t>
      </w:r>
      <w:r w:rsidR="009F02F7">
        <w:rPr>
          <w:rFonts w:ascii="Times New Roman" w:hAnsi="Times New Roman" w:cs="Times New Roman"/>
          <w:sz w:val="24"/>
          <w:szCs w:val="24"/>
        </w:rPr>
        <w:t>ycięcia. Miejsce składowania na </w:t>
      </w:r>
      <w:r w:rsidRPr="005C0A19">
        <w:rPr>
          <w:rFonts w:ascii="Times New Roman" w:hAnsi="Times New Roman" w:cs="Times New Roman"/>
          <w:sz w:val="24"/>
          <w:szCs w:val="24"/>
        </w:rPr>
        <w:t>obszarze działki inwestycyjnej</w:t>
      </w:r>
      <w:r w:rsidR="006F09F9" w:rsidRPr="005C0A19">
        <w:rPr>
          <w:rFonts w:ascii="Times New Roman" w:hAnsi="Times New Roman" w:cs="Times New Roman"/>
          <w:sz w:val="24"/>
          <w:szCs w:val="24"/>
        </w:rPr>
        <w:t xml:space="preserve"> lub usunięcia</w:t>
      </w:r>
      <w:r w:rsidRPr="005C0A19">
        <w:rPr>
          <w:rFonts w:ascii="Times New Roman" w:hAnsi="Times New Roman" w:cs="Times New Roman"/>
          <w:sz w:val="24"/>
          <w:szCs w:val="24"/>
        </w:rPr>
        <w:t xml:space="preserve"> –</w:t>
      </w:r>
      <w:r w:rsidR="002A1397">
        <w:rPr>
          <w:rFonts w:ascii="Times New Roman" w:hAnsi="Times New Roman" w:cs="Times New Roman"/>
          <w:sz w:val="24"/>
          <w:szCs w:val="24"/>
        </w:rPr>
        <w:t xml:space="preserve"> </w:t>
      </w:r>
      <w:r w:rsidR="009C2875">
        <w:rPr>
          <w:rFonts w:ascii="Times New Roman" w:hAnsi="Times New Roman" w:cs="Times New Roman"/>
          <w:sz w:val="24"/>
          <w:szCs w:val="24"/>
        </w:rPr>
        <w:t xml:space="preserve">zostaną </w:t>
      </w:r>
      <w:r w:rsidR="002A1397">
        <w:rPr>
          <w:rFonts w:ascii="Times New Roman" w:hAnsi="Times New Roman" w:cs="Times New Roman"/>
          <w:sz w:val="24"/>
          <w:szCs w:val="24"/>
        </w:rPr>
        <w:t>wskazane przez Zamawiającego i </w:t>
      </w:r>
      <w:r w:rsidRPr="005C0A19">
        <w:rPr>
          <w:rFonts w:ascii="Times New Roman" w:hAnsi="Times New Roman" w:cs="Times New Roman"/>
          <w:sz w:val="24"/>
          <w:szCs w:val="24"/>
        </w:rPr>
        <w:t>Zarządcę terenu rezerwatu Nadleśnictwo Brodnica.</w:t>
      </w:r>
    </w:p>
    <w:p w14:paraId="51ECF630" w14:textId="77777777" w:rsidR="001C7A77" w:rsidRPr="00D2605B" w:rsidRDefault="001C7A77" w:rsidP="00D2605B">
      <w:pPr>
        <w:suppressAutoHyphens w:val="0"/>
        <w:spacing w:after="0"/>
        <w:jc w:val="both"/>
        <w:rPr>
          <w:rFonts w:ascii="Times New Roman" w:hAnsi="Times New Roman" w:cs="Times New Roman"/>
          <w:b/>
          <w:sz w:val="24"/>
          <w:szCs w:val="24"/>
        </w:rPr>
      </w:pPr>
    </w:p>
    <w:p w14:paraId="0AAD68C1" w14:textId="77777777" w:rsidR="00C37475" w:rsidRDefault="00BE0F93" w:rsidP="00C37475">
      <w:pPr>
        <w:pStyle w:val="Akapitzlist"/>
        <w:numPr>
          <w:ilvl w:val="0"/>
          <w:numId w:val="17"/>
        </w:numPr>
        <w:suppressAutoHyphens w:val="0"/>
        <w:spacing w:after="0"/>
        <w:jc w:val="both"/>
        <w:rPr>
          <w:rFonts w:ascii="Times New Roman" w:eastAsia="UniversPro-Bold" w:hAnsi="Times New Roman" w:cs="Times New Roman"/>
          <w:b/>
          <w:sz w:val="24"/>
          <w:szCs w:val="24"/>
        </w:rPr>
      </w:pPr>
      <w:r w:rsidRPr="00D2605B">
        <w:rPr>
          <w:rFonts w:ascii="Times New Roman" w:eastAsia="UniversPro-Bold" w:hAnsi="Times New Roman" w:cs="Times New Roman"/>
          <w:b/>
          <w:sz w:val="24"/>
          <w:szCs w:val="24"/>
        </w:rPr>
        <w:t>Harmonogram prac:</w:t>
      </w:r>
    </w:p>
    <w:p w14:paraId="39987B5F" w14:textId="77777777" w:rsidR="00C37475" w:rsidRDefault="00C37475" w:rsidP="00C37475">
      <w:pPr>
        <w:pStyle w:val="Akapitzlist"/>
        <w:suppressAutoHyphens w:val="0"/>
        <w:spacing w:after="0"/>
        <w:ind w:left="0"/>
        <w:jc w:val="both"/>
        <w:rPr>
          <w:rFonts w:ascii="Times New Roman" w:eastAsia="UniversPro-Bold" w:hAnsi="Times New Roman" w:cs="Times New Roman"/>
          <w:b/>
          <w:sz w:val="24"/>
          <w:szCs w:val="24"/>
        </w:rPr>
      </w:pPr>
    </w:p>
    <w:p w14:paraId="29C1BB63" w14:textId="2723DBA1" w:rsidR="005447D0" w:rsidRPr="00B52F5E" w:rsidRDefault="005C0A19" w:rsidP="00B52F5E">
      <w:pPr>
        <w:numPr>
          <w:ilvl w:val="0"/>
          <w:numId w:val="42"/>
        </w:num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 xml:space="preserve">Do 10 dni po podpisaniu umowy </w:t>
      </w:r>
      <w:r w:rsidR="008B733C" w:rsidRPr="00D2605B">
        <w:rPr>
          <w:rFonts w:ascii="Times New Roman" w:hAnsi="Times New Roman" w:cs="Times New Roman"/>
          <w:sz w:val="24"/>
          <w:szCs w:val="24"/>
        </w:rPr>
        <w:t>Zamawiający wraz z zarządcą terenu Nadleśnictwem Brodnica</w:t>
      </w:r>
      <w:r w:rsidR="00B313AA">
        <w:rPr>
          <w:rFonts w:ascii="Times New Roman" w:hAnsi="Times New Roman" w:cs="Times New Roman"/>
          <w:sz w:val="24"/>
          <w:szCs w:val="24"/>
        </w:rPr>
        <w:t xml:space="preserve"> oraz w obecności Inspektora nadzoru</w:t>
      </w:r>
      <w:r w:rsidR="000E743B">
        <w:rPr>
          <w:rFonts w:ascii="Times New Roman" w:hAnsi="Times New Roman" w:cs="Times New Roman"/>
          <w:sz w:val="24"/>
          <w:szCs w:val="24"/>
        </w:rPr>
        <w:t xml:space="preserve"> Inwestorskiego</w:t>
      </w:r>
      <w:r w:rsidR="008B733C" w:rsidRPr="00D2605B">
        <w:rPr>
          <w:rFonts w:ascii="Times New Roman" w:hAnsi="Times New Roman" w:cs="Times New Roman"/>
          <w:sz w:val="24"/>
          <w:szCs w:val="24"/>
        </w:rPr>
        <w:t xml:space="preserve"> pokaże Wykonawcy teren realizacji </w:t>
      </w:r>
      <w:r w:rsidR="00B52F5E">
        <w:rPr>
          <w:rFonts w:ascii="Times New Roman" w:hAnsi="Times New Roman" w:cs="Times New Roman"/>
          <w:sz w:val="24"/>
          <w:szCs w:val="24"/>
        </w:rPr>
        <w:t xml:space="preserve">budowy oraz </w:t>
      </w:r>
      <w:r w:rsidR="005447D0" w:rsidRPr="00B52F5E">
        <w:rPr>
          <w:rFonts w:ascii="Times New Roman" w:hAnsi="Times New Roman" w:cs="Times New Roman"/>
          <w:sz w:val="24"/>
          <w:szCs w:val="24"/>
        </w:rPr>
        <w:t xml:space="preserve">określi ostateczną liczbę </w:t>
      </w:r>
      <w:proofErr w:type="spellStart"/>
      <w:r w:rsidR="005447D0" w:rsidRPr="00B52F5E">
        <w:rPr>
          <w:rFonts w:ascii="Times New Roman" w:hAnsi="Times New Roman" w:cs="Times New Roman"/>
          <w:sz w:val="24"/>
          <w:szCs w:val="24"/>
        </w:rPr>
        <w:t>zakrzaczeń</w:t>
      </w:r>
      <w:proofErr w:type="spellEnd"/>
      <w:r w:rsidR="005447D0" w:rsidRPr="00B52F5E">
        <w:rPr>
          <w:rFonts w:ascii="Times New Roman" w:hAnsi="Times New Roman" w:cs="Times New Roman"/>
          <w:sz w:val="24"/>
          <w:szCs w:val="24"/>
        </w:rPr>
        <w:t xml:space="preserve"> i drzew niez</w:t>
      </w:r>
      <w:r w:rsidR="009F02F7">
        <w:rPr>
          <w:rFonts w:ascii="Times New Roman" w:hAnsi="Times New Roman" w:cs="Times New Roman"/>
          <w:sz w:val="24"/>
          <w:szCs w:val="24"/>
        </w:rPr>
        <w:t>będnych do </w:t>
      </w:r>
      <w:r w:rsidR="00B52F5E">
        <w:rPr>
          <w:rFonts w:ascii="Times New Roman" w:hAnsi="Times New Roman" w:cs="Times New Roman"/>
          <w:sz w:val="24"/>
          <w:szCs w:val="24"/>
        </w:rPr>
        <w:t>usunięcia/przycięcia i m</w:t>
      </w:r>
      <w:r w:rsidR="005447D0" w:rsidRPr="00B52F5E">
        <w:rPr>
          <w:rFonts w:ascii="Times New Roman" w:hAnsi="Times New Roman" w:cs="Times New Roman"/>
          <w:sz w:val="24"/>
          <w:szCs w:val="24"/>
        </w:rPr>
        <w:t xml:space="preserve">iejsce </w:t>
      </w:r>
      <w:r w:rsidR="00B52F5E">
        <w:rPr>
          <w:rFonts w:ascii="Times New Roman" w:hAnsi="Times New Roman" w:cs="Times New Roman"/>
          <w:sz w:val="24"/>
          <w:szCs w:val="24"/>
        </w:rPr>
        <w:t xml:space="preserve">ich </w:t>
      </w:r>
      <w:r w:rsidR="005447D0" w:rsidRPr="00B52F5E">
        <w:rPr>
          <w:rFonts w:ascii="Times New Roman" w:hAnsi="Times New Roman" w:cs="Times New Roman"/>
          <w:sz w:val="24"/>
          <w:szCs w:val="24"/>
        </w:rPr>
        <w:t>składowania na obszarze dzia</w:t>
      </w:r>
      <w:r w:rsidR="00B52F5E">
        <w:rPr>
          <w:rFonts w:ascii="Times New Roman" w:hAnsi="Times New Roman" w:cs="Times New Roman"/>
          <w:sz w:val="24"/>
          <w:szCs w:val="24"/>
        </w:rPr>
        <w:t>łki inwestycyjnej lub usunięcia;</w:t>
      </w:r>
    </w:p>
    <w:p w14:paraId="083E9092" w14:textId="77777777" w:rsidR="003A5EC4" w:rsidRPr="005447D0" w:rsidRDefault="003A5EC4" w:rsidP="0001385C">
      <w:pPr>
        <w:numPr>
          <w:ilvl w:val="0"/>
          <w:numId w:val="4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Wykonawca zobowiązany jest do zgłoszenia rozpoczęcia pla</w:t>
      </w:r>
      <w:r w:rsidR="00B313AA">
        <w:rPr>
          <w:rFonts w:ascii="Times New Roman" w:hAnsi="Times New Roman" w:cs="Times New Roman"/>
          <w:sz w:val="24"/>
          <w:szCs w:val="24"/>
        </w:rPr>
        <w:t>nowanych prac Zamawiającemu,</w:t>
      </w:r>
      <w:r w:rsidRPr="00D2605B">
        <w:rPr>
          <w:rFonts w:ascii="Times New Roman" w:hAnsi="Times New Roman" w:cs="Times New Roman"/>
          <w:sz w:val="24"/>
          <w:szCs w:val="24"/>
        </w:rPr>
        <w:t xml:space="preserve"> zarządcy terenu (Nadleśnictwo Brodnica)</w:t>
      </w:r>
      <w:r w:rsidR="00B313AA">
        <w:rPr>
          <w:rFonts w:ascii="Times New Roman" w:hAnsi="Times New Roman" w:cs="Times New Roman"/>
          <w:sz w:val="24"/>
          <w:szCs w:val="24"/>
        </w:rPr>
        <w:t xml:space="preserve"> i Inspektorowi nadzoru</w:t>
      </w:r>
      <w:r w:rsidR="000E743B">
        <w:rPr>
          <w:rFonts w:ascii="Times New Roman" w:hAnsi="Times New Roman" w:cs="Times New Roman"/>
          <w:sz w:val="24"/>
          <w:szCs w:val="24"/>
        </w:rPr>
        <w:t xml:space="preserve"> Inwestorskiego</w:t>
      </w:r>
      <w:r w:rsidRPr="00D2605B">
        <w:rPr>
          <w:rFonts w:ascii="Times New Roman" w:hAnsi="Times New Roman" w:cs="Times New Roman"/>
          <w:sz w:val="24"/>
          <w:szCs w:val="24"/>
        </w:rPr>
        <w:t xml:space="preserve"> w terminie nie później niż </w:t>
      </w:r>
      <w:r w:rsidR="00074963">
        <w:rPr>
          <w:rFonts w:ascii="Times New Roman" w:hAnsi="Times New Roman" w:cs="Times New Roman"/>
          <w:sz w:val="24"/>
          <w:szCs w:val="24"/>
        </w:rPr>
        <w:t>5</w:t>
      </w:r>
      <w:r w:rsidRPr="00D2605B">
        <w:rPr>
          <w:rFonts w:ascii="Times New Roman" w:hAnsi="Times New Roman" w:cs="Times New Roman"/>
          <w:sz w:val="24"/>
          <w:szCs w:val="24"/>
        </w:rPr>
        <w:t xml:space="preserve"> dni przed ich rozpoczęciem</w:t>
      </w:r>
      <w:r w:rsidR="00074963">
        <w:rPr>
          <w:rFonts w:ascii="Times New Roman" w:hAnsi="Times New Roman" w:cs="Times New Roman"/>
          <w:sz w:val="24"/>
          <w:szCs w:val="24"/>
        </w:rPr>
        <w:t>;</w:t>
      </w:r>
    </w:p>
    <w:p w14:paraId="633CEF14" w14:textId="106F7E62" w:rsidR="00EC0FDD" w:rsidRPr="000D2263" w:rsidRDefault="00E96CC5" w:rsidP="000D2263">
      <w:pPr>
        <w:numPr>
          <w:ilvl w:val="0"/>
          <w:numId w:val="42"/>
        </w:numPr>
        <w:suppressAutoHyphens w:val="0"/>
        <w:spacing w:after="0"/>
        <w:jc w:val="both"/>
        <w:rPr>
          <w:rFonts w:ascii="Times New Roman" w:hAnsi="Times New Roman" w:cs="Times New Roman"/>
          <w:sz w:val="24"/>
          <w:szCs w:val="24"/>
        </w:rPr>
      </w:pPr>
      <w:r w:rsidRPr="00D2605B">
        <w:rPr>
          <w:rFonts w:ascii="Times New Roman" w:hAnsi="Times New Roman" w:cs="Times New Roman"/>
          <w:bCs/>
          <w:iCs/>
          <w:color w:val="000000"/>
          <w:sz w:val="24"/>
          <w:szCs w:val="24"/>
        </w:rPr>
        <w:t>Prace o</w:t>
      </w:r>
      <w:r>
        <w:rPr>
          <w:rFonts w:ascii="Times New Roman" w:hAnsi="Times New Roman" w:cs="Times New Roman"/>
          <w:bCs/>
          <w:iCs/>
          <w:color w:val="000000"/>
          <w:sz w:val="24"/>
          <w:szCs w:val="24"/>
        </w:rPr>
        <w:t>bjęte przedmiotowym zamówieniem</w:t>
      </w:r>
      <w:r w:rsidR="00E017C6">
        <w:rPr>
          <w:rFonts w:ascii="Times New Roman" w:hAnsi="Times New Roman" w:cs="Times New Roman"/>
          <w:bCs/>
          <w:iCs/>
          <w:color w:val="000000"/>
          <w:sz w:val="24"/>
          <w:szCs w:val="24"/>
        </w:rPr>
        <w:t xml:space="preserve"> określone w rozdziale II i III niniejszego Opisu przedmiotu zamówienia</w:t>
      </w:r>
      <w:r>
        <w:rPr>
          <w:rFonts w:ascii="Times New Roman" w:hAnsi="Times New Roman" w:cs="Times New Roman"/>
          <w:bCs/>
          <w:iCs/>
          <w:color w:val="000000"/>
          <w:sz w:val="24"/>
          <w:szCs w:val="24"/>
        </w:rPr>
        <w:t xml:space="preserve">, w tym </w:t>
      </w:r>
      <w:r w:rsidR="00885E71">
        <w:rPr>
          <w:rFonts w:ascii="Times New Roman" w:hAnsi="Times New Roman" w:cs="Times New Roman"/>
          <w:bCs/>
          <w:iCs/>
          <w:color w:val="000000"/>
          <w:sz w:val="24"/>
          <w:szCs w:val="24"/>
        </w:rPr>
        <w:t xml:space="preserve">m.in. </w:t>
      </w:r>
      <w:r w:rsidR="00967BEC" w:rsidRPr="00D2605B">
        <w:rPr>
          <w:rFonts w:ascii="Times New Roman" w:hAnsi="Times New Roman" w:cs="Times New Roman"/>
          <w:sz w:val="24"/>
          <w:szCs w:val="24"/>
        </w:rPr>
        <w:t>wytyczenie geodezyjne,</w:t>
      </w:r>
      <w:r w:rsidR="00885E71">
        <w:rPr>
          <w:rFonts w:ascii="Times New Roman" w:hAnsi="Times New Roman" w:cs="Times New Roman"/>
          <w:sz w:val="24"/>
          <w:szCs w:val="24"/>
        </w:rPr>
        <w:t xml:space="preserve"> </w:t>
      </w:r>
      <w:r w:rsidR="00967BEC" w:rsidRPr="00885E71">
        <w:rPr>
          <w:rFonts w:ascii="Times New Roman" w:hAnsi="Times New Roman" w:cs="Times New Roman"/>
          <w:sz w:val="24"/>
          <w:szCs w:val="24"/>
        </w:rPr>
        <w:t xml:space="preserve">usunięcie </w:t>
      </w:r>
      <w:proofErr w:type="spellStart"/>
      <w:r w:rsidR="00967BEC" w:rsidRPr="00885E71">
        <w:rPr>
          <w:rFonts w:ascii="Times New Roman" w:hAnsi="Times New Roman" w:cs="Times New Roman"/>
          <w:sz w:val="24"/>
          <w:szCs w:val="24"/>
        </w:rPr>
        <w:t>z</w:t>
      </w:r>
      <w:r w:rsidR="0035639E">
        <w:rPr>
          <w:rFonts w:ascii="Times New Roman" w:hAnsi="Times New Roman" w:cs="Times New Roman"/>
          <w:sz w:val="24"/>
          <w:szCs w:val="24"/>
        </w:rPr>
        <w:t>akrzaczeń</w:t>
      </w:r>
      <w:proofErr w:type="spellEnd"/>
      <w:r w:rsidR="0035639E">
        <w:rPr>
          <w:rFonts w:ascii="Times New Roman" w:hAnsi="Times New Roman" w:cs="Times New Roman"/>
          <w:sz w:val="24"/>
          <w:szCs w:val="24"/>
        </w:rPr>
        <w:t xml:space="preserve"> (podkrzesanie gałęzi</w:t>
      </w:r>
      <w:r w:rsidR="00967BEC" w:rsidRPr="00885E71">
        <w:rPr>
          <w:rFonts w:ascii="Times New Roman" w:hAnsi="Times New Roman" w:cs="Times New Roman"/>
          <w:sz w:val="24"/>
          <w:szCs w:val="24"/>
        </w:rPr>
        <w:t xml:space="preserve"> sąsiadujących drzew) w osi wbicia ścianki,</w:t>
      </w:r>
      <w:r w:rsidR="00885E71">
        <w:rPr>
          <w:rFonts w:ascii="Times New Roman" w:hAnsi="Times New Roman" w:cs="Times New Roman"/>
          <w:sz w:val="24"/>
          <w:szCs w:val="24"/>
        </w:rPr>
        <w:t xml:space="preserve"> </w:t>
      </w:r>
      <w:r w:rsidR="00967BEC" w:rsidRPr="00885E71">
        <w:rPr>
          <w:rFonts w:ascii="Times New Roman" w:hAnsi="Times New Roman" w:cs="Times New Roman"/>
          <w:sz w:val="24"/>
          <w:szCs w:val="24"/>
        </w:rPr>
        <w:t>prace ziemne – wykonanie rowka kierującego,</w:t>
      </w:r>
      <w:r w:rsidR="00885E71">
        <w:rPr>
          <w:rFonts w:ascii="Times New Roman" w:hAnsi="Times New Roman" w:cs="Times New Roman"/>
          <w:sz w:val="24"/>
          <w:szCs w:val="24"/>
        </w:rPr>
        <w:t xml:space="preserve"> </w:t>
      </w:r>
      <w:r w:rsidR="00967BEC" w:rsidRPr="00885E71">
        <w:rPr>
          <w:rFonts w:ascii="Times New Roman" w:hAnsi="Times New Roman" w:cs="Times New Roman"/>
          <w:sz w:val="24"/>
          <w:szCs w:val="24"/>
        </w:rPr>
        <w:t>wbicie ścianki szczelnej,</w:t>
      </w:r>
      <w:r w:rsidR="00885E71">
        <w:rPr>
          <w:rFonts w:ascii="Times New Roman" w:hAnsi="Times New Roman" w:cs="Times New Roman"/>
          <w:sz w:val="24"/>
          <w:szCs w:val="24"/>
        </w:rPr>
        <w:t xml:space="preserve"> </w:t>
      </w:r>
      <w:r w:rsidR="00967BEC" w:rsidRPr="00885E71">
        <w:rPr>
          <w:rFonts w:ascii="Times New Roman" w:hAnsi="Times New Roman" w:cs="Times New Roman"/>
          <w:sz w:val="24"/>
          <w:szCs w:val="24"/>
        </w:rPr>
        <w:t>zasypanie rowka kierującego,</w:t>
      </w:r>
      <w:r w:rsidR="00885E71">
        <w:rPr>
          <w:rFonts w:ascii="Times New Roman" w:hAnsi="Times New Roman" w:cs="Times New Roman"/>
          <w:sz w:val="24"/>
          <w:szCs w:val="24"/>
        </w:rPr>
        <w:t xml:space="preserve"> </w:t>
      </w:r>
      <w:r w:rsidR="00967BEC" w:rsidRPr="00885E71">
        <w:rPr>
          <w:rFonts w:ascii="Times New Roman" w:hAnsi="Times New Roman" w:cs="Times New Roman"/>
          <w:sz w:val="24"/>
          <w:szCs w:val="24"/>
        </w:rPr>
        <w:t xml:space="preserve">uporządkowanie placu budowy oraz przywrócenie do stanu </w:t>
      </w:r>
      <w:r w:rsidR="00885E71">
        <w:rPr>
          <w:rFonts w:ascii="Times New Roman" w:hAnsi="Times New Roman" w:cs="Times New Roman"/>
          <w:sz w:val="24"/>
          <w:szCs w:val="24"/>
        </w:rPr>
        <w:t xml:space="preserve">pierwotnego terenów przyległych Wykonawca ma wykonać </w:t>
      </w:r>
      <w:r w:rsidR="00532094">
        <w:rPr>
          <w:rFonts w:ascii="Times New Roman" w:hAnsi="Times New Roman" w:cs="Times New Roman"/>
          <w:sz w:val="24"/>
          <w:szCs w:val="24"/>
        </w:rPr>
        <w:t>w terminie 5</w:t>
      </w:r>
      <w:r w:rsidR="000443E1" w:rsidRPr="00532094">
        <w:rPr>
          <w:rFonts w:ascii="Times New Roman" w:hAnsi="Times New Roman" w:cs="Times New Roman"/>
          <w:sz w:val="24"/>
          <w:szCs w:val="24"/>
        </w:rPr>
        <w:t xml:space="preserve"> miesięcy</w:t>
      </w:r>
      <w:r w:rsidR="00FE269B" w:rsidRPr="00532094">
        <w:rPr>
          <w:rFonts w:ascii="Times New Roman" w:hAnsi="Times New Roman" w:cs="Times New Roman"/>
          <w:sz w:val="24"/>
          <w:szCs w:val="24"/>
        </w:rPr>
        <w:t xml:space="preserve"> od dnia zawarcia umowy</w:t>
      </w:r>
      <w:r w:rsidR="000443E1" w:rsidRPr="00532094">
        <w:rPr>
          <w:rFonts w:ascii="Times New Roman" w:hAnsi="Times New Roman" w:cs="Times New Roman"/>
          <w:sz w:val="24"/>
          <w:szCs w:val="24"/>
        </w:rPr>
        <w:t xml:space="preserve">, nie później niż </w:t>
      </w:r>
      <w:r w:rsidR="000E743B" w:rsidRPr="00532094">
        <w:rPr>
          <w:rFonts w:ascii="Times New Roman" w:hAnsi="Times New Roman" w:cs="Times New Roman"/>
          <w:sz w:val="24"/>
          <w:szCs w:val="24"/>
        </w:rPr>
        <w:t>do dnia 15 listopada 2022 r.</w:t>
      </w:r>
      <w:r w:rsidR="000E743B">
        <w:rPr>
          <w:rFonts w:ascii="Times New Roman" w:hAnsi="Times New Roman" w:cs="Times New Roman"/>
          <w:sz w:val="24"/>
          <w:szCs w:val="24"/>
        </w:rPr>
        <w:t xml:space="preserve"> </w:t>
      </w:r>
      <w:r w:rsidR="00885E71">
        <w:rPr>
          <w:rFonts w:ascii="Times New Roman" w:hAnsi="Times New Roman" w:cs="Times New Roman"/>
          <w:sz w:val="24"/>
          <w:szCs w:val="24"/>
        </w:rPr>
        <w:t xml:space="preserve">we współpracy i pod nadzorem </w:t>
      </w:r>
      <w:r w:rsidR="004744E6">
        <w:rPr>
          <w:rFonts w:ascii="Times New Roman" w:hAnsi="Times New Roman" w:cs="Times New Roman"/>
          <w:sz w:val="24"/>
          <w:szCs w:val="24"/>
        </w:rPr>
        <w:t>Inspe</w:t>
      </w:r>
      <w:r w:rsidR="00EC0FDD">
        <w:rPr>
          <w:rFonts w:ascii="Times New Roman" w:hAnsi="Times New Roman" w:cs="Times New Roman"/>
          <w:sz w:val="24"/>
          <w:szCs w:val="24"/>
        </w:rPr>
        <w:t>k</w:t>
      </w:r>
      <w:r w:rsidR="004744E6">
        <w:rPr>
          <w:rFonts w:ascii="Times New Roman" w:hAnsi="Times New Roman" w:cs="Times New Roman"/>
          <w:sz w:val="24"/>
          <w:szCs w:val="24"/>
        </w:rPr>
        <w:t>tora nadzoru</w:t>
      </w:r>
      <w:r w:rsidR="000E743B">
        <w:rPr>
          <w:rFonts w:ascii="Times New Roman" w:hAnsi="Times New Roman" w:cs="Times New Roman"/>
          <w:sz w:val="24"/>
          <w:szCs w:val="24"/>
        </w:rPr>
        <w:t xml:space="preserve"> Inwestorskiego</w:t>
      </w:r>
      <w:r w:rsidR="004744E6">
        <w:rPr>
          <w:rFonts w:ascii="Times New Roman" w:hAnsi="Times New Roman" w:cs="Times New Roman"/>
          <w:sz w:val="24"/>
          <w:szCs w:val="24"/>
        </w:rPr>
        <w:t xml:space="preserve"> wsk</w:t>
      </w:r>
      <w:r w:rsidR="00EC0FDD">
        <w:rPr>
          <w:rFonts w:ascii="Times New Roman" w:hAnsi="Times New Roman" w:cs="Times New Roman"/>
          <w:sz w:val="24"/>
          <w:szCs w:val="24"/>
        </w:rPr>
        <w:t xml:space="preserve">azanego przez Wykonawcę </w:t>
      </w:r>
    </w:p>
    <w:p w14:paraId="33ACBB64" w14:textId="4AA39263" w:rsidR="00BE0F93" w:rsidRDefault="00967BEC" w:rsidP="00DA2414">
      <w:pPr>
        <w:numPr>
          <w:ilvl w:val="0"/>
          <w:numId w:val="42"/>
        </w:numPr>
        <w:suppressAutoHyphens w:val="0"/>
        <w:spacing w:after="0"/>
        <w:jc w:val="both"/>
        <w:rPr>
          <w:rFonts w:ascii="Times New Roman" w:hAnsi="Times New Roman" w:cs="Times New Roman"/>
          <w:sz w:val="24"/>
          <w:szCs w:val="24"/>
        </w:rPr>
      </w:pPr>
      <w:r w:rsidRPr="00D2605B">
        <w:rPr>
          <w:rFonts w:ascii="Times New Roman" w:hAnsi="Times New Roman" w:cs="Times New Roman"/>
          <w:sz w:val="24"/>
          <w:szCs w:val="24"/>
        </w:rPr>
        <w:t>od</w:t>
      </w:r>
      <w:r w:rsidR="000D2263">
        <w:rPr>
          <w:rFonts w:ascii="Times New Roman" w:hAnsi="Times New Roman" w:cs="Times New Roman"/>
          <w:sz w:val="24"/>
          <w:szCs w:val="24"/>
        </w:rPr>
        <w:t xml:space="preserve">biór </w:t>
      </w:r>
      <w:r w:rsidR="002D4EED">
        <w:rPr>
          <w:rFonts w:ascii="Times New Roman" w:hAnsi="Times New Roman" w:cs="Times New Roman"/>
          <w:sz w:val="24"/>
          <w:szCs w:val="24"/>
        </w:rPr>
        <w:t>obiektu budowlanego</w:t>
      </w:r>
      <w:r w:rsidR="000D2263">
        <w:rPr>
          <w:rFonts w:ascii="Times New Roman" w:hAnsi="Times New Roman" w:cs="Times New Roman"/>
          <w:sz w:val="24"/>
          <w:szCs w:val="24"/>
        </w:rPr>
        <w:t xml:space="preserve"> wykonanych prac</w:t>
      </w:r>
      <w:r w:rsidR="000D2263" w:rsidRPr="000D2263">
        <w:rPr>
          <w:rFonts w:ascii="Times New Roman" w:hAnsi="Times New Roman" w:cs="Times New Roman"/>
          <w:sz w:val="24"/>
          <w:szCs w:val="24"/>
        </w:rPr>
        <w:t xml:space="preserve"> </w:t>
      </w:r>
      <w:r w:rsidR="000D2263" w:rsidRPr="00D2605B">
        <w:rPr>
          <w:rFonts w:ascii="Times New Roman" w:hAnsi="Times New Roman" w:cs="Times New Roman"/>
          <w:sz w:val="24"/>
          <w:szCs w:val="24"/>
        </w:rPr>
        <w:t xml:space="preserve">nastąpi w terminie nie dłuższym niż </w:t>
      </w:r>
      <w:r w:rsidR="009F02F7">
        <w:rPr>
          <w:rFonts w:ascii="Times New Roman" w:hAnsi="Times New Roman" w:cs="Times New Roman"/>
          <w:sz w:val="24"/>
          <w:szCs w:val="24"/>
        </w:rPr>
        <w:t>15 </w:t>
      </w:r>
      <w:r w:rsidR="000D2263" w:rsidRPr="00ED0B36">
        <w:rPr>
          <w:rFonts w:ascii="Times New Roman" w:hAnsi="Times New Roman" w:cs="Times New Roman"/>
          <w:sz w:val="24"/>
          <w:szCs w:val="24"/>
        </w:rPr>
        <w:t xml:space="preserve">dni roboczych </w:t>
      </w:r>
      <w:r w:rsidR="000D2263" w:rsidRPr="00D2605B">
        <w:rPr>
          <w:rFonts w:ascii="Times New Roman" w:hAnsi="Times New Roman" w:cs="Times New Roman"/>
          <w:sz w:val="24"/>
          <w:szCs w:val="24"/>
        </w:rPr>
        <w:t>od dnia zgłoszenia gotowości do odbioru przez Wykonawcę</w:t>
      </w:r>
      <w:r w:rsidR="002D4EED">
        <w:rPr>
          <w:rFonts w:ascii="Times New Roman" w:hAnsi="Times New Roman" w:cs="Times New Roman"/>
          <w:sz w:val="24"/>
          <w:szCs w:val="24"/>
        </w:rPr>
        <w:t xml:space="preserve"> w obecności Inspektora nadzoru w trakcie którego zostaną przekazane Zamawiającemu </w:t>
      </w:r>
      <w:r w:rsidR="00BA4921">
        <w:rPr>
          <w:rFonts w:ascii="Times New Roman" w:hAnsi="Times New Roman" w:cs="Times New Roman"/>
          <w:sz w:val="24"/>
          <w:szCs w:val="24"/>
        </w:rPr>
        <w:t>dokumenty o</w:t>
      </w:r>
      <w:r w:rsidR="00B27FFC">
        <w:rPr>
          <w:rFonts w:ascii="Times New Roman" w:hAnsi="Times New Roman" w:cs="Times New Roman"/>
          <w:sz w:val="24"/>
          <w:szCs w:val="24"/>
        </w:rPr>
        <w:t>kreślone w rozdziale III pkt. 48</w:t>
      </w:r>
      <w:r w:rsidR="00BA4921">
        <w:rPr>
          <w:rFonts w:ascii="Times New Roman" w:hAnsi="Times New Roman" w:cs="Times New Roman"/>
          <w:sz w:val="24"/>
          <w:szCs w:val="24"/>
        </w:rPr>
        <w:t xml:space="preserve"> niniejszego opisu przedmiotu zamówienia</w:t>
      </w:r>
      <w:r w:rsidR="000D2263" w:rsidRPr="00D2605B">
        <w:rPr>
          <w:rFonts w:ascii="Times New Roman" w:hAnsi="Times New Roman" w:cs="Times New Roman"/>
          <w:sz w:val="24"/>
          <w:szCs w:val="24"/>
        </w:rPr>
        <w:t>.</w:t>
      </w:r>
    </w:p>
    <w:p w14:paraId="049DBF1A" w14:textId="77777777" w:rsidR="00BE0F93" w:rsidRPr="00D2605B" w:rsidRDefault="00BE0F93" w:rsidP="00D2605B">
      <w:pPr>
        <w:pStyle w:val="Akapitzlist"/>
        <w:autoSpaceDE w:val="0"/>
        <w:autoSpaceDN w:val="0"/>
        <w:adjustRightInd w:val="0"/>
        <w:spacing w:after="0"/>
        <w:ind w:left="0"/>
        <w:rPr>
          <w:rFonts w:ascii="Times New Roman" w:eastAsia="Times New Roman" w:hAnsi="Times New Roman" w:cs="Times New Roman"/>
          <w:color w:val="000000"/>
          <w:sz w:val="24"/>
          <w:szCs w:val="24"/>
          <w:lang w:eastAsia="pl-PL"/>
        </w:rPr>
      </w:pPr>
    </w:p>
    <w:p w14:paraId="32B8FEC5" w14:textId="77777777" w:rsidR="00F32B87" w:rsidRPr="00D2605B" w:rsidRDefault="00EE7059" w:rsidP="00D2605B">
      <w:pPr>
        <w:pStyle w:val="Akapitzlist"/>
        <w:autoSpaceDE w:val="0"/>
        <w:autoSpaceDN w:val="0"/>
        <w:adjustRightInd w:val="0"/>
        <w:spacing w:after="0"/>
        <w:ind w:left="0" w:firstLine="360"/>
        <w:jc w:val="both"/>
        <w:rPr>
          <w:rFonts w:ascii="Times New Roman" w:hAnsi="Times New Roman" w:cs="Times New Roman"/>
          <w:sz w:val="24"/>
          <w:szCs w:val="24"/>
        </w:rPr>
      </w:pPr>
      <w:r w:rsidRPr="00D2605B">
        <w:rPr>
          <w:rFonts w:ascii="Times New Roman" w:eastAsia="Times New Roman" w:hAnsi="Times New Roman" w:cs="Times New Roman"/>
          <w:color w:val="000000"/>
          <w:sz w:val="24"/>
          <w:szCs w:val="24"/>
          <w:lang w:eastAsia="pl-PL"/>
        </w:rPr>
        <w:t>Załącznik</w:t>
      </w:r>
      <w:r w:rsidR="00F32B87" w:rsidRPr="00D2605B">
        <w:rPr>
          <w:rFonts w:ascii="Times New Roman" w:eastAsia="Times New Roman" w:hAnsi="Times New Roman" w:cs="Times New Roman"/>
          <w:color w:val="000000"/>
          <w:sz w:val="24"/>
          <w:szCs w:val="24"/>
          <w:lang w:eastAsia="pl-PL"/>
        </w:rPr>
        <w:t>i</w:t>
      </w:r>
      <w:r w:rsidRPr="00D2605B">
        <w:rPr>
          <w:rFonts w:ascii="Times New Roman" w:eastAsia="Times New Roman" w:hAnsi="Times New Roman" w:cs="Times New Roman"/>
          <w:color w:val="000000"/>
          <w:sz w:val="24"/>
          <w:szCs w:val="24"/>
          <w:lang w:eastAsia="pl-PL"/>
        </w:rPr>
        <w:t xml:space="preserve"> </w:t>
      </w:r>
      <w:r w:rsidRPr="00D2605B">
        <w:rPr>
          <w:rFonts w:ascii="Times New Roman" w:hAnsi="Times New Roman" w:cs="Times New Roman"/>
          <w:sz w:val="24"/>
          <w:szCs w:val="24"/>
        </w:rPr>
        <w:t>do niniejsz</w:t>
      </w:r>
      <w:r w:rsidR="00857278" w:rsidRPr="00D2605B">
        <w:rPr>
          <w:rFonts w:ascii="Times New Roman" w:hAnsi="Times New Roman" w:cs="Times New Roman"/>
          <w:sz w:val="24"/>
          <w:szCs w:val="24"/>
        </w:rPr>
        <w:t>ego Opisu przedmiotu zamówienia stanowi</w:t>
      </w:r>
      <w:r w:rsidR="00F32B87" w:rsidRPr="00D2605B">
        <w:rPr>
          <w:rFonts w:ascii="Times New Roman" w:hAnsi="Times New Roman" w:cs="Times New Roman"/>
          <w:sz w:val="24"/>
          <w:szCs w:val="24"/>
        </w:rPr>
        <w:t>ą</w:t>
      </w:r>
      <w:r w:rsidR="00295B97">
        <w:rPr>
          <w:rFonts w:ascii="Times New Roman" w:hAnsi="Times New Roman" w:cs="Times New Roman"/>
          <w:sz w:val="24"/>
          <w:szCs w:val="24"/>
        </w:rPr>
        <w:t>:</w:t>
      </w:r>
      <w:r w:rsidR="00857278" w:rsidRPr="00D2605B">
        <w:rPr>
          <w:rFonts w:ascii="Times New Roman" w:hAnsi="Times New Roman" w:cs="Times New Roman"/>
          <w:sz w:val="24"/>
          <w:szCs w:val="24"/>
        </w:rPr>
        <w:t xml:space="preserve"> </w:t>
      </w:r>
    </w:p>
    <w:p w14:paraId="7E12997D" w14:textId="77777777" w:rsidR="000926DA" w:rsidRPr="00D2605B" w:rsidRDefault="000926DA" w:rsidP="000926DA">
      <w:pPr>
        <w:pStyle w:val="Akapitzlist"/>
        <w:numPr>
          <w:ilvl w:val="0"/>
          <w:numId w:val="41"/>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Projekt wykonawczy,</w:t>
      </w:r>
    </w:p>
    <w:p w14:paraId="2A974D04" w14:textId="77777777" w:rsidR="000926DA" w:rsidRPr="00D2605B" w:rsidRDefault="000926DA" w:rsidP="000926DA">
      <w:pPr>
        <w:pStyle w:val="Akapitzlist"/>
        <w:numPr>
          <w:ilvl w:val="0"/>
          <w:numId w:val="41"/>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Specyfikacja Techniczna Wykonania i Odbioru Robót Budowlanych,</w:t>
      </w:r>
    </w:p>
    <w:p w14:paraId="05A04213" w14:textId="77777777" w:rsidR="00A23559" w:rsidRPr="004F62F8" w:rsidRDefault="00A23559" w:rsidP="00A23559">
      <w:pPr>
        <w:pStyle w:val="Akapitzlist"/>
        <w:numPr>
          <w:ilvl w:val="0"/>
          <w:numId w:val="41"/>
        </w:numPr>
        <w:spacing w:after="0"/>
        <w:jc w:val="both"/>
        <w:rPr>
          <w:rFonts w:ascii="Times New Roman" w:eastAsia="TimesNewRomanPSMT" w:hAnsi="Times New Roman" w:cs="Times New Roman"/>
          <w:bCs/>
          <w:sz w:val="24"/>
          <w:szCs w:val="24"/>
        </w:rPr>
      </w:pPr>
      <w:r>
        <w:rPr>
          <w:rFonts w:ascii="Times New Roman" w:eastAsia="TimesNewRomanPSMT" w:hAnsi="Times New Roman" w:cs="Times New Roman"/>
          <w:bCs/>
          <w:sz w:val="24"/>
          <w:szCs w:val="24"/>
        </w:rPr>
        <w:t>Opinia geotechniczna.</w:t>
      </w:r>
    </w:p>
    <w:p w14:paraId="0618C644" w14:textId="77777777" w:rsidR="000926DA" w:rsidRPr="00D2605B" w:rsidRDefault="000926DA" w:rsidP="000926DA">
      <w:pPr>
        <w:pStyle w:val="Akapitzlist"/>
        <w:numPr>
          <w:ilvl w:val="0"/>
          <w:numId w:val="41"/>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Przedmiar robót,</w:t>
      </w:r>
    </w:p>
    <w:p w14:paraId="7F7AD6D2" w14:textId="77777777" w:rsidR="000926DA" w:rsidRPr="00D2605B" w:rsidRDefault="000926DA" w:rsidP="000926DA">
      <w:pPr>
        <w:pStyle w:val="Akapitzlist"/>
        <w:numPr>
          <w:ilvl w:val="0"/>
          <w:numId w:val="41"/>
        </w:numPr>
        <w:spacing w:after="0"/>
        <w:jc w:val="both"/>
        <w:rPr>
          <w:rFonts w:ascii="Times New Roman" w:eastAsia="TimesNewRomanPSMT" w:hAnsi="Times New Roman" w:cs="Times New Roman"/>
          <w:bCs/>
          <w:sz w:val="24"/>
          <w:szCs w:val="24"/>
        </w:rPr>
      </w:pPr>
      <w:r w:rsidRPr="00D2605B">
        <w:rPr>
          <w:rFonts w:ascii="Times New Roman" w:eastAsia="TimesNewRomanPSMT" w:hAnsi="Times New Roman" w:cs="Times New Roman"/>
          <w:bCs/>
          <w:sz w:val="24"/>
          <w:szCs w:val="24"/>
        </w:rPr>
        <w:t>Kopie: zgłoszenie wykonania robót budowlanych i odpowiedz na zgłoszenie, zaświadczenie Natura 2000, zgłoszenie z art. 118 ustawy o ochronie przyrody.</w:t>
      </w:r>
    </w:p>
    <w:p w14:paraId="2690385E" w14:textId="77777777" w:rsidR="0028754C" w:rsidRPr="004B45F9" w:rsidRDefault="0028754C" w:rsidP="0028754C">
      <w:pPr>
        <w:pStyle w:val="Akapitzlist"/>
        <w:numPr>
          <w:ilvl w:val="0"/>
          <w:numId w:val="41"/>
        </w:numPr>
        <w:spacing w:after="0"/>
        <w:jc w:val="both"/>
        <w:rPr>
          <w:rFonts w:ascii="Times New Roman" w:eastAsia="TimesNewRomanPSMT" w:hAnsi="Times New Roman" w:cs="Times New Roman"/>
          <w:bCs/>
          <w:sz w:val="24"/>
          <w:szCs w:val="24"/>
        </w:rPr>
      </w:pPr>
      <w:r w:rsidRPr="004B45F9">
        <w:rPr>
          <w:rFonts w:ascii="Times New Roman" w:hAnsi="Times New Roman" w:cs="Times New Roman"/>
          <w:color w:val="000000"/>
          <w:sz w:val="24"/>
          <w:szCs w:val="24"/>
          <w:shd w:val="clear" w:color="auto" w:fill="FFFFFF"/>
        </w:rPr>
        <w:t>Zarządzenie Regionalnego Dyrektora Ochrony Środowiska w Bydgoszczy z dnia 3 grudnia 2018 r. w sprawie ustanowienia planu ochrony dla re</w:t>
      </w:r>
      <w:r>
        <w:rPr>
          <w:rFonts w:ascii="Times New Roman" w:hAnsi="Times New Roman" w:cs="Times New Roman"/>
          <w:color w:val="000000"/>
          <w:sz w:val="24"/>
          <w:szCs w:val="24"/>
          <w:shd w:val="clear" w:color="auto" w:fill="FFFFFF"/>
        </w:rPr>
        <w:t>zerwatu przyrody „Bagno Mostki”</w:t>
      </w:r>
      <w:r w:rsidRPr="004B45F9">
        <w:rPr>
          <w:rFonts w:ascii="Times New Roman" w:hAnsi="Times New Roman" w:cs="Times New Roman"/>
          <w:color w:val="000000"/>
          <w:sz w:val="24"/>
          <w:szCs w:val="24"/>
          <w:shd w:val="clear" w:color="auto" w:fill="FFFFFF"/>
        </w:rPr>
        <w:t xml:space="preserve"> (Dz. Urz. Woj. Kuj-Pom. poz. 6149)</w:t>
      </w:r>
    </w:p>
    <w:p w14:paraId="05CF2E37" w14:textId="77777777" w:rsidR="00857278" w:rsidRPr="00B618E0" w:rsidRDefault="00857278" w:rsidP="00EE7059">
      <w:pPr>
        <w:spacing w:after="0"/>
        <w:jc w:val="both"/>
        <w:rPr>
          <w:rFonts w:ascii="Times New Roman" w:hAnsi="Times New Roman" w:cs="Times New Roman"/>
          <w:sz w:val="24"/>
          <w:szCs w:val="24"/>
        </w:rPr>
      </w:pPr>
    </w:p>
    <w:sectPr w:rsidR="00857278" w:rsidRPr="00B618E0" w:rsidSect="00425F85">
      <w:headerReference w:type="default" r:id="rId8"/>
      <w:footerReference w:type="default" r:id="rId9"/>
      <w:headerReference w:type="first" r:id="rId10"/>
      <w:footerReference w:type="first" r:id="rId11"/>
      <w:pgSz w:w="11906" w:h="16838"/>
      <w:pgMar w:top="1417" w:right="1417" w:bottom="1417" w:left="1417" w:header="340"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DE9121" w16cid:durableId="25FA01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5EF82" w14:textId="77777777" w:rsidR="00E449ED" w:rsidRDefault="00E449ED" w:rsidP="000F38F9">
      <w:pPr>
        <w:spacing w:after="0" w:line="240" w:lineRule="auto"/>
      </w:pPr>
      <w:r>
        <w:separator/>
      </w:r>
    </w:p>
  </w:endnote>
  <w:endnote w:type="continuationSeparator" w:id="0">
    <w:p w14:paraId="3A9F1053" w14:textId="77777777" w:rsidR="00E449ED" w:rsidRDefault="00E449ED" w:rsidP="000F3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UniversPro-Bold">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D2C3" w14:textId="77777777" w:rsidR="00E9688A" w:rsidRDefault="00E9688A" w:rsidP="007A7EBB">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BAAB9" w14:textId="77777777" w:rsidR="00E9688A" w:rsidRPr="00425F85" w:rsidRDefault="00E9688A" w:rsidP="00F23225">
    <w:pPr>
      <w:pStyle w:val="Stopka"/>
      <w:tabs>
        <w:tab w:val="clear" w:pos="4536"/>
        <w:tab w:val="clear" w:pos="9072"/>
      </w:tabs>
      <w:ind w:hanging="426"/>
    </w:pPr>
    <w:r>
      <w:rPr>
        <w:noProof/>
        <w:lang w:eastAsia="pl-PL"/>
      </w:rPr>
      <w:drawing>
        <wp:inline distT="0" distB="0" distL="0" distR="0" wp14:anchorId="412F4FF1" wp14:editId="4F1AB2EE">
          <wp:extent cx="5760720" cy="348100"/>
          <wp:effectExtent l="1905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34810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4D23A" w14:textId="77777777" w:rsidR="00E449ED" w:rsidRDefault="00E449ED" w:rsidP="000F38F9">
      <w:pPr>
        <w:spacing w:after="0" w:line="240" w:lineRule="auto"/>
      </w:pPr>
      <w:r>
        <w:separator/>
      </w:r>
    </w:p>
  </w:footnote>
  <w:footnote w:type="continuationSeparator" w:id="0">
    <w:p w14:paraId="7655E9D0" w14:textId="77777777" w:rsidR="00E449ED" w:rsidRDefault="00E449ED" w:rsidP="000F3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18B31" w14:textId="77777777" w:rsidR="00E9688A" w:rsidRDefault="00E9688A" w:rsidP="000F38F9">
    <w:pPr>
      <w:pStyle w:val="Nagwek"/>
      <w:ind w:hanging="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B19E1" w14:textId="77777777" w:rsidR="00E9688A" w:rsidRDefault="00E9688A" w:rsidP="00425F85">
    <w:pPr>
      <w:pStyle w:val="Nagwek"/>
      <w:tabs>
        <w:tab w:val="clear" w:pos="4536"/>
        <w:tab w:val="clear" w:pos="9072"/>
      </w:tabs>
      <w:ind w:hanging="851"/>
    </w:pPr>
    <w:r>
      <w:rPr>
        <w:noProof/>
        <w:lang w:eastAsia="pl-PL"/>
      </w:rPr>
      <w:drawing>
        <wp:inline distT="0" distB="0" distL="0" distR="0" wp14:anchorId="110F8447" wp14:editId="1B52590F">
          <wp:extent cx="4904740" cy="935355"/>
          <wp:effectExtent l="0" t="0" r="0" b="0"/>
          <wp:docPr id="1" name="Obraz 1" descr="logo_RDOS_Bydgoszcz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Bydgoszcz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4740" cy="935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Symbol" w:hAnsi="Symbol"/>
      </w:rPr>
    </w:lvl>
  </w:abstractNum>
  <w:abstractNum w:abstractNumId="1" w15:restartNumberingAfterBreak="0">
    <w:nsid w:val="01D61C3C"/>
    <w:multiLevelType w:val="hybridMultilevel"/>
    <w:tmpl w:val="A0F0BAD2"/>
    <w:lvl w:ilvl="0" w:tplc="9522A926">
      <w:start w:val="1"/>
      <w:numFmt w:val="decimal"/>
      <w:lvlText w:val="%1."/>
      <w:lvlJc w:val="left"/>
      <w:pPr>
        <w:ind w:left="1080" w:hanging="720"/>
      </w:pPr>
      <w:rPr>
        <w:rFonts w:ascii="Times New Roman" w:eastAsia="Arial Unicode MS" w:hAnsi="Times New Roman" w:cs="Times New Roman"/>
        <w:b w:val="0"/>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B0ECD"/>
    <w:multiLevelType w:val="hybridMultilevel"/>
    <w:tmpl w:val="4D1E0B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D41CFA"/>
    <w:multiLevelType w:val="hybridMultilevel"/>
    <w:tmpl w:val="5AAA84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26BB8"/>
    <w:multiLevelType w:val="hybridMultilevel"/>
    <w:tmpl w:val="C0062378"/>
    <w:lvl w:ilvl="0" w:tplc="6EF660B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13B52"/>
    <w:multiLevelType w:val="hybridMultilevel"/>
    <w:tmpl w:val="D0609D04"/>
    <w:lvl w:ilvl="0" w:tplc="FB5CA8F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14E126B7"/>
    <w:multiLevelType w:val="hybridMultilevel"/>
    <w:tmpl w:val="8EFCDD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6F7BE5"/>
    <w:multiLevelType w:val="hybridMultilevel"/>
    <w:tmpl w:val="267EF7D2"/>
    <w:lvl w:ilvl="0" w:tplc="154C48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4D33F0"/>
    <w:multiLevelType w:val="hybridMultilevel"/>
    <w:tmpl w:val="234C77C0"/>
    <w:lvl w:ilvl="0" w:tplc="C82234C0">
      <w:start w:val="1"/>
      <w:numFmt w:val="decimal"/>
      <w:lvlText w:val="%1."/>
      <w:lvlJc w:val="left"/>
      <w:pPr>
        <w:ind w:left="720" w:hanging="360"/>
      </w:pPr>
      <w:rPr>
        <w:rFonts w:ascii="Calibri" w:hAnsi="Calibri" w:cs="Calibr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AE2E9D"/>
    <w:multiLevelType w:val="hybridMultilevel"/>
    <w:tmpl w:val="852ECC9C"/>
    <w:lvl w:ilvl="0" w:tplc="FAD67C66">
      <w:start w:val="1"/>
      <w:numFmt w:val="decimal"/>
      <w:lvlText w:val="%1)"/>
      <w:lvlJc w:val="left"/>
      <w:pPr>
        <w:ind w:left="1146" w:hanging="360"/>
      </w:pPr>
      <w:rPr>
        <w:rFonts w:ascii="Times New Roman" w:eastAsia="Arial Unicode MS" w:hAnsi="Times New Roman" w:cs="Times New Roman"/>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260843CA"/>
    <w:multiLevelType w:val="hybridMultilevel"/>
    <w:tmpl w:val="B992A8D0"/>
    <w:lvl w:ilvl="0" w:tplc="FB5CA8F2">
      <w:start w:val="1"/>
      <w:numFmt w:val="bullet"/>
      <w:lvlText w:val=""/>
      <w:lvlJc w:val="left"/>
      <w:pPr>
        <w:tabs>
          <w:tab w:val="num" w:pos="720"/>
        </w:tabs>
        <w:ind w:left="720" w:hanging="360"/>
      </w:pPr>
      <w:rPr>
        <w:rFonts w:ascii="Symbol" w:hAnsi="Symbol" w:hint="default"/>
      </w:rPr>
    </w:lvl>
    <w:lvl w:ilvl="1" w:tplc="8006CAF6">
      <w:start w:val="1"/>
      <w:numFmt w:val="bullet"/>
      <w:lvlText w:val="o"/>
      <w:lvlJc w:val="left"/>
      <w:pPr>
        <w:tabs>
          <w:tab w:val="num" w:pos="1092"/>
        </w:tabs>
        <w:ind w:left="1092" w:hanging="360"/>
      </w:pPr>
      <w:rPr>
        <w:rFonts w:ascii="Courier New" w:hAnsi="Courier New" w:cs="Courier New" w:hint="default"/>
      </w:rPr>
    </w:lvl>
    <w:lvl w:ilvl="2" w:tplc="04150005" w:tentative="1">
      <w:start w:val="1"/>
      <w:numFmt w:val="bullet"/>
      <w:lvlText w:val=""/>
      <w:lvlJc w:val="left"/>
      <w:pPr>
        <w:tabs>
          <w:tab w:val="num" w:pos="1812"/>
        </w:tabs>
        <w:ind w:left="1812" w:hanging="360"/>
      </w:pPr>
      <w:rPr>
        <w:rFonts w:ascii="Wingdings" w:hAnsi="Wingdings" w:hint="default"/>
      </w:rPr>
    </w:lvl>
    <w:lvl w:ilvl="3" w:tplc="04150001" w:tentative="1">
      <w:start w:val="1"/>
      <w:numFmt w:val="bullet"/>
      <w:lvlText w:val=""/>
      <w:lvlJc w:val="left"/>
      <w:pPr>
        <w:tabs>
          <w:tab w:val="num" w:pos="2532"/>
        </w:tabs>
        <w:ind w:left="2532" w:hanging="360"/>
      </w:pPr>
      <w:rPr>
        <w:rFonts w:ascii="Symbol" w:hAnsi="Symbol" w:hint="default"/>
      </w:rPr>
    </w:lvl>
    <w:lvl w:ilvl="4" w:tplc="04150003" w:tentative="1">
      <w:start w:val="1"/>
      <w:numFmt w:val="bullet"/>
      <w:lvlText w:val="o"/>
      <w:lvlJc w:val="left"/>
      <w:pPr>
        <w:tabs>
          <w:tab w:val="num" w:pos="3252"/>
        </w:tabs>
        <w:ind w:left="3252" w:hanging="360"/>
      </w:pPr>
      <w:rPr>
        <w:rFonts w:ascii="Courier New" w:hAnsi="Courier New" w:cs="Courier New" w:hint="default"/>
      </w:rPr>
    </w:lvl>
    <w:lvl w:ilvl="5" w:tplc="04150005" w:tentative="1">
      <w:start w:val="1"/>
      <w:numFmt w:val="bullet"/>
      <w:lvlText w:val=""/>
      <w:lvlJc w:val="left"/>
      <w:pPr>
        <w:tabs>
          <w:tab w:val="num" w:pos="3972"/>
        </w:tabs>
        <w:ind w:left="3972" w:hanging="360"/>
      </w:pPr>
      <w:rPr>
        <w:rFonts w:ascii="Wingdings" w:hAnsi="Wingdings" w:hint="default"/>
      </w:rPr>
    </w:lvl>
    <w:lvl w:ilvl="6" w:tplc="04150001" w:tentative="1">
      <w:start w:val="1"/>
      <w:numFmt w:val="bullet"/>
      <w:lvlText w:val=""/>
      <w:lvlJc w:val="left"/>
      <w:pPr>
        <w:tabs>
          <w:tab w:val="num" w:pos="4692"/>
        </w:tabs>
        <w:ind w:left="4692" w:hanging="360"/>
      </w:pPr>
      <w:rPr>
        <w:rFonts w:ascii="Symbol" w:hAnsi="Symbol" w:hint="default"/>
      </w:rPr>
    </w:lvl>
    <w:lvl w:ilvl="7" w:tplc="04150003" w:tentative="1">
      <w:start w:val="1"/>
      <w:numFmt w:val="bullet"/>
      <w:lvlText w:val="o"/>
      <w:lvlJc w:val="left"/>
      <w:pPr>
        <w:tabs>
          <w:tab w:val="num" w:pos="5412"/>
        </w:tabs>
        <w:ind w:left="5412" w:hanging="360"/>
      </w:pPr>
      <w:rPr>
        <w:rFonts w:ascii="Courier New" w:hAnsi="Courier New" w:cs="Courier New" w:hint="default"/>
      </w:rPr>
    </w:lvl>
    <w:lvl w:ilvl="8" w:tplc="04150005" w:tentative="1">
      <w:start w:val="1"/>
      <w:numFmt w:val="bullet"/>
      <w:lvlText w:val=""/>
      <w:lvlJc w:val="left"/>
      <w:pPr>
        <w:tabs>
          <w:tab w:val="num" w:pos="6132"/>
        </w:tabs>
        <w:ind w:left="6132" w:hanging="360"/>
      </w:pPr>
      <w:rPr>
        <w:rFonts w:ascii="Wingdings" w:hAnsi="Wingdings" w:hint="default"/>
      </w:rPr>
    </w:lvl>
  </w:abstractNum>
  <w:abstractNum w:abstractNumId="11" w15:restartNumberingAfterBreak="0">
    <w:nsid w:val="26D62335"/>
    <w:multiLevelType w:val="hybridMultilevel"/>
    <w:tmpl w:val="B7A26078"/>
    <w:lvl w:ilvl="0" w:tplc="FB5CA8F2">
      <w:start w:val="1"/>
      <w:numFmt w:val="bullet"/>
      <w:lvlText w:val=""/>
      <w:lvlJc w:val="left"/>
      <w:pPr>
        <w:tabs>
          <w:tab w:val="num" w:pos="840"/>
        </w:tabs>
        <w:ind w:left="840" w:hanging="360"/>
      </w:pPr>
      <w:rPr>
        <w:rFonts w:ascii="Symbol" w:hAnsi="Symbol" w:hint="default"/>
      </w:rPr>
    </w:lvl>
    <w:lvl w:ilvl="1" w:tplc="04150003" w:tentative="1">
      <w:start w:val="1"/>
      <w:numFmt w:val="bullet"/>
      <w:lvlText w:val="o"/>
      <w:lvlJc w:val="left"/>
      <w:pPr>
        <w:tabs>
          <w:tab w:val="num" w:pos="1560"/>
        </w:tabs>
        <w:ind w:left="1560" w:hanging="360"/>
      </w:pPr>
      <w:rPr>
        <w:rFonts w:ascii="Courier New" w:hAnsi="Courier New" w:cs="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cs="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cs="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12" w15:restartNumberingAfterBreak="0">
    <w:nsid w:val="27C31F1F"/>
    <w:multiLevelType w:val="hybridMultilevel"/>
    <w:tmpl w:val="9C0AA0D2"/>
    <w:lvl w:ilvl="0" w:tplc="04150011">
      <w:start w:val="1"/>
      <w:numFmt w:val="decimal"/>
      <w:lvlText w:val="%1)"/>
      <w:lvlJc w:val="left"/>
      <w:pPr>
        <w:ind w:left="540" w:hanging="360"/>
      </w:pPr>
      <w:rPr>
        <w:rFonts w:hint="default"/>
      </w:rPr>
    </w:lvl>
    <w:lvl w:ilvl="1" w:tplc="04150003" w:tentative="1">
      <w:start w:val="1"/>
      <w:numFmt w:val="bullet"/>
      <w:lvlText w:val="o"/>
      <w:lvlJc w:val="left"/>
      <w:pPr>
        <w:ind w:left="1260" w:hanging="360"/>
      </w:pPr>
      <w:rPr>
        <w:rFonts w:ascii="Courier New" w:hAnsi="Courier New" w:cs="Courier New" w:hint="default"/>
      </w:rPr>
    </w:lvl>
    <w:lvl w:ilvl="2" w:tplc="04150005" w:tentative="1">
      <w:start w:val="1"/>
      <w:numFmt w:val="bullet"/>
      <w:lvlText w:val=""/>
      <w:lvlJc w:val="left"/>
      <w:pPr>
        <w:ind w:left="1980" w:hanging="360"/>
      </w:pPr>
      <w:rPr>
        <w:rFonts w:ascii="Wingdings" w:hAnsi="Wingdings" w:hint="default"/>
      </w:rPr>
    </w:lvl>
    <w:lvl w:ilvl="3" w:tplc="04150001" w:tentative="1">
      <w:start w:val="1"/>
      <w:numFmt w:val="bullet"/>
      <w:lvlText w:val=""/>
      <w:lvlJc w:val="left"/>
      <w:pPr>
        <w:ind w:left="2700" w:hanging="360"/>
      </w:pPr>
      <w:rPr>
        <w:rFonts w:ascii="Symbol" w:hAnsi="Symbol" w:hint="default"/>
      </w:rPr>
    </w:lvl>
    <w:lvl w:ilvl="4" w:tplc="04150003" w:tentative="1">
      <w:start w:val="1"/>
      <w:numFmt w:val="bullet"/>
      <w:lvlText w:val="o"/>
      <w:lvlJc w:val="left"/>
      <w:pPr>
        <w:ind w:left="3420" w:hanging="360"/>
      </w:pPr>
      <w:rPr>
        <w:rFonts w:ascii="Courier New" w:hAnsi="Courier New" w:cs="Courier New" w:hint="default"/>
      </w:rPr>
    </w:lvl>
    <w:lvl w:ilvl="5" w:tplc="04150005" w:tentative="1">
      <w:start w:val="1"/>
      <w:numFmt w:val="bullet"/>
      <w:lvlText w:val=""/>
      <w:lvlJc w:val="left"/>
      <w:pPr>
        <w:ind w:left="4140" w:hanging="360"/>
      </w:pPr>
      <w:rPr>
        <w:rFonts w:ascii="Wingdings" w:hAnsi="Wingdings" w:hint="default"/>
      </w:rPr>
    </w:lvl>
    <w:lvl w:ilvl="6" w:tplc="04150001" w:tentative="1">
      <w:start w:val="1"/>
      <w:numFmt w:val="bullet"/>
      <w:lvlText w:val=""/>
      <w:lvlJc w:val="left"/>
      <w:pPr>
        <w:ind w:left="4860" w:hanging="360"/>
      </w:pPr>
      <w:rPr>
        <w:rFonts w:ascii="Symbol" w:hAnsi="Symbol" w:hint="default"/>
      </w:rPr>
    </w:lvl>
    <w:lvl w:ilvl="7" w:tplc="04150003" w:tentative="1">
      <w:start w:val="1"/>
      <w:numFmt w:val="bullet"/>
      <w:lvlText w:val="o"/>
      <w:lvlJc w:val="left"/>
      <w:pPr>
        <w:ind w:left="5580" w:hanging="360"/>
      </w:pPr>
      <w:rPr>
        <w:rFonts w:ascii="Courier New" w:hAnsi="Courier New" w:cs="Courier New" w:hint="default"/>
      </w:rPr>
    </w:lvl>
    <w:lvl w:ilvl="8" w:tplc="04150005" w:tentative="1">
      <w:start w:val="1"/>
      <w:numFmt w:val="bullet"/>
      <w:lvlText w:val=""/>
      <w:lvlJc w:val="left"/>
      <w:pPr>
        <w:ind w:left="6300" w:hanging="360"/>
      </w:pPr>
      <w:rPr>
        <w:rFonts w:ascii="Wingdings" w:hAnsi="Wingdings" w:hint="default"/>
      </w:rPr>
    </w:lvl>
  </w:abstractNum>
  <w:abstractNum w:abstractNumId="13" w15:restartNumberingAfterBreak="0">
    <w:nsid w:val="287434EC"/>
    <w:multiLevelType w:val="hybridMultilevel"/>
    <w:tmpl w:val="7B52583C"/>
    <w:name w:val="WW8Num12"/>
    <w:lvl w:ilvl="0" w:tplc="445C0760">
      <w:start w:val="4"/>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A91CFF"/>
    <w:multiLevelType w:val="hybridMultilevel"/>
    <w:tmpl w:val="2A821B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CC2"/>
    <w:multiLevelType w:val="hybridMultilevel"/>
    <w:tmpl w:val="5AE46002"/>
    <w:lvl w:ilvl="0" w:tplc="1B5C1476">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9350B4"/>
    <w:multiLevelType w:val="hybridMultilevel"/>
    <w:tmpl w:val="A0E88F2E"/>
    <w:lvl w:ilvl="0" w:tplc="55307CF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CB1F91"/>
    <w:multiLevelType w:val="hybridMultilevel"/>
    <w:tmpl w:val="8C8A16CE"/>
    <w:lvl w:ilvl="0" w:tplc="FB5CA8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617F2D"/>
    <w:multiLevelType w:val="hybridMultilevel"/>
    <w:tmpl w:val="ED509A86"/>
    <w:lvl w:ilvl="0" w:tplc="A7A61F76">
      <w:start w:val="26"/>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6808C6"/>
    <w:multiLevelType w:val="hybridMultilevel"/>
    <w:tmpl w:val="74F0ACCA"/>
    <w:lvl w:ilvl="0" w:tplc="E1368FAC">
      <w:start w:val="1"/>
      <w:numFmt w:val="bullet"/>
      <w:lvlText w:val="–"/>
      <w:lvlJc w:val="left"/>
      <w:pPr>
        <w:tabs>
          <w:tab w:val="num" w:pos="720"/>
        </w:tabs>
        <w:ind w:left="720" w:hanging="360"/>
      </w:pPr>
      <w:rPr>
        <w:rFonts w:ascii="Times New Roman" w:hAnsi="Times New Roman" w:cs="Times New Roman" w:hint="default"/>
      </w:rPr>
    </w:lvl>
    <w:lvl w:ilvl="1" w:tplc="0415000F">
      <w:start w:val="1"/>
      <w:numFmt w:val="decimal"/>
      <w:lvlText w:val="%2."/>
      <w:lvlJc w:val="left"/>
      <w:pPr>
        <w:tabs>
          <w:tab w:val="num" w:pos="1440"/>
        </w:tabs>
        <w:ind w:left="1440" w:hanging="360"/>
      </w:pPr>
      <w:rPr>
        <w:rFonts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82522"/>
    <w:multiLevelType w:val="hybridMultilevel"/>
    <w:tmpl w:val="9C0AA0D2"/>
    <w:lvl w:ilvl="0" w:tplc="04150011">
      <w:start w:val="1"/>
      <w:numFmt w:val="decimal"/>
      <w:lvlText w:val="%1)"/>
      <w:lvlJc w:val="left"/>
      <w:pPr>
        <w:ind w:left="540" w:hanging="360"/>
      </w:pPr>
      <w:rPr>
        <w:rFonts w:hint="default"/>
      </w:rPr>
    </w:lvl>
    <w:lvl w:ilvl="1" w:tplc="04150003" w:tentative="1">
      <w:start w:val="1"/>
      <w:numFmt w:val="bullet"/>
      <w:lvlText w:val="o"/>
      <w:lvlJc w:val="left"/>
      <w:pPr>
        <w:ind w:left="1260" w:hanging="360"/>
      </w:pPr>
      <w:rPr>
        <w:rFonts w:ascii="Courier New" w:hAnsi="Courier New" w:cs="Courier New" w:hint="default"/>
      </w:rPr>
    </w:lvl>
    <w:lvl w:ilvl="2" w:tplc="04150005" w:tentative="1">
      <w:start w:val="1"/>
      <w:numFmt w:val="bullet"/>
      <w:lvlText w:val=""/>
      <w:lvlJc w:val="left"/>
      <w:pPr>
        <w:ind w:left="1980" w:hanging="360"/>
      </w:pPr>
      <w:rPr>
        <w:rFonts w:ascii="Wingdings" w:hAnsi="Wingdings" w:hint="default"/>
      </w:rPr>
    </w:lvl>
    <w:lvl w:ilvl="3" w:tplc="04150001" w:tentative="1">
      <w:start w:val="1"/>
      <w:numFmt w:val="bullet"/>
      <w:lvlText w:val=""/>
      <w:lvlJc w:val="left"/>
      <w:pPr>
        <w:ind w:left="2700" w:hanging="360"/>
      </w:pPr>
      <w:rPr>
        <w:rFonts w:ascii="Symbol" w:hAnsi="Symbol" w:hint="default"/>
      </w:rPr>
    </w:lvl>
    <w:lvl w:ilvl="4" w:tplc="04150003" w:tentative="1">
      <w:start w:val="1"/>
      <w:numFmt w:val="bullet"/>
      <w:lvlText w:val="o"/>
      <w:lvlJc w:val="left"/>
      <w:pPr>
        <w:ind w:left="3420" w:hanging="360"/>
      </w:pPr>
      <w:rPr>
        <w:rFonts w:ascii="Courier New" w:hAnsi="Courier New" w:cs="Courier New" w:hint="default"/>
      </w:rPr>
    </w:lvl>
    <w:lvl w:ilvl="5" w:tplc="04150005" w:tentative="1">
      <w:start w:val="1"/>
      <w:numFmt w:val="bullet"/>
      <w:lvlText w:val=""/>
      <w:lvlJc w:val="left"/>
      <w:pPr>
        <w:ind w:left="4140" w:hanging="360"/>
      </w:pPr>
      <w:rPr>
        <w:rFonts w:ascii="Wingdings" w:hAnsi="Wingdings" w:hint="default"/>
      </w:rPr>
    </w:lvl>
    <w:lvl w:ilvl="6" w:tplc="04150001" w:tentative="1">
      <w:start w:val="1"/>
      <w:numFmt w:val="bullet"/>
      <w:lvlText w:val=""/>
      <w:lvlJc w:val="left"/>
      <w:pPr>
        <w:ind w:left="4860" w:hanging="360"/>
      </w:pPr>
      <w:rPr>
        <w:rFonts w:ascii="Symbol" w:hAnsi="Symbol" w:hint="default"/>
      </w:rPr>
    </w:lvl>
    <w:lvl w:ilvl="7" w:tplc="04150003" w:tentative="1">
      <w:start w:val="1"/>
      <w:numFmt w:val="bullet"/>
      <w:lvlText w:val="o"/>
      <w:lvlJc w:val="left"/>
      <w:pPr>
        <w:ind w:left="5580" w:hanging="360"/>
      </w:pPr>
      <w:rPr>
        <w:rFonts w:ascii="Courier New" w:hAnsi="Courier New" w:cs="Courier New" w:hint="default"/>
      </w:rPr>
    </w:lvl>
    <w:lvl w:ilvl="8" w:tplc="04150005" w:tentative="1">
      <w:start w:val="1"/>
      <w:numFmt w:val="bullet"/>
      <w:lvlText w:val=""/>
      <w:lvlJc w:val="left"/>
      <w:pPr>
        <w:ind w:left="6300" w:hanging="360"/>
      </w:pPr>
      <w:rPr>
        <w:rFonts w:ascii="Wingdings" w:hAnsi="Wingdings" w:hint="default"/>
      </w:rPr>
    </w:lvl>
  </w:abstractNum>
  <w:abstractNum w:abstractNumId="21" w15:restartNumberingAfterBreak="0">
    <w:nsid w:val="3EC67BF0"/>
    <w:multiLevelType w:val="hybridMultilevel"/>
    <w:tmpl w:val="0B088C8A"/>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40360C45"/>
    <w:multiLevelType w:val="hybridMultilevel"/>
    <w:tmpl w:val="C2F6054C"/>
    <w:lvl w:ilvl="0" w:tplc="AD620128">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A447B3"/>
    <w:multiLevelType w:val="hybridMultilevel"/>
    <w:tmpl w:val="E42C008A"/>
    <w:lvl w:ilvl="0" w:tplc="FB5CA8F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82211C4"/>
    <w:multiLevelType w:val="hybridMultilevel"/>
    <w:tmpl w:val="B95455F8"/>
    <w:lvl w:ilvl="0" w:tplc="736092C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D87771C"/>
    <w:multiLevelType w:val="hybridMultilevel"/>
    <w:tmpl w:val="8FE0FF88"/>
    <w:lvl w:ilvl="0" w:tplc="D49866A0">
      <w:start w:val="36"/>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C260A6"/>
    <w:multiLevelType w:val="hybridMultilevel"/>
    <w:tmpl w:val="F21A6A9E"/>
    <w:lvl w:ilvl="0" w:tplc="FB5CA8F2">
      <w:start w:val="1"/>
      <w:numFmt w:val="bullet"/>
      <w:lvlText w:val=""/>
      <w:lvlJc w:val="left"/>
      <w:pPr>
        <w:ind w:left="540" w:hanging="360"/>
      </w:pPr>
      <w:rPr>
        <w:rFonts w:ascii="Symbol" w:hAnsi="Symbol" w:hint="default"/>
      </w:rPr>
    </w:lvl>
    <w:lvl w:ilvl="1" w:tplc="04150003" w:tentative="1">
      <w:start w:val="1"/>
      <w:numFmt w:val="bullet"/>
      <w:lvlText w:val="o"/>
      <w:lvlJc w:val="left"/>
      <w:pPr>
        <w:ind w:left="1260" w:hanging="360"/>
      </w:pPr>
      <w:rPr>
        <w:rFonts w:ascii="Courier New" w:hAnsi="Courier New" w:cs="Courier New" w:hint="default"/>
      </w:rPr>
    </w:lvl>
    <w:lvl w:ilvl="2" w:tplc="04150005" w:tentative="1">
      <w:start w:val="1"/>
      <w:numFmt w:val="bullet"/>
      <w:lvlText w:val=""/>
      <w:lvlJc w:val="left"/>
      <w:pPr>
        <w:ind w:left="1980" w:hanging="360"/>
      </w:pPr>
      <w:rPr>
        <w:rFonts w:ascii="Wingdings" w:hAnsi="Wingdings" w:hint="default"/>
      </w:rPr>
    </w:lvl>
    <w:lvl w:ilvl="3" w:tplc="04150001" w:tentative="1">
      <w:start w:val="1"/>
      <w:numFmt w:val="bullet"/>
      <w:lvlText w:val=""/>
      <w:lvlJc w:val="left"/>
      <w:pPr>
        <w:ind w:left="2700" w:hanging="360"/>
      </w:pPr>
      <w:rPr>
        <w:rFonts w:ascii="Symbol" w:hAnsi="Symbol" w:hint="default"/>
      </w:rPr>
    </w:lvl>
    <w:lvl w:ilvl="4" w:tplc="04150003" w:tentative="1">
      <w:start w:val="1"/>
      <w:numFmt w:val="bullet"/>
      <w:lvlText w:val="o"/>
      <w:lvlJc w:val="left"/>
      <w:pPr>
        <w:ind w:left="3420" w:hanging="360"/>
      </w:pPr>
      <w:rPr>
        <w:rFonts w:ascii="Courier New" w:hAnsi="Courier New" w:cs="Courier New" w:hint="default"/>
      </w:rPr>
    </w:lvl>
    <w:lvl w:ilvl="5" w:tplc="04150005" w:tentative="1">
      <w:start w:val="1"/>
      <w:numFmt w:val="bullet"/>
      <w:lvlText w:val=""/>
      <w:lvlJc w:val="left"/>
      <w:pPr>
        <w:ind w:left="4140" w:hanging="360"/>
      </w:pPr>
      <w:rPr>
        <w:rFonts w:ascii="Wingdings" w:hAnsi="Wingdings" w:hint="default"/>
      </w:rPr>
    </w:lvl>
    <w:lvl w:ilvl="6" w:tplc="04150001" w:tentative="1">
      <w:start w:val="1"/>
      <w:numFmt w:val="bullet"/>
      <w:lvlText w:val=""/>
      <w:lvlJc w:val="left"/>
      <w:pPr>
        <w:ind w:left="4860" w:hanging="360"/>
      </w:pPr>
      <w:rPr>
        <w:rFonts w:ascii="Symbol" w:hAnsi="Symbol" w:hint="default"/>
      </w:rPr>
    </w:lvl>
    <w:lvl w:ilvl="7" w:tplc="04150003" w:tentative="1">
      <w:start w:val="1"/>
      <w:numFmt w:val="bullet"/>
      <w:lvlText w:val="o"/>
      <w:lvlJc w:val="left"/>
      <w:pPr>
        <w:ind w:left="5580" w:hanging="360"/>
      </w:pPr>
      <w:rPr>
        <w:rFonts w:ascii="Courier New" w:hAnsi="Courier New" w:cs="Courier New" w:hint="default"/>
      </w:rPr>
    </w:lvl>
    <w:lvl w:ilvl="8" w:tplc="04150005" w:tentative="1">
      <w:start w:val="1"/>
      <w:numFmt w:val="bullet"/>
      <w:lvlText w:val=""/>
      <w:lvlJc w:val="left"/>
      <w:pPr>
        <w:ind w:left="6300" w:hanging="360"/>
      </w:pPr>
      <w:rPr>
        <w:rFonts w:ascii="Wingdings" w:hAnsi="Wingdings" w:hint="default"/>
      </w:rPr>
    </w:lvl>
  </w:abstractNum>
  <w:abstractNum w:abstractNumId="27" w15:restartNumberingAfterBreak="0">
    <w:nsid w:val="50337ADE"/>
    <w:multiLevelType w:val="hybridMultilevel"/>
    <w:tmpl w:val="DA72ED1C"/>
    <w:lvl w:ilvl="0" w:tplc="26C48B7C">
      <w:start w:val="28"/>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2E6F08"/>
    <w:multiLevelType w:val="hybridMultilevel"/>
    <w:tmpl w:val="C45A2FDA"/>
    <w:lvl w:ilvl="0" w:tplc="1908C3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F36542"/>
    <w:multiLevelType w:val="hybridMultilevel"/>
    <w:tmpl w:val="AA2286A4"/>
    <w:lvl w:ilvl="0" w:tplc="FB5CA8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683A58"/>
    <w:multiLevelType w:val="hybridMultilevel"/>
    <w:tmpl w:val="27008FA4"/>
    <w:lvl w:ilvl="0" w:tplc="0DD2AA08">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EC3EFC"/>
    <w:multiLevelType w:val="hybridMultilevel"/>
    <w:tmpl w:val="1B34D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8D03E3"/>
    <w:multiLevelType w:val="hybridMultilevel"/>
    <w:tmpl w:val="72A21A84"/>
    <w:lvl w:ilvl="0" w:tplc="04150011">
      <w:start w:val="1"/>
      <w:numFmt w:val="decimal"/>
      <w:lvlText w:val="%1)"/>
      <w:lvlJc w:val="left"/>
      <w:pPr>
        <w:tabs>
          <w:tab w:val="num" w:pos="360"/>
        </w:tabs>
        <w:ind w:left="36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1C0A41"/>
    <w:multiLevelType w:val="hybridMultilevel"/>
    <w:tmpl w:val="E6468FB8"/>
    <w:lvl w:ilvl="0" w:tplc="13E80E60">
      <w:start w:val="4"/>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D07EFC"/>
    <w:multiLevelType w:val="hybridMultilevel"/>
    <w:tmpl w:val="A74820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0421023"/>
    <w:multiLevelType w:val="hybridMultilevel"/>
    <w:tmpl w:val="6DA0EACC"/>
    <w:lvl w:ilvl="0" w:tplc="FB5CA8F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1D44028"/>
    <w:multiLevelType w:val="hybridMultilevel"/>
    <w:tmpl w:val="FB1AA120"/>
    <w:lvl w:ilvl="0" w:tplc="DD801CC0">
      <w:numFmt w:val="bullet"/>
      <w:lvlText w:val="−"/>
      <w:lvlJc w:val="left"/>
      <w:pPr>
        <w:tabs>
          <w:tab w:val="num" w:pos="360"/>
        </w:tabs>
        <w:ind w:left="360" w:hanging="360"/>
      </w:pPr>
      <w:rPr>
        <w:rFonts w:ascii="Courier" w:hAnsi="Courier" w:cs="Courier"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DB09D0"/>
    <w:multiLevelType w:val="hybridMultilevel"/>
    <w:tmpl w:val="A74820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89D16CE"/>
    <w:multiLevelType w:val="hybridMultilevel"/>
    <w:tmpl w:val="1DEC61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304226"/>
    <w:multiLevelType w:val="hybridMultilevel"/>
    <w:tmpl w:val="ED7A0DB6"/>
    <w:lvl w:ilvl="0" w:tplc="67F0F7BE">
      <w:start w:val="1"/>
      <w:numFmt w:val="bullet"/>
      <w:lvlText w:val="−"/>
      <w:lvlJc w:val="left"/>
      <w:pPr>
        <w:tabs>
          <w:tab w:val="num" w:pos="360"/>
        </w:tabs>
        <w:ind w:left="36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C1586"/>
    <w:multiLevelType w:val="hybridMultilevel"/>
    <w:tmpl w:val="C0062378"/>
    <w:lvl w:ilvl="0" w:tplc="6EF660B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901A32"/>
    <w:multiLevelType w:val="hybridMultilevel"/>
    <w:tmpl w:val="D3A618EC"/>
    <w:lvl w:ilvl="0" w:tplc="AD620128">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40D6EAC"/>
    <w:multiLevelType w:val="hybridMultilevel"/>
    <w:tmpl w:val="8EFCDD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1A26E4"/>
    <w:multiLevelType w:val="hybridMultilevel"/>
    <w:tmpl w:val="5484D7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66962A7"/>
    <w:multiLevelType w:val="hybridMultilevel"/>
    <w:tmpl w:val="FE6653C6"/>
    <w:lvl w:ilvl="0" w:tplc="04150011">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5" w15:restartNumberingAfterBreak="0">
    <w:nsid w:val="76D94777"/>
    <w:multiLevelType w:val="hybridMultilevel"/>
    <w:tmpl w:val="5A2EFA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9F5E39"/>
    <w:multiLevelType w:val="hybridMultilevel"/>
    <w:tmpl w:val="8B34BAD2"/>
    <w:lvl w:ilvl="0" w:tplc="8EA0081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12243C"/>
    <w:multiLevelType w:val="hybridMultilevel"/>
    <w:tmpl w:val="921CE924"/>
    <w:lvl w:ilvl="0" w:tplc="E04A001C">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4"/>
  </w:num>
  <w:num w:numId="3">
    <w:abstractNumId w:val="45"/>
  </w:num>
  <w:num w:numId="4">
    <w:abstractNumId w:val="46"/>
  </w:num>
  <w:num w:numId="5">
    <w:abstractNumId w:val="1"/>
  </w:num>
  <w:num w:numId="6">
    <w:abstractNumId w:val="21"/>
  </w:num>
  <w:num w:numId="7">
    <w:abstractNumId w:val="9"/>
  </w:num>
  <w:num w:numId="8">
    <w:abstractNumId w:val="3"/>
  </w:num>
  <w:num w:numId="9">
    <w:abstractNumId w:val="42"/>
  </w:num>
  <w:num w:numId="10">
    <w:abstractNumId w:val="7"/>
  </w:num>
  <w:num w:numId="11">
    <w:abstractNumId w:val="6"/>
  </w:num>
  <w:num w:numId="12">
    <w:abstractNumId w:val="4"/>
  </w:num>
  <w:num w:numId="13">
    <w:abstractNumId w:val="38"/>
  </w:num>
  <w:num w:numId="14">
    <w:abstractNumId w:val="26"/>
  </w:num>
  <w:num w:numId="15">
    <w:abstractNumId w:val="20"/>
  </w:num>
  <w:num w:numId="16">
    <w:abstractNumId w:val="22"/>
  </w:num>
  <w:num w:numId="17">
    <w:abstractNumId w:val="33"/>
  </w:num>
  <w:num w:numId="18">
    <w:abstractNumId w:val="8"/>
  </w:num>
  <w:num w:numId="19">
    <w:abstractNumId w:val="43"/>
  </w:num>
  <w:num w:numId="20">
    <w:abstractNumId w:val="10"/>
  </w:num>
  <w:num w:numId="21">
    <w:abstractNumId w:val="36"/>
  </w:num>
  <w:num w:numId="22">
    <w:abstractNumId w:val="32"/>
  </w:num>
  <w:num w:numId="23">
    <w:abstractNumId w:val="47"/>
  </w:num>
  <w:num w:numId="24">
    <w:abstractNumId w:val="28"/>
  </w:num>
  <w:num w:numId="25">
    <w:abstractNumId w:val="39"/>
  </w:num>
  <w:num w:numId="26">
    <w:abstractNumId w:val="34"/>
  </w:num>
  <w:num w:numId="27">
    <w:abstractNumId w:val="23"/>
  </w:num>
  <w:num w:numId="28">
    <w:abstractNumId w:val="37"/>
  </w:num>
  <w:num w:numId="29">
    <w:abstractNumId w:val="17"/>
  </w:num>
  <w:num w:numId="30">
    <w:abstractNumId w:val="44"/>
  </w:num>
  <w:num w:numId="31">
    <w:abstractNumId w:val="16"/>
  </w:num>
  <w:num w:numId="32">
    <w:abstractNumId w:val="18"/>
  </w:num>
  <w:num w:numId="33">
    <w:abstractNumId w:val="5"/>
  </w:num>
  <w:num w:numId="34">
    <w:abstractNumId w:val="19"/>
  </w:num>
  <w:num w:numId="35">
    <w:abstractNumId w:val="29"/>
  </w:num>
  <w:num w:numId="36">
    <w:abstractNumId w:val="11"/>
  </w:num>
  <w:num w:numId="37">
    <w:abstractNumId w:val="35"/>
  </w:num>
  <w:num w:numId="38">
    <w:abstractNumId w:val="15"/>
  </w:num>
  <w:num w:numId="39">
    <w:abstractNumId w:val="30"/>
  </w:num>
  <w:num w:numId="40">
    <w:abstractNumId w:val="27"/>
  </w:num>
  <w:num w:numId="41">
    <w:abstractNumId w:val="40"/>
  </w:num>
  <w:num w:numId="42">
    <w:abstractNumId w:val="12"/>
  </w:num>
  <w:num w:numId="43">
    <w:abstractNumId w:val="14"/>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2"/>
  </w:num>
  <w:num w:numId="47">
    <w:abstractNumId w:val="25"/>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21"/>
    <w:rsid w:val="00001908"/>
    <w:rsid w:val="00001E74"/>
    <w:rsid w:val="00002CDB"/>
    <w:rsid w:val="00007125"/>
    <w:rsid w:val="00010563"/>
    <w:rsid w:val="00010A42"/>
    <w:rsid w:val="00013173"/>
    <w:rsid w:val="0001385C"/>
    <w:rsid w:val="00013C0D"/>
    <w:rsid w:val="00020347"/>
    <w:rsid w:val="0002051B"/>
    <w:rsid w:val="00020E49"/>
    <w:rsid w:val="00022BB1"/>
    <w:rsid w:val="00023B42"/>
    <w:rsid w:val="00023CA2"/>
    <w:rsid w:val="00023E89"/>
    <w:rsid w:val="000248DE"/>
    <w:rsid w:val="00025153"/>
    <w:rsid w:val="0002716D"/>
    <w:rsid w:val="00027D44"/>
    <w:rsid w:val="0003195D"/>
    <w:rsid w:val="00032305"/>
    <w:rsid w:val="00035CC7"/>
    <w:rsid w:val="00036C92"/>
    <w:rsid w:val="00036E4E"/>
    <w:rsid w:val="00037A28"/>
    <w:rsid w:val="00037C21"/>
    <w:rsid w:val="00040B97"/>
    <w:rsid w:val="00041BBE"/>
    <w:rsid w:val="0004286B"/>
    <w:rsid w:val="000443E1"/>
    <w:rsid w:val="000445FF"/>
    <w:rsid w:val="00044A6B"/>
    <w:rsid w:val="000457AE"/>
    <w:rsid w:val="000457DC"/>
    <w:rsid w:val="000460C2"/>
    <w:rsid w:val="00046DDD"/>
    <w:rsid w:val="00046E16"/>
    <w:rsid w:val="0004712D"/>
    <w:rsid w:val="00053BE1"/>
    <w:rsid w:val="00053E23"/>
    <w:rsid w:val="000559F4"/>
    <w:rsid w:val="000602E8"/>
    <w:rsid w:val="00060734"/>
    <w:rsid w:val="00065562"/>
    <w:rsid w:val="00065654"/>
    <w:rsid w:val="00066A84"/>
    <w:rsid w:val="000703F1"/>
    <w:rsid w:val="00071401"/>
    <w:rsid w:val="00071955"/>
    <w:rsid w:val="00072DF7"/>
    <w:rsid w:val="00072F85"/>
    <w:rsid w:val="000735A2"/>
    <w:rsid w:val="00074963"/>
    <w:rsid w:val="0008367C"/>
    <w:rsid w:val="00083F0D"/>
    <w:rsid w:val="00087332"/>
    <w:rsid w:val="00087549"/>
    <w:rsid w:val="0008786F"/>
    <w:rsid w:val="00087883"/>
    <w:rsid w:val="000926DA"/>
    <w:rsid w:val="00093F84"/>
    <w:rsid w:val="0009472E"/>
    <w:rsid w:val="00095F16"/>
    <w:rsid w:val="000A05D2"/>
    <w:rsid w:val="000A1F1A"/>
    <w:rsid w:val="000A34C4"/>
    <w:rsid w:val="000A45D3"/>
    <w:rsid w:val="000A4747"/>
    <w:rsid w:val="000B366C"/>
    <w:rsid w:val="000C25D2"/>
    <w:rsid w:val="000C30CD"/>
    <w:rsid w:val="000C3E51"/>
    <w:rsid w:val="000C7A7E"/>
    <w:rsid w:val="000C7B6E"/>
    <w:rsid w:val="000D2263"/>
    <w:rsid w:val="000E0479"/>
    <w:rsid w:val="000E743B"/>
    <w:rsid w:val="000F22B2"/>
    <w:rsid w:val="000F2D8E"/>
    <w:rsid w:val="000F38F9"/>
    <w:rsid w:val="000F3E75"/>
    <w:rsid w:val="000F3EFF"/>
    <w:rsid w:val="000F4A88"/>
    <w:rsid w:val="0010000D"/>
    <w:rsid w:val="00101F97"/>
    <w:rsid w:val="00104BA9"/>
    <w:rsid w:val="00105D4C"/>
    <w:rsid w:val="00106480"/>
    <w:rsid w:val="00111F4C"/>
    <w:rsid w:val="00113FB7"/>
    <w:rsid w:val="0011514A"/>
    <w:rsid w:val="00115F1F"/>
    <w:rsid w:val="00117C01"/>
    <w:rsid w:val="00117CB8"/>
    <w:rsid w:val="00120D30"/>
    <w:rsid w:val="001212C2"/>
    <w:rsid w:val="00131B51"/>
    <w:rsid w:val="0013482E"/>
    <w:rsid w:val="00141E37"/>
    <w:rsid w:val="00142686"/>
    <w:rsid w:val="0014648E"/>
    <w:rsid w:val="00146EE7"/>
    <w:rsid w:val="00151BC7"/>
    <w:rsid w:val="00152CA5"/>
    <w:rsid w:val="0015430B"/>
    <w:rsid w:val="00156C09"/>
    <w:rsid w:val="00156E7A"/>
    <w:rsid w:val="00157434"/>
    <w:rsid w:val="00157D97"/>
    <w:rsid w:val="0016008F"/>
    <w:rsid w:val="00166E5E"/>
    <w:rsid w:val="001703BC"/>
    <w:rsid w:val="00172067"/>
    <w:rsid w:val="001722FD"/>
    <w:rsid w:val="0017436E"/>
    <w:rsid w:val="00175D69"/>
    <w:rsid w:val="0017644B"/>
    <w:rsid w:val="001766D0"/>
    <w:rsid w:val="00177557"/>
    <w:rsid w:val="001822D0"/>
    <w:rsid w:val="001835C0"/>
    <w:rsid w:val="00183BC4"/>
    <w:rsid w:val="001843CF"/>
    <w:rsid w:val="001900C3"/>
    <w:rsid w:val="001913C1"/>
    <w:rsid w:val="00194DCD"/>
    <w:rsid w:val="001972FF"/>
    <w:rsid w:val="001A06CF"/>
    <w:rsid w:val="001A12FD"/>
    <w:rsid w:val="001A14C6"/>
    <w:rsid w:val="001A4873"/>
    <w:rsid w:val="001A6A5F"/>
    <w:rsid w:val="001B009F"/>
    <w:rsid w:val="001B2634"/>
    <w:rsid w:val="001B42F0"/>
    <w:rsid w:val="001B5682"/>
    <w:rsid w:val="001B5EB8"/>
    <w:rsid w:val="001C1E72"/>
    <w:rsid w:val="001C28F9"/>
    <w:rsid w:val="001C4314"/>
    <w:rsid w:val="001C4384"/>
    <w:rsid w:val="001C4ADB"/>
    <w:rsid w:val="001C4EA8"/>
    <w:rsid w:val="001C5318"/>
    <w:rsid w:val="001C7A77"/>
    <w:rsid w:val="001D451D"/>
    <w:rsid w:val="001E5D3D"/>
    <w:rsid w:val="001F227A"/>
    <w:rsid w:val="001F3F0B"/>
    <w:rsid w:val="001F489F"/>
    <w:rsid w:val="001F5611"/>
    <w:rsid w:val="00203AD9"/>
    <w:rsid w:val="002040D4"/>
    <w:rsid w:val="00207011"/>
    <w:rsid w:val="002078CB"/>
    <w:rsid w:val="00210584"/>
    <w:rsid w:val="00210EB0"/>
    <w:rsid w:val="002113C7"/>
    <w:rsid w:val="00212E79"/>
    <w:rsid w:val="0021451B"/>
    <w:rsid w:val="00221F98"/>
    <w:rsid w:val="00221FBB"/>
    <w:rsid w:val="0022245F"/>
    <w:rsid w:val="00223817"/>
    <w:rsid w:val="002244AB"/>
    <w:rsid w:val="00225414"/>
    <w:rsid w:val="00225F66"/>
    <w:rsid w:val="00226F6B"/>
    <w:rsid w:val="00231424"/>
    <w:rsid w:val="002321EE"/>
    <w:rsid w:val="0023244C"/>
    <w:rsid w:val="00232823"/>
    <w:rsid w:val="00233536"/>
    <w:rsid w:val="00234769"/>
    <w:rsid w:val="0024534D"/>
    <w:rsid w:val="00245DA2"/>
    <w:rsid w:val="00251FFD"/>
    <w:rsid w:val="00254870"/>
    <w:rsid w:val="002566AC"/>
    <w:rsid w:val="00257C1A"/>
    <w:rsid w:val="00261F5A"/>
    <w:rsid w:val="002642D1"/>
    <w:rsid w:val="00265C58"/>
    <w:rsid w:val="0026743B"/>
    <w:rsid w:val="00270830"/>
    <w:rsid w:val="00270AE4"/>
    <w:rsid w:val="00271BE2"/>
    <w:rsid w:val="002755D7"/>
    <w:rsid w:val="002757C7"/>
    <w:rsid w:val="00280153"/>
    <w:rsid w:val="002804D9"/>
    <w:rsid w:val="002839C9"/>
    <w:rsid w:val="002848C4"/>
    <w:rsid w:val="002852D5"/>
    <w:rsid w:val="00285326"/>
    <w:rsid w:val="0028754C"/>
    <w:rsid w:val="00291241"/>
    <w:rsid w:val="00292665"/>
    <w:rsid w:val="002939B1"/>
    <w:rsid w:val="00294411"/>
    <w:rsid w:val="00295994"/>
    <w:rsid w:val="00295B97"/>
    <w:rsid w:val="002963F3"/>
    <w:rsid w:val="002964E7"/>
    <w:rsid w:val="002A1397"/>
    <w:rsid w:val="002A2117"/>
    <w:rsid w:val="002A5509"/>
    <w:rsid w:val="002B01AB"/>
    <w:rsid w:val="002B0E9E"/>
    <w:rsid w:val="002B14EA"/>
    <w:rsid w:val="002B1516"/>
    <w:rsid w:val="002B5123"/>
    <w:rsid w:val="002B78DD"/>
    <w:rsid w:val="002C018D"/>
    <w:rsid w:val="002C0C60"/>
    <w:rsid w:val="002C14D3"/>
    <w:rsid w:val="002C1F8C"/>
    <w:rsid w:val="002C2E8F"/>
    <w:rsid w:val="002C3858"/>
    <w:rsid w:val="002C5610"/>
    <w:rsid w:val="002C64A9"/>
    <w:rsid w:val="002C6F5A"/>
    <w:rsid w:val="002C7967"/>
    <w:rsid w:val="002D20BE"/>
    <w:rsid w:val="002D4C0A"/>
    <w:rsid w:val="002D4EED"/>
    <w:rsid w:val="002D5BCB"/>
    <w:rsid w:val="002E0A9A"/>
    <w:rsid w:val="002E121A"/>
    <w:rsid w:val="002E17DE"/>
    <w:rsid w:val="002E195E"/>
    <w:rsid w:val="002E1AFE"/>
    <w:rsid w:val="002E2666"/>
    <w:rsid w:val="002E3D61"/>
    <w:rsid w:val="002E4D70"/>
    <w:rsid w:val="002E64A8"/>
    <w:rsid w:val="002F23D0"/>
    <w:rsid w:val="002F2ED6"/>
    <w:rsid w:val="002F3587"/>
    <w:rsid w:val="002F527B"/>
    <w:rsid w:val="002F57D8"/>
    <w:rsid w:val="002F57E0"/>
    <w:rsid w:val="002F75AB"/>
    <w:rsid w:val="00301996"/>
    <w:rsid w:val="0030225D"/>
    <w:rsid w:val="003036CF"/>
    <w:rsid w:val="003044BF"/>
    <w:rsid w:val="0030455F"/>
    <w:rsid w:val="00305CE4"/>
    <w:rsid w:val="00307254"/>
    <w:rsid w:val="00310186"/>
    <w:rsid w:val="00311BAA"/>
    <w:rsid w:val="0031249F"/>
    <w:rsid w:val="003130C4"/>
    <w:rsid w:val="00313A5D"/>
    <w:rsid w:val="003143CD"/>
    <w:rsid w:val="00314587"/>
    <w:rsid w:val="003149CE"/>
    <w:rsid w:val="00315F66"/>
    <w:rsid w:val="003169B7"/>
    <w:rsid w:val="00316AE6"/>
    <w:rsid w:val="003229B1"/>
    <w:rsid w:val="00322E15"/>
    <w:rsid w:val="00324AC8"/>
    <w:rsid w:val="00326908"/>
    <w:rsid w:val="003279F9"/>
    <w:rsid w:val="0033027E"/>
    <w:rsid w:val="00330E4C"/>
    <w:rsid w:val="00331D33"/>
    <w:rsid w:val="003321FE"/>
    <w:rsid w:val="00335679"/>
    <w:rsid w:val="00336EE7"/>
    <w:rsid w:val="00342586"/>
    <w:rsid w:val="00342789"/>
    <w:rsid w:val="00343509"/>
    <w:rsid w:val="00344703"/>
    <w:rsid w:val="003447FB"/>
    <w:rsid w:val="003460B5"/>
    <w:rsid w:val="003475C8"/>
    <w:rsid w:val="00350DC0"/>
    <w:rsid w:val="00350FE6"/>
    <w:rsid w:val="00352C96"/>
    <w:rsid w:val="00353CCA"/>
    <w:rsid w:val="0035617F"/>
    <w:rsid w:val="0035639E"/>
    <w:rsid w:val="00357243"/>
    <w:rsid w:val="00360884"/>
    <w:rsid w:val="0036229F"/>
    <w:rsid w:val="00364DA8"/>
    <w:rsid w:val="00366153"/>
    <w:rsid w:val="003674AC"/>
    <w:rsid w:val="00367F1B"/>
    <w:rsid w:val="00370BE0"/>
    <w:rsid w:val="003714E9"/>
    <w:rsid w:val="00372884"/>
    <w:rsid w:val="003760BC"/>
    <w:rsid w:val="00381151"/>
    <w:rsid w:val="003813AD"/>
    <w:rsid w:val="00381D06"/>
    <w:rsid w:val="0038231A"/>
    <w:rsid w:val="00383C25"/>
    <w:rsid w:val="00383FDD"/>
    <w:rsid w:val="003861CB"/>
    <w:rsid w:val="00386B35"/>
    <w:rsid w:val="00386F61"/>
    <w:rsid w:val="00387461"/>
    <w:rsid w:val="00387F7D"/>
    <w:rsid w:val="00391645"/>
    <w:rsid w:val="00393829"/>
    <w:rsid w:val="003940AC"/>
    <w:rsid w:val="003A1F17"/>
    <w:rsid w:val="003A43F2"/>
    <w:rsid w:val="003A5177"/>
    <w:rsid w:val="003A5EC4"/>
    <w:rsid w:val="003A5FA3"/>
    <w:rsid w:val="003A6C37"/>
    <w:rsid w:val="003B0A0B"/>
    <w:rsid w:val="003B29A7"/>
    <w:rsid w:val="003B300E"/>
    <w:rsid w:val="003B3586"/>
    <w:rsid w:val="003B4535"/>
    <w:rsid w:val="003B51FF"/>
    <w:rsid w:val="003B5302"/>
    <w:rsid w:val="003C02AA"/>
    <w:rsid w:val="003C2C4A"/>
    <w:rsid w:val="003C70F7"/>
    <w:rsid w:val="003D1B52"/>
    <w:rsid w:val="003D1DA1"/>
    <w:rsid w:val="003D2CAD"/>
    <w:rsid w:val="003D305F"/>
    <w:rsid w:val="003D6CAC"/>
    <w:rsid w:val="003E173A"/>
    <w:rsid w:val="003E22AA"/>
    <w:rsid w:val="003E64D0"/>
    <w:rsid w:val="003E68EF"/>
    <w:rsid w:val="003E7E94"/>
    <w:rsid w:val="003F0948"/>
    <w:rsid w:val="003F0A10"/>
    <w:rsid w:val="003F0DAD"/>
    <w:rsid w:val="003F1287"/>
    <w:rsid w:val="003F14C8"/>
    <w:rsid w:val="003F1C62"/>
    <w:rsid w:val="003F367D"/>
    <w:rsid w:val="003F6127"/>
    <w:rsid w:val="003F7C56"/>
    <w:rsid w:val="00402645"/>
    <w:rsid w:val="004034C7"/>
    <w:rsid w:val="0040351B"/>
    <w:rsid w:val="00403D05"/>
    <w:rsid w:val="0040683B"/>
    <w:rsid w:val="00407BD5"/>
    <w:rsid w:val="00410265"/>
    <w:rsid w:val="004102D2"/>
    <w:rsid w:val="0041096C"/>
    <w:rsid w:val="00410B47"/>
    <w:rsid w:val="00411045"/>
    <w:rsid w:val="00411785"/>
    <w:rsid w:val="00417911"/>
    <w:rsid w:val="004200CE"/>
    <w:rsid w:val="00421038"/>
    <w:rsid w:val="00424C41"/>
    <w:rsid w:val="00425F85"/>
    <w:rsid w:val="00427515"/>
    <w:rsid w:val="00430D4C"/>
    <w:rsid w:val="004334FA"/>
    <w:rsid w:val="00436D7D"/>
    <w:rsid w:val="00437E95"/>
    <w:rsid w:val="00440777"/>
    <w:rsid w:val="004414B6"/>
    <w:rsid w:val="00441E94"/>
    <w:rsid w:val="00442370"/>
    <w:rsid w:val="004533C7"/>
    <w:rsid w:val="004534ED"/>
    <w:rsid w:val="004679AD"/>
    <w:rsid w:val="0047153A"/>
    <w:rsid w:val="004727C6"/>
    <w:rsid w:val="00474013"/>
    <w:rsid w:val="004744E6"/>
    <w:rsid w:val="00476E20"/>
    <w:rsid w:val="00477B6D"/>
    <w:rsid w:val="00477CFE"/>
    <w:rsid w:val="00485205"/>
    <w:rsid w:val="00486F80"/>
    <w:rsid w:val="00487F71"/>
    <w:rsid w:val="00490754"/>
    <w:rsid w:val="0049078C"/>
    <w:rsid w:val="00490B96"/>
    <w:rsid w:val="00490E86"/>
    <w:rsid w:val="004913E2"/>
    <w:rsid w:val="00492585"/>
    <w:rsid w:val="00493927"/>
    <w:rsid w:val="00493F36"/>
    <w:rsid w:val="0049478D"/>
    <w:rsid w:val="004953A9"/>
    <w:rsid w:val="004959AC"/>
    <w:rsid w:val="004A0A68"/>
    <w:rsid w:val="004A12A8"/>
    <w:rsid w:val="004A2F36"/>
    <w:rsid w:val="004A305E"/>
    <w:rsid w:val="004A5298"/>
    <w:rsid w:val="004A530E"/>
    <w:rsid w:val="004A53AC"/>
    <w:rsid w:val="004A6320"/>
    <w:rsid w:val="004A6C4F"/>
    <w:rsid w:val="004B3748"/>
    <w:rsid w:val="004B45F9"/>
    <w:rsid w:val="004B49CE"/>
    <w:rsid w:val="004C4358"/>
    <w:rsid w:val="004C7266"/>
    <w:rsid w:val="004D0B44"/>
    <w:rsid w:val="004D17D6"/>
    <w:rsid w:val="004D2876"/>
    <w:rsid w:val="004D310F"/>
    <w:rsid w:val="004D37F5"/>
    <w:rsid w:val="004D3AEA"/>
    <w:rsid w:val="004D3BB3"/>
    <w:rsid w:val="004D5D5C"/>
    <w:rsid w:val="004E0FAB"/>
    <w:rsid w:val="004E1C5A"/>
    <w:rsid w:val="004E2203"/>
    <w:rsid w:val="004E3963"/>
    <w:rsid w:val="004E4BE3"/>
    <w:rsid w:val="004E4F05"/>
    <w:rsid w:val="004F44B2"/>
    <w:rsid w:val="004F6C03"/>
    <w:rsid w:val="00502DD3"/>
    <w:rsid w:val="00502F71"/>
    <w:rsid w:val="005038B2"/>
    <w:rsid w:val="00503AAE"/>
    <w:rsid w:val="0050517F"/>
    <w:rsid w:val="00506A55"/>
    <w:rsid w:val="005070E7"/>
    <w:rsid w:val="005115A5"/>
    <w:rsid w:val="00512240"/>
    <w:rsid w:val="0051264F"/>
    <w:rsid w:val="00512C80"/>
    <w:rsid w:val="00512CEC"/>
    <w:rsid w:val="00514993"/>
    <w:rsid w:val="00514AF2"/>
    <w:rsid w:val="005151BD"/>
    <w:rsid w:val="00516C86"/>
    <w:rsid w:val="00517718"/>
    <w:rsid w:val="005223A5"/>
    <w:rsid w:val="00522C1A"/>
    <w:rsid w:val="00523F0D"/>
    <w:rsid w:val="00524D6E"/>
    <w:rsid w:val="005268B4"/>
    <w:rsid w:val="00527B30"/>
    <w:rsid w:val="00530205"/>
    <w:rsid w:val="00531B37"/>
    <w:rsid w:val="00532094"/>
    <w:rsid w:val="005366A3"/>
    <w:rsid w:val="005422DC"/>
    <w:rsid w:val="0054460C"/>
    <w:rsid w:val="005447D0"/>
    <w:rsid w:val="00544BE8"/>
    <w:rsid w:val="005473AC"/>
    <w:rsid w:val="0054781B"/>
    <w:rsid w:val="00547C18"/>
    <w:rsid w:val="0055262E"/>
    <w:rsid w:val="00552FCB"/>
    <w:rsid w:val="005533DA"/>
    <w:rsid w:val="005556F6"/>
    <w:rsid w:val="005609F9"/>
    <w:rsid w:val="00560D72"/>
    <w:rsid w:val="005618BA"/>
    <w:rsid w:val="00564C28"/>
    <w:rsid w:val="00576474"/>
    <w:rsid w:val="00582730"/>
    <w:rsid w:val="00582B4B"/>
    <w:rsid w:val="005833EE"/>
    <w:rsid w:val="00585379"/>
    <w:rsid w:val="00586D03"/>
    <w:rsid w:val="00587836"/>
    <w:rsid w:val="00591406"/>
    <w:rsid w:val="005955AB"/>
    <w:rsid w:val="005972D4"/>
    <w:rsid w:val="005A1777"/>
    <w:rsid w:val="005A27C4"/>
    <w:rsid w:val="005A57BA"/>
    <w:rsid w:val="005A6165"/>
    <w:rsid w:val="005B0A74"/>
    <w:rsid w:val="005B1344"/>
    <w:rsid w:val="005B5C69"/>
    <w:rsid w:val="005C0017"/>
    <w:rsid w:val="005C01BE"/>
    <w:rsid w:val="005C0A19"/>
    <w:rsid w:val="005C0EDE"/>
    <w:rsid w:val="005C20D7"/>
    <w:rsid w:val="005C4F23"/>
    <w:rsid w:val="005C6365"/>
    <w:rsid w:val="005C669D"/>
    <w:rsid w:val="005C6D1D"/>
    <w:rsid w:val="005C7609"/>
    <w:rsid w:val="005D1D06"/>
    <w:rsid w:val="005D61FB"/>
    <w:rsid w:val="005E03AB"/>
    <w:rsid w:val="005E1106"/>
    <w:rsid w:val="005E4CDA"/>
    <w:rsid w:val="005E6148"/>
    <w:rsid w:val="005E7F3D"/>
    <w:rsid w:val="005F4F3B"/>
    <w:rsid w:val="005F666D"/>
    <w:rsid w:val="006038BA"/>
    <w:rsid w:val="00605C47"/>
    <w:rsid w:val="00610E89"/>
    <w:rsid w:val="006149E2"/>
    <w:rsid w:val="0062060B"/>
    <w:rsid w:val="00621290"/>
    <w:rsid w:val="0062316B"/>
    <w:rsid w:val="006231B9"/>
    <w:rsid w:val="006269F4"/>
    <w:rsid w:val="00626BE5"/>
    <w:rsid w:val="00626F39"/>
    <w:rsid w:val="00627D81"/>
    <w:rsid w:val="006319A5"/>
    <w:rsid w:val="00633F2F"/>
    <w:rsid w:val="00641384"/>
    <w:rsid w:val="00642260"/>
    <w:rsid w:val="006422C7"/>
    <w:rsid w:val="00642DA6"/>
    <w:rsid w:val="00646C76"/>
    <w:rsid w:val="00651D2C"/>
    <w:rsid w:val="006530D5"/>
    <w:rsid w:val="006537F3"/>
    <w:rsid w:val="00656DD6"/>
    <w:rsid w:val="006572C2"/>
    <w:rsid w:val="0065774D"/>
    <w:rsid w:val="0066184E"/>
    <w:rsid w:val="00663635"/>
    <w:rsid w:val="00664043"/>
    <w:rsid w:val="00670F01"/>
    <w:rsid w:val="00671820"/>
    <w:rsid w:val="00672B78"/>
    <w:rsid w:val="00672C52"/>
    <w:rsid w:val="00674061"/>
    <w:rsid w:val="006775F0"/>
    <w:rsid w:val="00677D25"/>
    <w:rsid w:val="00680391"/>
    <w:rsid w:val="00680435"/>
    <w:rsid w:val="00682D90"/>
    <w:rsid w:val="00687D09"/>
    <w:rsid w:val="0069133B"/>
    <w:rsid w:val="00691C1F"/>
    <w:rsid w:val="00696C83"/>
    <w:rsid w:val="006974B3"/>
    <w:rsid w:val="00697604"/>
    <w:rsid w:val="006A18E5"/>
    <w:rsid w:val="006A1F6F"/>
    <w:rsid w:val="006A66A7"/>
    <w:rsid w:val="006B12B4"/>
    <w:rsid w:val="006B2774"/>
    <w:rsid w:val="006B3367"/>
    <w:rsid w:val="006B498C"/>
    <w:rsid w:val="006B4E25"/>
    <w:rsid w:val="006B6A17"/>
    <w:rsid w:val="006B7777"/>
    <w:rsid w:val="006C31CD"/>
    <w:rsid w:val="006C58E6"/>
    <w:rsid w:val="006C677A"/>
    <w:rsid w:val="006D1AB0"/>
    <w:rsid w:val="006D7945"/>
    <w:rsid w:val="006E179A"/>
    <w:rsid w:val="006E3544"/>
    <w:rsid w:val="006E3CA0"/>
    <w:rsid w:val="006E4229"/>
    <w:rsid w:val="006E60CB"/>
    <w:rsid w:val="006E61AB"/>
    <w:rsid w:val="006F0944"/>
    <w:rsid w:val="006F09F9"/>
    <w:rsid w:val="006F2DDD"/>
    <w:rsid w:val="006F6402"/>
    <w:rsid w:val="006F6412"/>
    <w:rsid w:val="00700C6B"/>
    <w:rsid w:val="007052D8"/>
    <w:rsid w:val="00705E77"/>
    <w:rsid w:val="00711CBE"/>
    <w:rsid w:val="00713202"/>
    <w:rsid w:val="00714BF6"/>
    <w:rsid w:val="0071663E"/>
    <w:rsid w:val="00720AD0"/>
    <w:rsid w:val="00721AE7"/>
    <w:rsid w:val="0072293D"/>
    <w:rsid w:val="00723ED8"/>
    <w:rsid w:val="00724D1E"/>
    <w:rsid w:val="00725DC7"/>
    <w:rsid w:val="0072609D"/>
    <w:rsid w:val="00726977"/>
    <w:rsid w:val="00731A29"/>
    <w:rsid w:val="007325C7"/>
    <w:rsid w:val="00734387"/>
    <w:rsid w:val="00734678"/>
    <w:rsid w:val="00735974"/>
    <w:rsid w:val="00737C51"/>
    <w:rsid w:val="00740145"/>
    <w:rsid w:val="007430C2"/>
    <w:rsid w:val="00743103"/>
    <w:rsid w:val="00743F91"/>
    <w:rsid w:val="00746754"/>
    <w:rsid w:val="00747032"/>
    <w:rsid w:val="007506BD"/>
    <w:rsid w:val="0075095D"/>
    <w:rsid w:val="007514D6"/>
    <w:rsid w:val="007528AC"/>
    <w:rsid w:val="00753DC2"/>
    <w:rsid w:val="00754B84"/>
    <w:rsid w:val="00754D81"/>
    <w:rsid w:val="00756C76"/>
    <w:rsid w:val="00762769"/>
    <w:rsid w:val="00762832"/>
    <w:rsid w:val="00762D7D"/>
    <w:rsid w:val="00764182"/>
    <w:rsid w:val="00765A8A"/>
    <w:rsid w:val="00766AD8"/>
    <w:rsid w:val="00767EF1"/>
    <w:rsid w:val="007712F9"/>
    <w:rsid w:val="00777983"/>
    <w:rsid w:val="00777B05"/>
    <w:rsid w:val="007803E2"/>
    <w:rsid w:val="00782010"/>
    <w:rsid w:val="0078292A"/>
    <w:rsid w:val="007842A6"/>
    <w:rsid w:val="00787B45"/>
    <w:rsid w:val="00791155"/>
    <w:rsid w:val="0079124B"/>
    <w:rsid w:val="00797B46"/>
    <w:rsid w:val="007A0A3F"/>
    <w:rsid w:val="007A2DFC"/>
    <w:rsid w:val="007A3A9C"/>
    <w:rsid w:val="007A5A8B"/>
    <w:rsid w:val="007A700F"/>
    <w:rsid w:val="007A7EBB"/>
    <w:rsid w:val="007B0D24"/>
    <w:rsid w:val="007B147A"/>
    <w:rsid w:val="007B2B11"/>
    <w:rsid w:val="007B4437"/>
    <w:rsid w:val="007B50FE"/>
    <w:rsid w:val="007B5595"/>
    <w:rsid w:val="007C0A8D"/>
    <w:rsid w:val="007C3A4E"/>
    <w:rsid w:val="007C3B4C"/>
    <w:rsid w:val="007C71CE"/>
    <w:rsid w:val="007D1D27"/>
    <w:rsid w:val="007D28CE"/>
    <w:rsid w:val="007D3553"/>
    <w:rsid w:val="007D46C2"/>
    <w:rsid w:val="007D7C22"/>
    <w:rsid w:val="007E1539"/>
    <w:rsid w:val="007E1D96"/>
    <w:rsid w:val="007E28EB"/>
    <w:rsid w:val="007E6AB1"/>
    <w:rsid w:val="007F20EA"/>
    <w:rsid w:val="007F74AA"/>
    <w:rsid w:val="007F7851"/>
    <w:rsid w:val="00804978"/>
    <w:rsid w:val="00804D29"/>
    <w:rsid w:val="008053E2"/>
    <w:rsid w:val="00807AA8"/>
    <w:rsid w:val="0081100F"/>
    <w:rsid w:val="00812C80"/>
    <w:rsid w:val="00812CEA"/>
    <w:rsid w:val="0081421B"/>
    <w:rsid w:val="00816370"/>
    <w:rsid w:val="00820003"/>
    <w:rsid w:val="008220AF"/>
    <w:rsid w:val="00822A57"/>
    <w:rsid w:val="00822B14"/>
    <w:rsid w:val="008258F6"/>
    <w:rsid w:val="008260E1"/>
    <w:rsid w:val="00833664"/>
    <w:rsid w:val="0083605F"/>
    <w:rsid w:val="00836244"/>
    <w:rsid w:val="00837310"/>
    <w:rsid w:val="0083755A"/>
    <w:rsid w:val="00837698"/>
    <w:rsid w:val="008403B3"/>
    <w:rsid w:val="0084077A"/>
    <w:rsid w:val="008412EA"/>
    <w:rsid w:val="008455C1"/>
    <w:rsid w:val="00847A78"/>
    <w:rsid w:val="00850122"/>
    <w:rsid w:val="00850140"/>
    <w:rsid w:val="00850B1B"/>
    <w:rsid w:val="0085274A"/>
    <w:rsid w:val="00853EB5"/>
    <w:rsid w:val="00854075"/>
    <w:rsid w:val="0085521A"/>
    <w:rsid w:val="008570D7"/>
    <w:rsid w:val="00857278"/>
    <w:rsid w:val="008575BD"/>
    <w:rsid w:val="008579EC"/>
    <w:rsid w:val="00866D6E"/>
    <w:rsid w:val="00866E69"/>
    <w:rsid w:val="00870986"/>
    <w:rsid w:val="008742ED"/>
    <w:rsid w:val="008757B4"/>
    <w:rsid w:val="008764E9"/>
    <w:rsid w:val="00876515"/>
    <w:rsid w:val="00881933"/>
    <w:rsid w:val="008835C6"/>
    <w:rsid w:val="00884221"/>
    <w:rsid w:val="00885E71"/>
    <w:rsid w:val="00891038"/>
    <w:rsid w:val="00893AB3"/>
    <w:rsid w:val="008A3A70"/>
    <w:rsid w:val="008B4844"/>
    <w:rsid w:val="008B5FEC"/>
    <w:rsid w:val="008B656B"/>
    <w:rsid w:val="008B733C"/>
    <w:rsid w:val="008C07D5"/>
    <w:rsid w:val="008C0AF9"/>
    <w:rsid w:val="008C0BAC"/>
    <w:rsid w:val="008C22D1"/>
    <w:rsid w:val="008C3D71"/>
    <w:rsid w:val="008C40DD"/>
    <w:rsid w:val="008C6280"/>
    <w:rsid w:val="008D07A8"/>
    <w:rsid w:val="008D098C"/>
    <w:rsid w:val="008D0D2D"/>
    <w:rsid w:val="008D217E"/>
    <w:rsid w:val="008D231C"/>
    <w:rsid w:val="008D2F7C"/>
    <w:rsid w:val="008D335E"/>
    <w:rsid w:val="008D6C4E"/>
    <w:rsid w:val="008D77DE"/>
    <w:rsid w:val="008D7B60"/>
    <w:rsid w:val="008E3439"/>
    <w:rsid w:val="008E7AB8"/>
    <w:rsid w:val="008F3935"/>
    <w:rsid w:val="008F437B"/>
    <w:rsid w:val="008F67E8"/>
    <w:rsid w:val="00900C40"/>
    <w:rsid w:val="00901ABD"/>
    <w:rsid w:val="00901C6C"/>
    <w:rsid w:val="00902EB0"/>
    <w:rsid w:val="009037A0"/>
    <w:rsid w:val="00906075"/>
    <w:rsid w:val="00907A6F"/>
    <w:rsid w:val="00912814"/>
    <w:rsid w:val="0091381F"/>
    <w:rsid w:val="00913F4C"/>
    <w:rsid w:val="00915601"/>
    <w:rsid w:val="00916C88"/>
    <w:rsid w:val="0091748E"/>
    <w:rsid w:val="00920791"/>
    <w:rsid w:val="009207EC"/>
    <w:rsid w:val="00921807"/>
    <w:rsid w:val="00922502"/>
    <w:rsid w:val="009249C4"/>
    <w:rsid w:val="009301BF"/>
    <w:rsid w:val="00930E38"/>
    <w:rsid w:val="00934134"/>
    <w:rsid w:val="00937136"/>
    <w:rsid w:val="00937153"/>
    <w:rsid w:val="0094026F"/>
    <w:rsid w:val="00943AA7"/>
    <w:rsid w:val="0094431B"/>
    <w:rsid w:val="00947837"/>
    <w:rsid w:val="0095139D"/>
    <w:rsid w:val="00951C0C"/>
    <w:rsid w:val="00954A47"/>
    <w:rsid w:val="00955382"/>
    <w:rsid w:val="009569B8"/>
    <w:rsid w:val="00961420"/>
    <w:rsid w:val="00961A86"/>
    <w:rsid w:val="0096370D"/>
    <w:rsid w:val="00964AB0"/>
    <w:rsid w:val="00964C5D"/>
    <w:rsid w:val="00966652"/>
    <w:rsid w:val="0096786B"/>
    <w:rsid w:val="00967BEC"/>
    <w:rsid w:val="009707EA"/>
    <w:rsid w:val="00970D25"/>
    <w:rsid w:val="009746E6"/>
    <w:rsid w:val="00974BB9"/>
    <w:rsid w:val="009755AF"/>
    <w:rsid w:val="00976C24"/>
    <w:rsid w:val="009802F1"/>
    <w:rsid w:val="009816CA"/>
    <w:rsid w:val="00983332"/>
    <w:rsid w:val="00986D47"/>
    <w:rsid w:val="0099073F"/>
    <w:rsid w:val="00991888"/>
    <w:rsid w:val="009922BB"/>
    <w:rsid w:val="00992BC2"/>
    <w:rsid w:val="00992EC4"/>
    <w:rsid w:val="009949ED"/>
    <w:rsid w:val="00994A2F"/>
    <w:rsid w:val="00995596"/>
    <w:rsid w:val="00996570"/>
    <w:rsid w:val="0099679E"/>
    <w:rsid w:val="00997BFA"/>
    <w:rsid w:val="009A21C9"/>
    <w:rsid w:val="009A2A03"/>
    <w:rsid w:val="009A3CF1"/>
    <w:rsid w:val="009A5FCF"/>
    <w:rsid w:val="009A77DA"/>
    <w:rsid w:val="009B060D"/>
    <w:rsid w:val="009B0683"/>
    <w:rsid w:val="009B3A15"/>
    <w:rsid w:val="009B777B"/>
    <w:rsid w:val="009B7A4B"/>
    <w:rsid w:val="009C1A8A"/>
    <w:rsid w:val="009C2425"/>
    <w:rsid w:val="009C2875"/>
    <w:rsid w:val="009C39F0"/>
    <w:rsid w:val="009C3C71"/>
    <w:rsid w:val="009C3FBC"/>
    <w:rsid w:val="009C419D"/>
    <w:rsid w:val="009C6765"/>
    <w:rsid w:val="009C7196"/>
    <w:rsid w:val="009D3B7C"/>
    <w:rsid w:val="009D4754"/>
    <w:rsid w:val="009D7609"/>
    <w:rsid w:val="009D76E1"/>
    <w:rsid w:val="009E5CA9"/>
    <w:rsid w:val="009E6128"/>
    <w:rsid w:val="009E797C"/>
    <w:rsid w:val="009E7B83"/>
    <w:rsid w:val="009F02F7"/>
    <w:rsid w:val="009F0C5C"/>
    <w:rsid w:val="009F0C77"/>
    <w:rsid w:val="009F4717"/>
    <w:rsid w:val="009F526C"/>
    <w:rsid w:val="009F6A18"/>
    <w:rsid w:val="009F7301"/>
    <w:rsid w:val="00A06534"/>
    <w:rsid w:val="00A112E9"/>
    <w:rsid w:val="00A136A3"/>
    <w:rsid w:val="00A13BE8"/>
    <w:rsid w:val="00A14092"/>
    <w:rsid w:val="00A15926"/>
    <w:rsid w:val="00A20FE6"/>
    <w:rsid w:val="00A211C2"/>
    <w:rsid w:val="00A23211"/>
    <w:rsid w:val="00A23559"/>
    <w:rsid w:val="00A240AE"/>
    <w:rsid w:val="00A267E2"/>
    <w:rsid w:val="00A31FFF"/>
    <w:rsid w:val="00A32BC6"/>
    <w:rsid w:val="00A3485F"/>
    <w:rsid w:val="00A36AD2"/>
    <w:rsid w:val="00A3758A"/>
    <w:rsid w:val="00A479AC"/>
    <w:rsid w:val="00A52D4B"/>
    <w:rsid w:val="00A54319"/>
    <w:rsid w:val="00A5660C"/>
    <w:rsid w:val="00A57794"/>
    <w:rsid w:val="00A60B30"/>
    <w:rsid w:val="00A61476"/>
    <w:rsid w:val="00A62B97"/>
    <w:rsid w:val="00A62C28"/>
    <w:rsid w:val="00A62DF5"/>
    <w:rsid w:val="00A63028"/>
    <w:rsid w:val="00A63041"/>
    <w:rsid w:val="00A6332A"/>
    <w:rsid w:val="00A65407"/>
    <w:rsid w:val="00A65B71"/>
    <w:rsid w:val="00A66F4C"/>
    <w:rsid w:val="00A6704E"/>
    <w:rsid w:val="00A674AE"/>
    <w:rsid w:val="00A70D07"/>
    <w:rsid w:val="00A70E90"/>
    <w:rsid w:val="00A72CB3"/>
    <w:rsid w:val="00A74099"/>
    <w:rsid w:val="00A76BF9"/>
    <w:rsid w:val="00A77E4D"/>
    <w:rsid w:val="00A8062C"/>
    <w:rsid w:val="00A810CF"/>
    <w:rsid w:val="00A829C8"/>
    <w:rsid w:val="00A82E12"/>
    <w:rsid w:val="00A863F9"/>
    <w:rsid w:val="00A87698"/>
    <w:rsid w:val="00A91484"/>
    <w:rsid w:val="00A9313E"/>
    <w:rsid w:val="00A93E1C"/>
    <w:rsid w:val="00AA02C9"/>
    <w:rsid w:val="00AA1906"/>
    <w:rsid w:val="00AA2306"/>
    <w:rsid w:val="00AA2A0F"/>
    <w:rsid w:val="00AA2E6A"/>
    <w:rsid w:val="00AA4D86"/>
    <w:rsid w:val="00AA7E4A"/>
    <w:rsid w:val="00AB410E"/>
    <w:rsid w:val="00AB58B7"/>
    <w:rsid w:val="00AB61EF"/>
    <w:rsid w:val="00AC1435"/>
    <w:rsid w:val="00AC364B"/>
    <w:rsid w:val="00AC5F00"/>
    <w:rsid w:val="00AC6B5D"/>
    <w:rsid w:val="00AD24BB"/>
    <w:rsid w:val="00AD7356"/>
    <w:rsid w:val="00AD7D8E"/>
    <w:rsid w:val="00AD7F83"/>
    <w:rsid w:val="00AE00DE"/>
    <w:rsid w:val="00AE03C3"/>
    <w:rsid w:val="00AE17A3"/>
    <w:rsid w:val="00AE1E84"/>
    <w:rsid w:val="00AE7F45"/>
    <w:rsid w:val="00AE7F6F"/>
    <w:rsid w:val="00AF0B90"/>
    <w:rsid w:val="00AF1BE2"/>
    <w:rsid w:val="00AF2F67"/>
    <w:rsid w:val="00AF3A33"/>
    <w:rsid w:val="00AF5FB5"/>
    <w:rsid w:val="00AF775F"/>
    <w:rsid w:val="00B031FA"/>
    <w:rsid w:val="00B035DC"/>
    <w:rsid w:val="00B03C83"/>
    <w:rsid w:val="00B04F15"/>
    <w:rsid w:val="00B10ADE"/>
    <w:rsid w:val="00B120DE"/>
    <w:rsid w:val="00B12C33"/>
    <w:rsid w:val="00B1339F"/>
    <w:rsid w:val="00B16415"/>
    <w:rsid w:val="00B20481"/>
    <w:rsid w:val="00B20BFD"/>
    <w:rsid w:val="00B22003"/>
    <w:rsid w:val="00B254B0"/>
    <w:rsid w:val="00B26664"/>
    <w:rsid w:val="00B27FFC"/>
    <w:rsid w:val="00B310CD"/>
    <w:rsid w:val="00B31143"/>
    <w:rsid w:val="00B313AA"/>
    <w:rsid w:val="00B31C02"/>
    <w:rsid w:val="00B3277C"/>
    <w:rsid w:val="00B34AD8"/>
    <w:rsid w:val="00B408D7"/>
    <w:rsid w:val="00B417C1"/>
    <w:rsid w:val="00B43369"/>
    <w:rsid w:val="00B44799"/>
    <w:rsid w:val="00B45BDD"/>
    <w:rsid w:val="00B46EDB"/>
    <w:rsid w:val="00B47D27"/>
    <w:rsid w:val="00B47E50"/>
    <w:rsid w:val="00B502B2"/>
    <w:rsid w:val="00B515EC"/>
    <w:rsid w:val="00B529D2"/>
    <w:rsid w:val="00B52F5E"/>
    <w:rsid w:val="00B548F0"/>
    <w:rsid w:val="00B55573"/>
    <w:rsid w:val="00B56E07"/>
    <w:rsid w:val="00B5703F"/>
    <w:rsid w:val="00B618E0"/>
    <w:rsid w:val="00B66B62"/>
    <w:rsid w:val="00B70164"/>
    <w:rsid w:val="00B7227D"/>
    <w:rsid w:val="00B73363"/>
    <w:rsid w:val="00B75AD1"/>
    <w:rsid w:val="00B76ABA"/>
    <w:rsid w:val="00B81358"/>
    <w:rsid w:val="00B82BAE"/>
    <w:rsid w:val="00B830E8"/>
    <w:rsid w:val="00B86BD3"/>
    <w:rsid w:val="00B9054B"/>
    <w:rsid w:val="00B90BCB"/>
    <w:rsid w:val="00B90C7A"/>
    <w:rsid w:val="00B945F5"/>
    <w:rsid w:val="00B953C9"/>
    <w:rsid w:val="00B96786"/>
    <w:rsid w:val="00B96F37"/>
    <w:rsid w:val="00B974E8"/>
    <w:rsid w:val="00B977DC"/>
    <w:rsid w:val="00BA1BBF"/>
    <w:rsid w:val="00BA22E2"/>
    <w:rsid w:val="00BA25C0"/>
    <w:rsid w:val="00BA4921"/>
    <w:rsid w:val="00BA67D2"/>
    <w:rsid w:val="00BA68AF"/>
    <w:rsid w:val="00BB61FD"/>
    <w:rsid w:val="00BB6434"/>
    <w:rsid w:val="00BB651C"/>
    <w:rsid w:val="00BC2395"/>
    <w:rsid w:val="00BC2AA5"/>
    <w:rsid w:val="00BC407A"/>
    <w:rsid w:val="00BC5B4F"/>
    <w:rsid w:val="00BC5CE2"/>
    <w:rsid w:val="00BD5252"/>
    <w:rsid w:val="00BE0F93"/>
    <w:rsid w:val="00BE16A7"/>
    <w:rsid w:val="00BE357A"/>
    <w:rsid w:val="00BE4209"/>
    <w:rsid w:val="00BE650F"/>
    <w:rsid w:val="00C025CC"/>
    <w:rsid w:val="00C030CF"/>
    <w:rsid w:val="00C05D3A"/>
    <w:rsid w:val="00C15C8B"/>
    <w:rsid w:val="00C17005"/>
    <w:rsid w:val="00C234EE"/>
    <w:rsid w:val="00C24FCD"/>
    <w:rsid w:val="00C27B90"/>
    <w:rsid w:val="00C30CA4"/>
    <w:rsid w:val="00C31D50"/>
    <w:rsid w:val="00C31E0C"/>
    <w:rsid w:val="00C331CE"/>
    <w:rsid w:val="00C366AE"/>
    <w:rsid w:val="00C37475"/>
    <w:rsid w:val="00C4111B"/>
    <w:rsid w:val="00C42645"/>
    <w:rsid w:val="00C45EA6"/>
    <w:rsid w:val="00C52359"/>
    <w:rsid w:val="00C62D90"/>
    <w:rsid w:val="00C64856"/>
    <w:rsid w:val="00C67FC3"/>
    <w:rsid w:val="00C70403"/>
    <w:rsid w:val="00C71512"/>
    <w:rsid w:val="00C71DD7"/>
    <w:rsid w:val="00C72CE0"/>
    <w:rsid w:val="00C76055"/>
    <w:rsid w:val="00C77FC9"/>
    <w:rsid w:val="00C81C21"/>
    <w:rsid w:val="00C840B2"/>
    <w:rsid w:val="00C8428F"/>
    <w:rsid w:val="00C842EB"/>
    <w:rsid w:val="00C90EF9"/>
    <w:rsid w:val="00C916B8"/>
    <w:rsid w:val="00C92A3C"/>
    <w:rsid w:val="00C931D2"/>
    <w:rsid w:val="00C94699"/>
    <w:rsid w:val="00C949B5"/>
    <w:rsid w:val="00C959C9"/>
    <w:rsid w:val="00C9655C"/>
    <w:rsid w:val="00C9704D"/>
    <w:rsid w:val="00C97F86"/>
    <w:rsid w:val="00CA0597"/>
    <w:rsid w:val="00CA06DD"/>
    <w:rsid w:val="00CA1A6C"/>
    <w:rsid w:val="00CA59DF"/>
    <w:rsid w:val="00CA7415"/>
    <w:rsid w:val="00CB23A4"/>
    <w:rsid w:val="00CB2DB7"/>
    <w:rsid w:val="00CB2DF6"/>
    <w:rsid w:val="00CB5708"/>
    <w:rsid w:val="00CB77DE"/>
    <w:rsid w:val="00CC0364"/>
    <w:rsid w:val="00CC0A86"/>
    <w:rsid w:val="00CC3D46"/>
    <w:rsid w:val="00CC6AD6"/>
    <w:rsid w:val="00CC7ABA"/>
    <w:rsid w:val="00CD1A40"/>
    <w:rsid w:val="00CD1CE5"/>
    <w:rsid w:val="00CD2271"/>
    <w:rsid w:val="00CD34EA"/>
    <w:rsid w:val="00CD54DC"/>
    <w:rsid w:val="00CD62CF"/>
    <w:rsid w:val="00CD6646"/>
    <w:rsid w:val="00CE08BE"/>
    <w:rsid w:val="00CE442C"/>
    <w:rsid w:val="00CF0EE2"/>
    <w:rsid w:val="00CF136F"/>
    <w:rsid w:val="00CF17E4"/>
    <w:rsid w:val="00CF418E"/>
    <w:rsid w:val="00CF5A50"/>
    <w:rsid w:val="00D0044E"/>
    <w:rsid w:val="00D01757"/>
    <w:rsid w:val="00D02D42"/>
    <w:rsid w:val="00D02F09"/>
    <w:rsid w:val="00D0387B"/>
    <w:rsid w:val="00D06763"/>
    <w:rsid w:val="00D07719"/>
    <w:rsid w:val="00D13CEC"/>
    <w:rsid w:val="00D14E26"/>
    <w:rsid w:val="00D16970"/>
    <w:rsid w:val="00D206D3"/>
    <w:rsid w:val="00D20EC4"/>
    <w:rsid w:val="00D21921"/>
    <w:rsid w:val="00D22BD8"/>
    <w:rsid w:val="00D236F1"/>
    <w:rsid w:val="00D24335"/>
    <w:rsid w:val="00D2605B"/>
    <w:rsid w:val="00D2637B"/>
    <w:rsid w:val="00D3134E"/>
    <w:rsid w:val="00D32B28"/>
    <w:rsid w:val="00D32C71"/>
    <w:rsid w:val="00D33129"/>
    <w:rsid w:val="00D33AD9"/>
    <w:rsid w:val="00D341AF"/>
    <w:rsid w:val="00D35ED5"/>
    <w:rsid w:val="00D37609"/>
    <w:rsid w:val="00D413A6"/>
    <w:rsid w:val="00D41496"/>
    <w:rsid w:val="00D41F53"/>
    <w:rsid w:val="00D4262C"/>
    <w:rsid w:val="00D44F3C"/>
    <w:rsid w:val="00D462DD"/>
    <w:rsid w:val="00D5363F"/>
    <w:rsid w:val="00D5503B"/>
    <w:rsid w:val="00D556EF"/>
    <w:rsid w:val="00D55712"/>
    <w:rsid w:val="00D56376"/>
    <w:rsid w:val="00D57B71"/>
    <w:rsid w:val="00D57C03"/>
    <w:rsid w:val="00D60C5B"/>
    <w:rsid w:val="00D646EF"/>
    <w:rsid w:val="00D64B20"/>
    <w:rsid w:val="00D64B57"/>
    <w:rsid w:val="00D6663C"/>
    <w:rsid w:val="00D66EB0"/>
    <w:rsid w:val="00D71BEB"/>
    <w:rsid w:val="00D72295"/>
    <w:rsid w:val="00D742DA"/>
    <w:rsid w:val="00D752F1"/>
    <w:rsid w:val="00D758FE"/>
    <w:rsid w:val="00D77161"/>
    <w:rsid w:val="00D77A8F"/>
    <w:rsid w:val="00D77BD6"/>
    <w:rsid w:val="00D80619"/>
    <w:rsid w:val="00D82B9B"/>
    <w:rsid w:val="00D8409C"/>
    <w:rsid w:val="00D84F53"/>
    <w:rsid w:val="00D87861"/>
    <w:rsid w:val="00D87B9D"/>
    <w:rsid w:val="00D91851"/>
    <w:rsid w:val="00D91F77"/>
    <w:rsid w:val="00D9325B"/>
    <w:rsid w:val="00D951EB"/>
    <w:rsid w:val="00DA0920"/>
    <w:rsid w:val="00DA1F30"/>
    <w:rsid w:val="00DA2414"/>
    <w:rsid w:val="00DA3023"/>
    <w:rsid w:val="00DA5741"/>
    <w:rsid w:val="00DA685A"/>
    <w:rsid w:val="00DA7D5C"/>
    <w:rsid w:val="00DB105E"/>
    <w:rsid w:val="00DB16FD"/>
    <w:rsid w:val="00DB2E80"/>
    <w:rsid w:val="00DB3FB6"/>
    <w:rsid w:val="00DB4E65"/>
    <w:rsid w:val="00DB58C0"/>
    <w:rsid w:val="00DC3FFB"/>
    <w:rsid w:val="00DC46FD"/>
    <w:rsid w:val="00DC523C"/>
    <w:rsid w:val="00DD5D1D"/>
    <w:rsid w:val="00DE22BF"/>
    <w:rsid w:val="00DE3A1E"/>
    <w:rsid w:val="00DE3B92"/>
    <w:rsid w:val="00DE5825"/>
    <w:rsid w:val="00DF1F70"/>
    <w:rsid w:val="00DF3681"/>
    <w:rsid w:val="00DF4F5D"/>
    <w:rsid w:val="00E017C6"/>
    <w:rsid w:val="00E021CD"/>
    <w:rsid w:val="00E04143"/>
    <w:rsid w:val="00E1009C"/>
    <w:rsid w:val="00E10FFA"/>
    <w:rsid w:val="00E1448B"/>
    <w:rsid w:val="00E1523D"/>
    <w:rsid w:val="00E1684D"/>
    <w:rsid w:val="00E22906"/>
    <w:rsid w:val="00E22E03"/>
    <w:rsid w:val="00E23573"/>
    <w:rsid w:val="00E269C0"/>
    <w:rsid w:val="00E30AAD"/>
    <w:rsid w:val="00E35730"/>
    <w:rsid w:val="00E3736E"/>
    <w:rsid w:val="00E37929"/>
    <w:rsid w:val="00E37E1B"/>
    <w:rsid w:val="00E40177"/>
    <w:rsid w:val="00E40BE0"/>
    <w:rsid w:val="00E40E5E"/>
    <w:rsid w:val="00E4175D"/>
    <w:rsid w:val="00E43FCC"/>
    <w:rsid w:val="00E449ED"/>
    <w:rsid w:val="00E461BB"/>
    <w:rsid w:val="00E52144"/>
    <w:rsid w:val="00E5354F"/>
    <w:rsid w:val="00E55750"/>
    <w:rsid w:val="00E5691F"/>
    <w:rsid w:val="00E655B9"/>
    <w:rsid w:val="00E665A6"/>
    <w:rsid w:val="00E666BE"/>
    <w:rsid w:val="00E66A51"/>
    <w:rsid w:val="00E66B8A"/>
    <w:rsid w:val="00E66BDE"/>
    <w:rsid w:val="00E71EF4"/>
    <w:rsid w:val="00E72F2A"/>
    <w:rsid w:val="00E732DF"/>
    <w:rsid w:val="00E74E63"/>
    <w:rsid w:val="00E7572D"/>
    <w:rsid w:val="00E764D0"/>
    <w:rsid w:val="00E765E4"/>
    <w:rsid w:val="00E80EDF"/>
    <w:rsid w:val="00E8549C"/>
    <w:rsid w:val="00E87208"/>
    <w:rsid w:val="00E937CC"/>
    <w:rsid w:val="00E9688A"/>
    <w:rsid w:val="00E96CC5"/>
    <w:rsid w:val="00EA0943"/>
    <w:rsid w:val="00EA3201"/>
    <w:rsid w:val="00EA5CF1"/>
    <w:rsid w:val="00EB2246"/>
    <w:rsid w:val="00EB38F2"/>
    <w:rsid w:val="00EB5DD9"/>
    <w:rsid w:val="00EB5E94"/>
    <w:rsid w:val="00EC0FDD"/>
    <w:rsid w:val="00EC181A"/>
    <w:rsid w:val="00EC1B85"/>
    <w:rsid w:val="00EC1E30"/>
    <w:rsid w:val="00EC2C42"/>
    <w:rsid w:val="00EC7E18"/>
    <w:rsid w:val="00ED0116"/>
    <w:rsid w:val="00ED0B36"/>
    <w:rsid w:val="00ED182A"/>
    <w:rsid w:val="00EE208E"/>
    <w:rsid w:val="00EE2E54"/>
    <w:rsid w:val="00EE3743"/>
    <w:rsid w:val="00EE5B0E"/>
    <w:rsid w:val="00EE60CE"/>
    <w:rsid w:val="00EE7059"/>
    <w:rsid w:val="00EE72DA"/>
    <w:rsid w:val="00EE7BA2"/>
    <w:rsid w:val="00EF2B19"/>
    <w:rsid w:val="00EF505C"/>
    <w:rsid w:val="00EF6A39"/>
    <w:rsid w:val="00F01C6D"/>
    <w:rsid w:val="00F029CB"/>
    <w:rsid w:val="00F02FFD"/>
    <w:rsid w:val="00F0300B"/>
    <w:rsid w:val="00F03D0E"/>
    <w:rsid w:val="00F03ED9"/>
    <w:rsid w:val="00F040DD"/>
    <w:rsid w:val="00F04152"/>
    <w:rsid w:val="00F079EF"/>
    <w:rsid w:val="00F13773"/>
    <w:rsid w:val="00F146D1"/>
    <w:rsid w:val="00F23225"/>
    <w:rsid w:val="00F23881"/>
    <w:rsid w:val="00F2630C"/>
    <w:rsid w:val="00F31521"/>
    <w:rsid w:val="00F31736"/>
    <w:rsid w:val="00F318C7"/>
    <w:rsid w:val="00F31C60"/>
    <w:rsid w:val="00F32B87"/>
    <w:rsid w:val="00F335BE"/>
    <w:rsid w:val="00F36206"/>
    <w:rsid w:val="00F43DFE"/>
    <w:rsid w:val="00F4498E"/>
    <w:rsid w:val="00F45593"/>
    <w:rsid w:val="00F46382"/>
    <w:rsid w:val="00F46C60"/>
    <w:rsid w:val="00F47143"/>
    <w:rsid w:val="00F54CF8"/>
    <w:rsid w:val="00F56B63"/>
    <w:rsid w:val="00F570CC"/>
    <w:rsid w:val="00F666ED"/>
    <w:rsid w:val="00F67C42"/>
    <w:rsid w:val="00F72D15"/>
    <w:rsid w:val="00F74660"/>
    <w:rsid w:val="00F75531"/>
    <w:rsid w:val="00F764AF"/>
    <w:rsid w:val="00F76D24"/>
    <w:rsid w:val="00F76EE9"/>
    <w:rsid w:val="00F770B3"/>
    <w:rsid w:val="00F8113A"/>
    <w:rsid w:val="00F818FD"/>
    <w:rsid w:val="00F85D61"/>
    <w:rsid w:val="00F86D5E"/>
    <w:rsid w:val="00F94495"/>
    <w:rsid w:val="00F97C42"/>
    <w:rsid w:val="00FA1097"/>
    <w:rsid w:val="00FA248C"/>
    <w:rsid w:val="00FA2A9E"/>
    <w:rsid w:val="00FA3468"/>
    <w:rsid w:val="00FA3533"/>
    <w:rsid w:val="00FA4922"/>
    <w:rsid w:val="00FA5AD5"/>
    <w:rsid w:val="00FA7477"/>
    <w:rsid w:val="00FA7E5B"/>
    <w:rsid w:val="00FB2CCC"/>
    <w:rsid w:val="00FB3E36"/>
    <w:rsid w:val="00FB5E92"/>
    <w:rsid w:val="00FB7B1F"/>
    <w:rsid w:val="00FB7BCC"/>
    <w:rsid w:val="00FB7CEC"/>
    <w:rsid w:val="00FC05A2"/>
    <w:rsid w:val="00FC0DEE"/>
    <w:rsid w:val="00FC1B8F"/>
    <w:rsid w:val="00FC79A0"/>
    <w:rsid w:val="00FC7B7F"/>
    <w:rsid w:val="00FD0614"/>
    <w:rsid w:val="00FD10DD"/>
    <w:rsid w:val="00FD1503"/>
    <w:rsid w:val="00FD34AE"/>
    <w:rsid w:val="00FD5C18"/>
    <w:rsid w:val="00FE19C1"/>
    <w:rsid w:val="00FE25B2"/>
    <w:rsid w:val="00FE269B"/>
    <w:rsid w:val="00FE2978"/>
    <w:rsid w:val="00FE36B7"/>
    <w:rsid w:val="00FE38D7"/>
    <w:rsid w:val="00FE3BBC"/>
    <w:rsid w:val="00FE4A33"/>
    <w:rsid w:val="00FF1ACA"/>
    <w:rsid w:val="00FF3A71"/>
    <w:rsid w:val="00FF6C83"/>
    <w:rsid w:val="00FF7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18750ED"/>
  <w15:docId w15:val="{E7F00244-A01D-46F2-80E1-20BDEC93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521"/>
    <w:pPr>
      <w:suppressAutoHyphens/>
      <w:spacing w:after="200" w:line="276" w:lineRule="auto"/>
    </w:pPr>
    <w:rPr>
      <w:rFonts w:cs="Calibri"/>
      <w:sz w:val="22"/>
      <w:szCs w:val="22"/>
      <w:lang w:eastAsia="ar-SA"/>
    </w:rPr>
  </w:style>
  <w:style w:type="paragraph" w:styleId="Nagwek1">
    <w:name w:val="heading 1"/>
    <w:basedOn w:val="Normalny"/>
    <w:next w:val="Normalny"/>
    <w:link w:val="Nagwek1Znak"/>
    <w:uiPriority w:val="9"/>
    <w:qFormat/>
    <w:rsid w:val="00696C83"/>
    <w:pPr>
      <w:keepNext/>
      <w:keepLines/>
      <w:suppressAutoHyphens w:val="0"/>
      <w:spacing w:before="480" w:after="0"/>
      <w:outlineLvl w:val="0"/>
    </w:pPr>
    <w:rPr>
      <w:rFonts w:asciiTheme="majorHAnsi" w:eastAsiaTheme="majorEastAsia" w:hAnsiTheme="majorHAnsi" w:cstheme="majorBidi"/>
      <w:b/>
      <w:bCs/>
      <w:color w:val="2F5496" w:themeColor="accent1" w:themeShade="BF"/>
      <w:sz w:val="28"/>
      <w:szCs w:val="28"/>
      <w:lang w:eastAsia="en-US"/>
    </w:rPr>
  </w:style>
  <w:style w:type="paragraph" w:styleId="Nagwek2">
    <w:name w:val="heading 2"/>
    <w:basedOn w:val="Normalny"/>
    <w:next w:val="Normalny"/>
    <w:link w:val="Nagwek2Znak"/>
    <w:uiPriority w:val="9"/>
    <w:semiHidden/>
    <w:unhideWhenUsed/>
    <w:qFormat/>
    <w:rsid w:val="00BD52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F38F9"/>
    <w:pPr>
      <w:tabs>
        <w:tab w:val="center" w:pos="4536"/>
        <w:tab w:val="right" w:pos="9072"/>
      </w:tabs>
      <w:spacing w:after="0" w:line="240" w:lineRule="auto"/>
    </w:pPr>
  </w:style>
  <w:style w:type="character" w:customStyle="1" w:styleId="NagwekZnak">
    <w:name w:val="Nagłówek Znak"/>
    <w:basedOn w:val="Domylnaczcionkaakapitu"/>
    <w:link w:val="Nagwek"/>
    <w:rsid w:val="000F38F9"/>
  </w:style>
  <w:style w:type="paragraph" w:styleId="Stopka">
    <w:name w:val="footer"/>
    <w:basedOn w:val="Normalny"/>
    <w:link w:val="StopkaZnak"/>
    <w:uiPriority w:val="99"/>
    <w:unhideWhenUsed/>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38F9"/>
  </w:style>
  <w:style w:type="paragraph" w:styleId="Tekstdymka">
    <w:name w:val="Balloon Text"/>
    <w:basedOn w:val="Normalny"/>
    <w:link w:val="TekstdymkaZnak"/>
    <w:uiPriority w:val="99"/>
    <w:semiHidden/>
    <w:unhideWhenUsed/>
    <w:rsid w:val="000F38F9"/>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rsid w:val="000F38F9"/>
    <w:rPr>
      <w:rFonts w:ascii="Tahoma" w:hAnsi="Tahoma" w:cs="Tahoma"/>
      <w:sz w:val="16"/>
      <w:szCs w:val="16"/>
    </w:rPr>
  </w:style>
  <w:style w:type="character" w:styleId="Hipercze">
    <w:name w:val="Hyperlink"/>
    <w:uiPriority w:val="99"/>
    <w:unhideWhenUsed/>
    <w:rsid w:val="00B502B2"/>
    <w:rPr>
      <w:color w:val="0000FF"/>
      <w:u w:val="single"/>
    </w:rPr>
  </w:style>
  <w:style w:type="table" w:styleId="Tabela-Siatka">
    <w:name w:val="Table Grid"/>
    <w:basedOn w:val="Standardowy"/>
    <w:uiPriority w:val="59"/>
    <w:rsid w:val="00AF0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unhideWhenUsed/>
    <w:rsid w:val="00F31521"/>
    <w:pPr>
      <w:widowControl w:val="0"/>
      <w:suppressAutoHyphens w:val="0"/>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link w:val="Tekstprzypisudolnego"/>
    <w:semiHidden/>
    <w:rsid w:val="00F31521"/>
    <w:rPr>
      <w:rFonts w:ascii="Times New Roman" w:eastAsia="Times New Roman" w:hAnsi="Times New Roman"/>
      <w:lang w:eastAsia="ar-SA"/>
    </w:rPr>
  </w:style>
  <w:style w:type="character" w:customStyle="1" w:styleId="alb">
    <w:name w:val="a_lb"/>
    <w:rsid w:val="00D0044E"/>
  </w:style>
  <w:style w:type="paragraph" w:styleId="Tekstpodstawowywcity3">
    <w:name w:val="Body Text Indent 3"/>
    <w:basedOn w:val="Normalny"/>
    <w:link w:val="Tekstpodstawowywcity3Znak"/>
    <w:rsid w:val="00992EC4"/>
    <w:pPr>
      <w:suppressAutoHyphens w:val="0"/>
      <w:spacing w:after="0" w:line="240" w:lineRule="auto"/>
      <w:ind w:left="396"/>
      <w:jc w:val="both"/>
    </w:pPr>
    <w:rPr>
      <w:rFonts w:ascii="Times New Roman" w:eastAsia="Times New Roman" w:hAnsi="Times New Roman" w:cs="Times New Roman"/>
      <w:b/>
      <w:sz w:val="24"/>
      <w:szCs w:val="20"/>
    </w:rPr>
  </w:style>
  <w:style w:type="character" w:customStyle="1" w:styleId="Tekstpodstawowywcity3Znak">
    <w:name w:val="Tekst podstawowy wcięty 3 Znak"/>
    <w:link w:val="Tekstpodstawowywcity3"/>
    <w:rsid w:val="00992EC4"/>
    <w:rPr>
      <w:rFonts w:ascii="Times New Roman" w:eastAsia="Times New Roman" w:hAnsi="Times New Roman"/>
      <w:b/>
      <w:sz w:val="24"/>
    </w:rPr>
  </w:style>
  <w:style w:type="paragraph" w:styleId="NormalnyWeb">
    <w:name w:val="Normal (Web)"/>
    <w:basedOn w:val="Normalny"/>
    <w:uiPriority w:val="99"/>
    <w:unhideWhenUsed/>
    <w:rsid w:val="002B14EA"/>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2B14EA"/>
    <w:pPr>
      <w:spacing w:after="120"/>
    </w:pPr>
    <w:rPr>
      <w:rFonts w:cs="Times New Roman"/>
    </w:rPr>
  </w:style>
  <w:style w:type="character" w:customStyle="1" w:styleId="TekstpodstawowyZnak">
    <w:name w:val="Tekst podstawowy Znak"/>
    <w:link w:val="Tekstpodstawowy"/>
    <w:uiPriority w:val="99"/>
    <w:rsid w:val="002B14EA"/>
    <w:rPr>
      <w:rFonts w:cs="Calibri"/>
      <w:sz w:val="22"/>
      <w:szCs w:val="22"/>
      <w:lang w:eastAsia="ar-SA"/>
    </w:rPr>
  </w:style>
  <w:style w:type="paragraph" w:styleId="Akapitzlist">
    <w:name w:val="List Paragraph"/>
    <w:aliases w:val="L1,Numerowanie,sw tekst,ISCG Numerowanie,lp1,List Paragraph"/>
    <w:basedOn w:val="Normalny"/>
    <w:link w:val="AkapitzlistZnak"/>
    <w:uiPriority w:val="34"/>
    <w:qFormat/>
    <w:rsid w:val="002C3858"/>
    <w:pPr>
      <w:ind w:left="720"/>
      <w:contextualSpacing/>
    </w:pPr>
  </w:style>
  <w:style w:type="paragraph" w:styleId="Tekstprzypisukocowego">
    <w:name w:val="endnote text"/>
    <w:basedOn w:val="Normalny"/>
    <w:link w:val="TekstprzypisukocowegoZnak"/>
    <w:uiPriority w:val="99"/>
    <w:semiHidden/>
    <w:unhideWhenUsed/>
    <w:rsid w:val="0073597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35974"/>
    <w:rPr>
      <w:rFonts w:cs="Calibri"/>
      <w:lang w:eastAsia="ar-SA"/>
    </w:rPr>
  </w:style>
  <w:style w:type="character" w:styleId="Odwoanieprzypisukocowego">
    <w:name w:val="endnote reference"/>
    <w:basedOn w:val="Domylnaczcionkaakapitu"/>
    <w:uiPriority w:val="99"/>
    <w:semiHidden/>
    <w:unhideWhenUsed/>
    <w:rsid w:val="00735974"/>
    <w:rPr>
      <w:vertAlign w:val="superscript"/>
    </w:rPr>
  </w:style>
  <w:style w:type="paragraph" w:customStyle="1" w:styleId="Standard">
    <w:name w:val="Standard"/>
    <w:rsid w:val="002B5123"/>
    <w:pPr>
      <w:widowControl w:val="0"/>
      <w:autoSpaceDE w:val="0"/>
      <w:autoSpaceDN w:val="0"/>
      <w:adjustRightInd w:val="0"/>
    </w:pPr>
    <w:rPr>
      <w:rFonts w:ascii="Times New Roman" w:eastAsia="Times New Roman" w:hAnsi="Times New Roman"/>
      <w:sz w:val="24"/>
      <w:szCs w:val="24"/>
    </w:rPr>
  </w:style>
  <w:style w:type="character" w:customStyle="1" w:styleId="AkapitzlistZnak">
    <w:name w:val="Akapit z listą Znak"/>
    <w:aliases w:val="L1 Znak,Numerowanie Znak,sw tekst Znak,ISCG Numerowanie Znak,lp1 Znak,List Paragraph Znak"/>
    <w:link w:val="Akapitzlist"/>
    <w:uiPriority w:val="34"/>
    <w:rsid w:val="002B5123"/>
    <w:rPr>
      <w:rFonts w:cs="Calibri"/>
      <w:sz w:val="22"/>
      <w:szCs w:val="22"/>
      <w:lang w:eastAsia="ar-SA"/>
    </w:rPr>
  </w:style>
  <w:style w:type="paragraph" w:styleId="Tekstpodstawowywcity">
    <w:name w:val="Body Text Indent"/>
    <w:basedOn w:val="Normalny"/>
    <w:link w:val="TekstpodstawowywcityZnak"/>
    <w:uiPriority w:val="99"/>
    <w:semiHidden/>
    <w:unhideWhenUsed/>
    <w:rsid w:val="00696C83"/>
    <w:pPr>
      <w:spacing w:after="120"/>
      <w:ind w:left="283"/>
    </w:pPr>
  </w:style>
  <w:style w:type="character" w:customStyle="1" w:styleId="TekstpodstawowywcityZnak">
    <w:name w:val="Tekst podstawowy wcięty Znak"/>
    <w:basedOn w:val="Domylnaczcionkaakapitu"/>
    <w:link w:val="Tekstpodstawowywcity"/>
    <w:uiPriority w:val="99"/>
    <w:semiHidden/>
    <w:rsid w:val="00696C83"/>
    <w:rPr>
      <w:rFonts w:cs="Calibri"/>
      <w:sz w:val="22"/>
      <w:szCs w:val="22"/>
      <w:lang w:eastAsia="ar-SA"/>
    </w:rPr>
  </w:style>
  <w:style w:type="character" w:customStyle="1" w:styleId="Nagwek1Znak">
    <w:name w:val="Nagłówek 1 Znak"/>
    <w:basedOn w:val="Domylnaczcionkaakapitu"/>
    <w:link w:val="Nagwek1"/>
    <w:uiPriority w:val="9"/>
    <w:rsid w:val="00696C83"/>
    <w:rPr>
      <w:rFonts w:asciiTheme="majorHAnsi" w:eastAsiaTheme="majorEastAsia" w:hAnsiTheme="majorHAnsi" w:cstheme="majorBidi"/>
      <w:b/>
      <w:bCs/>
      <w:color w:val="2F5496" w:themeColor="accent1" w:themeShade="BF"/>
      <w:sz w:val="28"/>
      <w:szCs w:val="28"/>
      <w:lang w:eastAsia="en-US"/>
    </w:rPr>
  </w:style>
  <w:style w:type="character" w:styleId="Pogrubienie">
    <w:name w:val="Strong"/>
    <w:basedOn w:val="Domylnaczcionkaakapitu"/>
    <w:uiPriority w:val="22"/>
    <w:qFormat/>
    <w:rsid w:val="00E72F2A"/>
    <w:rPr>
      <w:b/>
      <w:bCs/>
    </w:rPr>
  </w:style>
  <w:style w:type="paragraph" w:styleId="Tekstpodstawowy2">
    <w:name w:val="Body Text 2"/>
    <w:basedOn w:val="Normalny"/>
    <w:link w:val="Tekstpodstawowy2Znak"/>
    <w:rsid w:val="001C7A77"/>
    <w:pPr>
      <w:suppressAutoHyphens w:val="0"/>
      <w:spacing w:after="120" w:line="48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1C7A77"/>
    <w:rPr>
      <w:rFonts w:ascii="Times New Roman" w:eastAsia="Times New Roman" w:hAnsi="Times New Roman"/>
      <w:sz w:val="24"/>
    </w:rPr>
  </w:style>
  <w:style w:type="paragraph" w:styleId="Tekstpodstawowywcity2">
    <w:name w:val="Body Text Indent 2"/>
    <w:basedOn w:val="Normalny"/>
    <w:link w:val="Tekstpodstawowywcity2Znak"/>
    <w:uiPriority w:val="99"/>
    <w:unhideWhenUsed/>
    <w:rsid w:val="00B3277C"/>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3277C"/>
    <w:rPr>
      <w:rFonts w:cs="Calibri"/>
      <w:sz w:val="22"/>
      <w:szCs w:val="22"/>
      <w:lang w:eastAsia="ar-SA"/>
    </w:rPr>
  </w:style>
  <w:style w:type="paragraph" w:customStyle="1" w:styleId="tekst">
    <w:name w:val="tekst"/>
    <w:uiPriority w:val="99"/>
    <w:rsid w:val="001C1E72"/>
    <w:pPr>
      <w:autoSpaceDE w:val="0"/>
      <w:autoSpaceDN w:val="0"/>
      <w:adjustRightInd w:val="0"/>
    </w:pPr>
    <w:rPr>
      <w:rFonts w:ascii="Times New Roman" w:eastAsia="Times New Roman" w:hAnsi="Times New Roman"/>
      <w:sz w:val="24"/>
      <w:szCs w:val="24"/>
    </w:rPr>
  </w:style>
  <w:style w:type="paragraph" w:styleId="Spistreci1">
    <w:name w:val="toc 1"/>
    <w:basedOn w:val="Normalny"/>
    <w:next w:val="Normalny"/>
    <w:autoRedefine/>
    <w:uiPriority w:val="39"/>
    <w:rsid w:val="00812C80"/>
    <w:pPr>
      <w:tabs>
        <w:tab w:val="right" w:leader="dot" w:pos="9344"/>
      </w:tabs>
      <w:suppressAutoHyphens w:val="0"/>
      <w:spacing w:after="0" w:line="240" w:lineRule="auto"/>
    </w:pPr>
    <w:rPr>
      <w:rFonts w:ascii="Times New Roman" w:eastAsia="Times New Roman" w:hAnsi="Times New Roman" w:cs="Times New Roman"/>
      <w:b/>
      <w:bCs/>
      <w:caps/>
      <w:sz w:val="20"/>
      <w:szCs w:val="20"/>
      <w:lang w:eastAsia="pl-PL"/>
    </w:rPr>
  </w:style>
  <w:style w:type="paragraph" w:customStyle="1" w:styleId="tekstost">
    <w:name w:val="tekst ost"/>
    <w:basedOn w:val="Normalny"/>
    <w:rsid w:val="00812C80"/>
    <w:pPr>
      <w:suppressAutoHyphens w:val="0"/>
      <w:spacing w:after="0" w:line="240" w:lineRule="auto"/>
      <w:jc w:val="both"/>
    </w:pPr>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uiPriority w:val="9"/>
    <w:semiHidden/>
    <w:rsid w:val="00BD5252"/>
    <w:rPr>
      <w:rFonts w:asciiTheme="majorHAnsi" w:eastAsiaTheme="majorEastAsia" w:hAnsiTheme="majorHAnsi" w:cstheme="majorBidi"/>
      <w:color w:val="2F5496" w:themeColor="accent1" w:themeShade="BF"/>
      <w:sz w:val="26"/>
      <w:szCs w:val="26"/>
      <w:lang w:eastAsia="ar-SA"/>
    </w:rPr>
  </w:style>
  <w:style w:type="character" w:customStyle="1" w:styleId="markedcontent">
    <w:name w:val="markedcontent"/>
    <w:basedOn w:val="Domylnaczcionkaakapitu"/>
    <w:rsid w:val="00605C47"/>
  </w:style>
  <w:style w:type="paragraph" w:customStyle="1" w:styleId="Akapitzlist1">
    <w:name w:val="Akapit z listą1"/>
    <w:basedOn w:val="Normalny"/>
    <w:rsid w:val="009E7B83"/>
    <w:pPr>
      <w:ind w:left="720"/>
    </w:pPr>
    <w:rPr>
      <w:rFonts w:eastAsia="Times New Roman"/>
    </w:rPr>
  </w:style>
  <w:style w:type="character" w:styleId="Odwoaniedokomentarza">
    <w:name w:val="annotation reference"/>
    <w:basedOn w:val="Domylnaczcionkaakapitu"/>
    <w:uiPriority w:val="99"/>
    <w:semiHidden/>
    <w:unhideWhenUsed/>
    <w:rsid w:val="009C2875"/>
    <w:rPr>
      <w:sz w:val="16"/>
      <w:szCs w:val="16"/>
    </w:rPr>
  </w:style>
  <w:style w:type="paragraph" w:styleId="Tekstkomentarza">
    <w:name w:val="annotation text"/>
    <w:basedOn w:val="Normalny"/>
    <w:link w:val="TekstkomentarzaZnak"/>
    <w:uiPriority w:val="99"/>
    <w:semiHidden/>
    <w:unhideWhenUsed/>
    <w:rsid w:val="009C287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2875"/>
    <w:rPr>
      <w:rFonts w:cs="Calibri"/>
      <w:lang w:eastAsia="ar-SA"/>
    </w:rPr>
  </w:style>
  <w:style w:type="paragraph" w:styleId="Tematkomentarza">
    <w:name w:val="annotation subject"/>
    <w:basedOn w:val="Tekstkomentarza"/>
    <w:next w:val="Tekstkomentarza"/>
    <w:link w:val="TematkomentarzaZnak"/>
    <w:uiPriority w:val="99"/>
    <w:semiHidden/>
    <w:unhideWhenUsed/>
    <w:rsid w:val="009C2875"/>
    <w:rPr>
      <w:b/>
      <w:bCs/>
    </w:rPr>
  </w:style>
  <w:style w:type="character" w:customStyle="1" w:styleId="TematkomentarzaZnak">
    <w:name w:val="Temat komentarza Znak"/>
    <w:basedOn w:val="TekstkomentarzaZnak"/>
    <w:link w:val="Tematkomentarza"/>
    <w:uiPriority w:val="99"/>
    <w:semiHidden/>
    <w:rsid w:val="009C2875"/>
    <w:rPr>
      <w:rFonts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052622">
      <w:bodyDiv w:val="1"/>
      <w:marLeft w:val="0"/>
      <w:marRight w:val="0"/>
      <w:marTop w:val="0"/>
      <w:marBottom w:val="0"/>
      <w:divBdr>
        <w:top w:val="none" w:sz="0" w:space="0" w:color="auto"/>
        <w:left w:val="none" w:sz="0" w:space="0" w:color="auto"/>
        <w:bottom w:val="none" w:sz="0" w:space="0" w:color="auto"/>
        <w:right w:val="none" w:sz="0" w:space="0" w:color="auto"/>
      </w:divBdr>
    </w:div>
    <w:div w:id="654845704">
      <w:bodyDiv w:val="1"/>
      <w:marLeft w:val="0"/>
      <w:marRight w:val="0"/>
      <w:marTop w:val="0"/>
      <w:marBottom w:val="0"/>
      <w:divBdr>
        <w:top w:val="none" w:sz="0" w:space="0" w:color="auto"/>
        <w:left w:val="none" w:sz="0" w:space="0" w:color="auto"/>
        <w:bottom w:val="none" w:sz="0" w:space="0" w:color="auto"/>
        <w:right w:val="none" w:sz="0" w:space="0" w:color="auto"/>
      </w:divBdr>
    </w:div>
    <w:div w:id="692073664">
      <w:bodyDiv w:val="1"/>
      <w:marLeft w:val="0"/>
      <w:marRight w:val="0"/>
      <w:marTop w:val="0"/>
      <w:marBottom w:val="0"/>
      <w:divBdr>
        <w:top w:val="none" w:sz="0" w:space="0" w:color="auto"/>
        <w:left w:val="none" w:sz="0" w:space="0" w:color="auto"/>
        <w:bottom w:val="none" w:sz="0" w:space="0" w:color="auto"/>
        <w:right w:val="none" w:sz="0" w:space="0" w:color="auto"/>
      </w:divBdr>
    </w:div>
    <w:div w:id="897284246">
      <w:bodyDiv w:val="1"/>
      <w:marLeft w:val="0"/>
      <w:marRight w:val="0"/>
      <w:marTop w:val="0"/>
      <w:marBottom w:val="0"/>
      <w:divBdr>
        <w:top w:val="none" w:sz="0" w:space="0" w:color="auto"/>
        <w:left w:val="none" w:sz="0" w:space="0" w:color="auto"/>
        <w:bottom w:val="none" w:sz="0" w:space="0" w:color="auto"/>
        <w:right w:val="none" w:sz="0" w:space="0" w:color="auto"/>
      </w:divBdr>
    </w:div>
    <w:div w:id="900560200">
      <w:bodyDiv w:val="1"/>
      <w:marLeft w:val="0"/>
      <w:marRight w:val="0"/>
      <w:marTop w:val="0"/>
      <w:marBottom w:val="0"/>
      <w:divBdr>
        <w:top w:val="none" w:sz="0" w:space="0" w:color="auto"/>
        <w:left w:val="none" w:sz="0" w:space="0" w:color="auto"/>
        <w:bottom w:val="none" w:sz="0" w:space="0" w:color="auto"/>
        <w:right w:val="none" w:sz="0" w:space="0" w:color="auto"/>
      </w:divBdr>
    </w:div>
    <w:div w:id="1007440835">
      <w:bodyDiv w:val="1"/>
      <w:marLeft w:val="0"/>
      <w:marRight w:val="0"/>
      <w:marTop w:val="0"/>
      <w:marBottom w:val="0"/>
      <w:divBdr>
        <w:top w:val="none" w:sz="0" w:space="0" w:color="auto"/>
        <w:left w:val="none" w:sz="0" w:space="0" w:color="auto"/>
        <w:bottom w:val="none" w:sz="0" w:space="0" w:color="auto"/>
        <w:right w:val="none" w:sz="0" w:space="0" w:color="auto"/>
      </w:divBdr>
      <w:divsChild>
        <w:div w:id="2077240585">
          <w:marLeft w:val="0"/>
          <w:marRight w:val="0"/>
          <w:marTop w:val="0"/>
          <w:marBottom w:val="0"/>
          <w:divBdr>
            <w:top w:val="none" w:sz="0" w:space="0" w:color="auto"/>
            <w:left w:val="none" w:sz="0" w:space="0" w:color="auto"/>
            <w:bottom w:val="none" w:sz="0" w:space="0" w:color="auto"/>
            <w:right w:val="none" w:sz="0" w:space="0" w:color="auto"/>
          </w:divBdr>
        </w:div>
      </w:divsChild>
    </w:div>
    <w:div w:id="1137071643">
      <w:bodyDiv w:val="1"/>
      <w:marLeft w:val="0"/>
      <w:marRight w:val="0"/>
      <w:marTop w:val="0"/>
      <w:marBottom w:val="0"/>
      <w:divBdr>
        <w:top w:val="none" w:sz="0" w:space="0" w:color="auto"/>
        <w:left w:val="none" w:sz="0" w:space="0" w:color="auto"/>
        <w:bottom w:val="none" w:sz="0" w:space="0" w:color="auto"/>
        <w:right w:val="none" w:sz="0" w:space="0" w:color="auto"/>
      </w:divBdr>
      <w:divsChild>
        <w:div w:id="38751049">
          <w:marLeft w:val="0"/>
          <w:marRight w:val="0"/>
          <w:marTop w:val="0"/>
          <w:marBottom w:val="0"/>
          <w:divBdr>
            <w:top w:val="none" w:sz="0" w:space="0" w:color="auto"/>
            <w:left w:val="none" w:sz="0" w:space="0" w:color="auto"/>
            <w:bottom w:val="none" w:sz="0" w:space="0" w:color="auto"/>
            <w:right w:val="none" w:sz="0" w:space="0" w:color="auto"/>
          </w:divBdr>
        </w:div>
        <w:div w:id="50076608">
          <w:marLeft w:val="0"/>
          <w:marRight w:val="0"/>
          <w:marTop w:val="0"/>
          <w:marBottom w:val="0"/>
          <w:divBdr>
            <w:top w:val="none" w:sz="0" w:space="0" w:color="auto"/>
            <w:left w:val="none" w:sz="0" w:space="0" w:color="auto"/>
            <w:bottom w:val="none" w:sz="0" w:space="0" w:color="auto"/>
            <w:right w:val="none" w:sz="0" w:space="0" w:color="auto"/>
          </w:divBdr>
        </w:div>
        <w:div w:id="230580121">
          <w:marLeft w:val="0"/>
          <w:marRight w:val="0"/>
          <w:marTop w:val="0"/>
          <w:marBottom w:val="0"/>
          <w:divBdr>
            <w:top w:val="none" w:sz="0" w:space="0" w:color="auto"/>
            <w:left w:val="none" w:sz="0" w:space="0" w:color="auto"/>
            <w:bottom w:val="none" w:sz="0" w:space="0" w:color="auto"/>
            <w:right w:val="none" w:sz="0" w:space="0" w:color="auto"/>
          </w:divBdr>
        </w:div>
        <w:div w:id="930431155">
          <w:marLeft w:val="0"/>
          <w:marRight w:val="0"/>
          <w:marTop w:val="0"/>
          <w:marBottom w:val="0"/>
          <w:divBdr>
            <w:top w:val="none" w:sz="0" w:space="0" w:color="auto"/>
            <w:left w:val="none" w:sz="0" w:space="0" w:color="auto"/>
            <w:bottom w:val="none" w:sz="0" w:space="0" w:color="auto"/>
            <w:right w:val="none" w:sz="0" w:space="0" w:color="auto"/>
          </w:divBdr>
        </w:div>
        <w:div w:id="992295652">
          <w:marLeft w:val="0"/>
          <w:marRight w:val="0"/>
          <w:marTop w:val="0"/>
          <w:marBottom w:val="0"/>
          <w:divBdr>
            <w:top w:val="none" w:sz="0" w:space="0" w:color="auto"/>
            <w:left w:val="none" w:sz="0" w:space="0" w:color="auto"/>
            <w:bottom w:val="none" w:sz="0" w:space="0" w:color="auto"/>
            <w:right w:val="none" w:sz="0" w:space="0" w:color="auto"/>
          </w:divBdr>
        </w:div>
        <w:div w:id="1574662269">
          <w:marLeft w:val="0"/>
          <w:marRight w:val="0"/>
          <w:marTop w:val="0"/>
          <w:marBottom w:val="0"/>
          <w:divBdr>
            <w:top w:val="none" w:sz="0" w:space="0" w:color="auto"/>
            <w:left w:val="none" w:sz="0" w:space="0" w:color="auto"/>
            <w:bottom w:val="none" w:sz="0" w:space="0" w:color="auto"/>
            <w:right w:val="none" w:sz="0" w:space="0" w:color="auto"/>
          </w:divBdr>
        </w:div>
      </w:divsChild>
    </w:div>
    <w:div w:id="1486051298">
      <w:bodyDiv w:val="1"/>
      <w:marLeft w:val="0"/>
      <w:marRight w:val="0"/>
      <w:marTop w:val="0"/>
      <w:marBottom w:val="0"/>
      <w:divBdr>
        <w:top w:val="none" w:sz="0" w:space="0" w:color="auto"/>
        <w:left w:val="none" w:sz="0" w:space="0" w:color="auto"/>
        <w:bottom w:val="none" w:sz="0" w:space="0" w:color="auto"/>
        <w:right w:val="none" w:sz="0" w:space="0" w:color="auto"/>
      </w:divBdr>
    </w:div>
    <w:div w:id="1619335806">
      <w:bodyDiv w:val="1"/>
      <w:marLeft w:val="0"/>
      <w:marRight w:val="0"/>
      <w:marTop w:val="0"/>
      <w:marBottom w:val="0"/>
      <w:divBdr>
        <w:top w:val="none" w:sz="0" w:space="0" w:color="auto"/>
        <w:left w:val="none" w:sz="0" w:space="0" w:color="auto"/>
        <w:bottom w:val="none" w:sz="0" w:space="0" w:color="auto"/>
        <w:right w:val="none" w:sz="0" w:space="0" w:color="auto"/>
      </w:divBdr>
    </w:div>
    <w:div w:id="1652564196">
      <w:bodyDiv w:val="1"/>
      <w:marLeft w:val="0"/>
      <w:marRight w:val="0"/>
      <w:marTop w:val="0"/>
      <w:marBottom w:val="0"/>
      <w:divBdr>
        <w:top w:val="none" w:sz="0" w:space="0" w:color="auto"/>
        <w:left w:val="none" w:sz="0" w:space="0" w:color="auto"/>
        <w:bottom w:val="none" w:sz="0" w:space="0" w:color="auto"/>
        <w:right w:val="none" w:sz="0" w:space="0" w:color="auto"/>
      </w:divBdr>
      <w:divsChild>
        <w:div w:id="193539879">
          <w:marLeft w:val="0"/>
          <w:marRight w:val="0"/>
          <w:marTop w:val="0"/>
          <w:marBottom w:val="0"/>
          <w:divBdr>
            <w:top w:val="none" w:sz="0" w:space="0" w:color="auto"/>
            <w:left w:val="none" w:sz="0" w:space="0" w:color="auto"/>
            <w:bottom w:val="none" w:sz="0" w:space="0" w:color="auto"/>
            <w:right w:val="none" w:sz="0" w:space="0" w:color="auto"/>
          </w:divBdr>
        </w:div>
        <w:div w:id="292642099">
          <w:marLeft w:val="0"/>
          <w:marRight w:val="0"/>
          <w:marTop w:val="0"/>
          <w:marBottom w:val="0"/>
          <w:divBdr>
            <w:top w:val="none" w:sz="0" w:space="0" w:color="auto"/>
            <w:left w:val="none" w:sz="0" w:space="0" w:color="auto"/>
            <w:bottom w:val="none" w:sz="0" w:space="0" w:color="auto"/>
            <w:right w:val="none" w:sz="0" w:space="0" w:color="auto"/>
          </w:divBdr>
        </w:div>
        <w:div w:id="339553688">
          <w:marLeft w:val="0"/>
          <w:marRight w:val="0"/>
          <w:marTop w:val="0"/>
          <w:marBottom w:val="0"/>
          <w:divBdr>
            <w:top w:val="none" w:sz="0" w:space="0" w:color="auto"/>
            <w:left w:val="none" w:sz="0" w:space="0" w:color="auto"/>
            <w:bottom w:val="none" w:sz="0" w:space="0" w:color="auto"/>
            <w:right w:val="none" w:sz="0" w:space="0" w:color="auto"/>
          </w:divBdr>
        </w:div>
        <w:div w:id="1080905329">
          <w:marLeft w:val="0"/>
          <w:marRight w:val="0"/>
          <w:marTop w:val="0"/>
          <w:marBottom w:val="0"/>
          <w:divBdr>
            <w:top w:val="none" w:sz="0" w:space="0" w:color="auto"/>
            <w:left w:val="none" w:sz="0" w:space="0" w:color="auto"/>
            <w:bottom w:val="none" w:sz="0" w:space="0" w:color="auto"/>
            <w:right w:val="none" w:sz="0" w:space="0" w:color="auto"/>
          </w:divBdr>
        </w:div>
        <w:div w:id="1154640191">
          <w:marLeft w:val="0"/>
          <w:marRight w:val="0"/>
          <w:marTop w:val="0"/>
          <w:marBottom w:val="0"/>
          <w:divBdr>
            <w:top w:val="none" w:sz="0" w:space="0" w:color="auto"/>
            <w:left w:val="none" w:sz="0" w:space="0" w:color="auto"/>
            <w:bottom w:val="none" w:sz="0" w:space="0" w:color="auto"/>
            <w:right w:val="none" w:sz="0" w:space="0" w:color="auto"/>
          </w:divBdr>
        </w:div>
        <w:div w:id="1500343267">
          <w:marLeft w:val="0"/>
          <w:marRight w:val="0"/>
          <w:marTop w:val="0"/>
          <w:marBottom w:val="0"/>
          <w:divBdr>
            <w:top w:val="none" w:sz="0" w:space="0" w:color="auto"/>
            <w:left w:val="none" w:sz="0" w:space="0" w:color="auto"/>
            <w:bottom w:val="none" w:sz="0" w:space="0" w:color="auto"/>
            <w:right w:val="none" w:sz="0" w:space="0" w:color="auto"/>
          </w:divBdr>
        </w:div>
        <w:div w:id="1968319213">
          <w:marLeft w:val="0"/>
          <w:marRight w:val="0"/>
          <w:marTop w:val="0"/>
          <w:marBottom w:val="0"/>
          <w:divBdr>
            <w:top w:val="none" w:sz="0" w:space="0" w:color="auto"/>
            <w:left w:val="none" w:sz="0" w:space="0" w:color="auto"/>
            <w:bottom w:val="none" w:sz="0" w:space="0" w:color="auto"/>
            <w:right w:val="none" w:sz="0" w:space="0" w:color="auto"/>
          </w:divBdr>
        </w:div>
      </w:divsChild>
    </w:div>
    <w:div w:id="1688288025">
      <w:bodyDiv w:val="1"/>
      <w:marLeft w:val="0"/>
      <w:marRight w:val="0"/>
      <w:marTop w:val="0"/>
      <w:marBottom w:val="0"/>
      <w:divBdr>
        <w:top w:val="none" w:sz="0" w:space="0" w:color="auto"/>
        <w:left w:val="none" w:sz="0" w:space="0" w:color="auto"/>
        <w:bottom w:val="none" w:sz="0" w:space="0" w:color="auto"/>
        <w:right w:val="none" w:sz="0" w:space="0" w:color="auto"/>
      </w:divBdr>
    </w:div>
    <w:div w:id="1779138218">
      <w:bodyDiv w:val="1"/>
      <w:marLeft w:val="0"/>
      <w:marRight w:val="0"/>
      <w:marTop w:val="0"/>
      <w:marBottom w:val="0"/>
      <w:divBdr>
        <w:top w:val="none" w:sz="0" w:space="0" w:color="auto"/>
        <w:left w:val="none" w:sz="0" w:space="0" w:color="auto"/>
        <w:bottom w:val="none" w:sz="0" w:space="0" w:color="auto"/>
        <w:right w:val="none" w:sz="0" w:space="0" w:color="auto"/>
      </w:divBdr>
    </w:div>
    <w:div w:id="211651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zablony_og&#243;lne\RDOS_Bydgoszcz.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D6832-54D0-4613-AECC-F9774A239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RDOS_Bydgoszcz</Template>
  <TotalTime>0</TotalTime>
  <Pages>17</Pages>
  <Words>7191</Words>
  <Characters>43150</Characters>
  <Application>Microsoft Office Word</Application>
  <DocSecurity>0</DocSecurity>
  <Lines>359</Lines>
  <Paragraphs>100</Paragraphs>
  <ScaleCrop>false</ScaleCrop>
  <HeadingPairs>
    <vt:vector size="6" baseType="variant">
      <vt:variant>
        <vt:lpstr>Tytuł</vt:lpstr>
      </vt:variant>
      <vt:variant>
        <vt:i4>1</vt:i4>
      </vt:variant>
      <vt:variant>
        <vt:lpstr>Nagłówki</vt:lpstr>
      </vt:variant>
      <vt:variant>
        <vt:i4>4</vt:i4>
      </vt:variant>
      <vt:variant>
        <vt:lpstr>Title</vt:lpstr>
      </vt:variant>
      <vt:variant>
        <vt:i4>1</vt:i4>
      </vt:variant>
    </vt:vector>
  </HeadingPairs>
  <TitlesOfParts>
    <vt:vector size="6" baseType="lpstr">
      <vt:lpstr/>
      <vt:lpstr/>
      <vt:lpstr>Opis przedmiotu zamówienia </vt:lpstr>
      <vt:lpstr>„Budowa ścianki przeciwfiltracyjnej w rezerwacie przyrody Bagno Mostki”</vt:lpstr>
      <vt:lpstr/>
      <vt:lpstr/>
    </vt:vector>
  </TitlesOfParts>
  <Company/>
  <LinksUpToDate>false</LinksUpToDate>
  <CharactersWithSpaces>50241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Pacuk</dc:creator>
  <cp:lastModifiedBy>Kornelia Leszczyńska-Deja</cp:lastModifiedBy>
  <cp:revision>2</cp:revision>
  <cp:lastPrinted>2022-05-20T11:15:00Z</cp:lastPrinted>
  <dcterms:created xsi:type="dcterms:W3CDTF">2022-05-30T11:56:00Z</dcterms:created>
  <dcterms:modified xsi:type="dcterms:W3CDTF">2022-05-30T11:56:00Z</dcterms:modified>
</cp:coreProperties>
</file>